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58"/>
      </w:tblGrid>
      <w:tr w:rsidR="00A86951" w:rsidTr="009D017A">
        <w:trPr>
          <w:trHeight w:hRule="exact" w:val="454"/>
        </w:trPr>
        <w:tc>
          <w:tcPr>
            <w:tcW w:w="2160" w:type="dxa"/>
            <w:tcBorders>
              <w:top w:val="nil"/>
              <w:left w:val="nil"/>
              <w:bottom w:val="nil"/>
            </w:tcBorders>
            <w:vAlign w:val="bottom"/>
          </w:tcPr>
          <w:p w:rsidR="00A86951" w:rsidRDefault="007D671B" w:rsidP="009D017A">
            <w:pPr>
              <w:spacing w:before="120"/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535872" behindDoc="1" locked="0" layoutInCell="1" allowOverlap="1">
                  <wp:simplePos x="0" y="0"/>
                  <wp:positionH relativeFrom="column">
                    <wp:posOffset>-3151505</wp:posOffset>
                  </wp:positionH>
                  <wp:positionV relativeFrom="paragraph">
                    <wp:posOffset>8890</wp:posOffset>
                  </wp:positionV>
                  <wp:extent cx="899795" cy="816610"/>
                  <wp:effectExtent l="0" t="0" r="0" b="2540"/>
                  <wp:wrapNone/>
                  <wp:docPr id="3644" name="Afbeelding 3644" descr="logo-ITS-kl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4" descr="logo-ITS-kl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16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6951">
              <w:t>respondentnummer:</w:t>
            </w:r>
          </w:p>
        </w:tc>
        <w:tc>
          <w:tcPr>
            <w:tcW w:w="2158" w:type="dxa"/>
          </w:tcPr>
          <w:p w:rsidR="00A86951" w:rsidRDefault="00A86951" w:rsidP="004D13A3"/>
        </w:tc>
      </w:tr>
    </w:tbl>
    <w:p w:rsidR="00DB74C5" w:rsidRDefault="00DB74C5" w:rsidP="00DB74C5"/>
    <w:p w:rsidR="00DB74C5" w:rsidRPr="001703B7" w:rsidRDefault="00DB74C5" w:rsidP="00DB74C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DB74C5" w:rsidRPr="001703B7" w:rsidRDefault="00DB74C5" w:rsidP="00DB74C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DB74C5" w:rsidRPr="001703B7" w:rsidRDefault="00DB74C5" w:rsidP="00DB74C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DB74C5" w:rsidRDefault="00DB74C5" w:rsidP="00DB74C5">
      <w:pPr>
        <w:pStyle w:val="Kop"/>
        <w:pBdr>
          <w:top w:val="none" w:sz="0" w:space="0" w:color="auto"/>
          <w:bottom w:val="none" w:sz="0" w:space="0" w:color="auto"/>
        </w:pBdr>
        <w:spacing w:line="300" w:lineRule="exact"/>
        <w:rPr>
          <w:rFonts w:ascii="Arial" w:hAnsi="Arial"/>
          <w:sz w:val="24"/>
        </w:rPr>
      </w:pPr>
    </w:p>
    <w:p w:rsidR="00DB74C5" w:rsidRDefault="00DB74C5" w:rsidP="00DB74C5"/>
    <w:p w:rsidR="00DB74C5" w:rsidRDefault="00DB74C5" w:rsidP="00DB74C5"/>
    <w:p w:rsidR="00DB74C5" w:rsidRPr="007E2477" w:rsidRDefault="00DB74C5" w:rsidP="00DB74C5"/>
    <w:p w:rsidR="00DB74C5" w:rsidRPr="001703B7" w:rsidRDefault="00DB74C5" w:rsidP="00DB74C5">
      <w:pPr>
        <w:spacing w:line="300" w:lineRule="exact"/>
        <w:rPr>
          <w:rFonts w:ascii="Arial" w:hAnsi="Arial"/>
          <w:sz w:val="24"/>
        </w:rPr>
      </w:pPr>
    </w:p>
    <w:p w:rsidR="00DB74C5" w:rsidRPr="001703B7" w:rsidRDefault="00DB74C5" w:rsidP="00DB74C5">
      <w:pPr>
        <w:spacing w:line="300" w:lineRule="exact"/>
        <w:rPr>
          <w:rFonts w:ascii="Arial" w:hAnsi="Arial"/>
          <w:sz w:val="24"/>
        </w:rPr>
      </w:pPr>
    </w:p>
    <w:p w:rsidR="00DB74C5" w:rsidRPr="001703B7" w:rsidRDefault="00DB74C5" w:rsidP="00DB74C5">
      <w:pPr>
        <w:spacing w:line="300" w:lineRule="exact"/>
        <w:rPr>
          <w:rFonts w:ascii="Arial" w:hAnsi="Arial"/>
          <w:sz w:val="24"/>
        </w:rPr>
      </w:pPr>
    </w:p>
    <w:p w:rsidR="00DB74C5" w:rsidRPr="001703B7" w:rsidRDefault="00DB74C5" w:rsidP="00DB74C5">
      <w:pPr>
        <w:spacing w:line="300" w:lineRule="exact"/>
        <w:rPr>
          <w:rFonts w:ascii="Arial" w:hAnsi="Arial"/>
          <w:color w:val="000000"/>
          <w:sz w:val="24"/>
        </w:rPr>
      </w:pPr>
    </w:p>
    <w:p w:rsidR="00DB74C5" w:rsidRPr="001703B7" w:rsidRDefault="00DB74C5" w:rsidP="00DB74C5">
      <w:pPr>
        <w:spacing w:line="300" w:lineRule="exact"/>
        <w:rPr>
          <w:rFonts w:ascii="Arial" w:hAnsi="Arial"/>
          <w:color w:val="000000"/>
          <w:sz w:val="24"/>
        </w:rPr>
      </w:pPr>
    </w:p>
    <w:p w:rsidR="00DB74C5" w:rsidRPr="001703B7" w:rsidRDefault="00DB74C5" w:rsidP="00DB74C5">
      <w:pPr>
        <w:spacing w:line="300" w:lineRule="exact"/>
        <w:rPr>
          <w:rFonts w:ascii="Arial" w:hAnsi="Arial"/>
          <w:color w:val="000000"/>
          <w:sz w:val="24"/>
        </w:rPr>
      </w:pPr>
    </w:p>
    <w:p w:rsidR="00DB74C5" w:rsidRPr="001703B7" w:rsidRDefault="00DB74C5" w:rsidP="00DB74C5">
      <w:pPr>
        <w:spacing w:line="300" w:lineRule="exact"/>
        <w:rPr>
          <w:rFonts w:ascii="Arial" w:hAnsi="Arial"/>
          <w:color w:val="000000"/>
          <w:sz w:val="24"/>
        </w:rPr>
      </w:pPr>
    </w:p>
    <w:p w:rsidR="00DB74C5" w:rsidRPr="001703B7" w:rsidRDefault="007D671B" w:rsidP="00DB74C5">
      <w:pPr>
        <w:spacing w:line="300" w:lineRule="exact"/>
        <w:rPr>
          <w:rFonts w:ascii="Arial" w:hAnsi="Arial"/>
          <w:color w:val="000000"/>
          <w:sz w:val="24"/>
        </w:rPr>
      </w:pPr>
      <w:r w:rsidRPr="001703B7">
        <w:rPr>
          <w:rFonts w:ascii="Arial" w:hAnsi="Arial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51027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112395</wp:posOffset>
                </wp:positionV>
                <wp:extent cx="5715000" cy="0"/>
                <wp:effectExtent l="14605" t="12065" r="13970" b="6985"/>
                <wp:wrapNone/>
                <wp:docPr id="288" name="Line 1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0125F1" id="Line 1372" o:spid="_x0000_s1026" style="position:absolute;z-index:25151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85pt" to="450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" o:allowincell="f" strokeweight="1pt"/>
            </w:pict>
          </mc:Fallback>
        </mc:AlternateContent>
      </w:r>
    </w:p>
    <w:p w:rsidR="00DB74C5" w:rsidRPr="001703B7" w:rsidRDefault="00DB74C5" w:rsidP="00DB74C5">
      <w:pPr>
        <w:pStyle w:val="Koptekst"/>
        <w:tabs>
          <w:tab w:val="clear" w:pos="4536"/>
          <w:tab w:val="clear" w:pos="9072"/>
        </w:tabs>
      </w:pPr>
    </w:p>
    <w:p w:rsidR="00DB74C5" w:rsidRPr="00226AA1" w:rsidRDefault="00DB74C5" w:rsidP="00DB74C5">
      <w:pPr>
        <w:pStyle w:val="Kop1"/>
        <w:spacing w:line="360" w:lineRule="auto"/>
        <w:jc w:val="center"/>
        <w:rPr>
          <w:b/>
          <w:sz w:val="40"/>
          <w:szCs w:val="40"/>
        </w:rPr>
      </w:pPr>
      <w:r w:rsidRPr="00226AA1">
        <w:rPr>
          <w:b/>
          <w:sz w:val="40"/>
          <w:szCs w:val="40"/>
        </w:rPr>
        <w:t>C</w:t>
      </w:r>
      <w:r w:rsidR="003B77A8">
        <w:rPr>
          <w:b/>
          <w:sz w:val="40"/>
          <w:szCs w:val="40"/>
        </w:rPr>
        <w:t>Q</w:t>
      </w:r>
      <w:r w:rsidR="00B32186">
        <w:rPr>
          <w:b/>
          <w:sz w:val="40"/>
          <w:szCs w:val="40"/>
        </w:rPr>
        <w:t>-index Lichame</w:t>
      </w:r>
      <w:r w:rsidR="000F4F6C">
        <w:rPr>
          <w:b/>
          <w:sz w:val="40"/>
          <w:szCs w:val="40"/>
        </w:rPr>
        <w:t xml:space="preserve">lijke </w:t>
      </w:r>
      <w:r w:rsidRPr="00226AA1">
        <w:rPr>
          <w:b/>
          <w:sz w:val="40"/>
          <w:szCs w:val="40"/>
        </w:rPr>
        <w:t>Gehandicaptenzorg</w:t>
      </w:r>
    </w:p>
    <w:p w:rsidR="00DB74C5" w:rsidRPr="00226AA1" w:rsidRDefault="00956228" w:rsidP="00DB74C5">
      <w:pPr>
        <w:pStyle w:val="Kop1"/>
        <w:spacing w:before="240" w:line="360" w:lineRule="auto"/>
        <w:jc w:val="center"/>
        <w:rPr>
          <w:rFonts w:cs="Arial"/>
          <w:bCs/>
          <w:sz w:val="28"/>
          <w:szCs w:val="28"/>
        </w:rPr>
      </w:pPr>
      <w:r>
        <w:rPr>
          <w:rFonts w:cs="Arial"/>
          <w:sz w:val="28"/>
          <w:szCs w:val="28"/>
        </w:rPr>
        <w:t xml:space="preserve">Ervaringen met </w:t>
      </w:r>
      <w:r w:rsidR="000976FE">
        <w:rPr>
          <w:rFonts w:cs="Arial"/>
          <w:sz w:val="28"/>
          <w:szCs w:val="28"/>
        </w:rPr>
        <w:t>ambulante hulp</w:t>
      </w:r>
    </w:p>
    <w:p w:rsidR="00DB74C5" w:rsidRPr="00226AA1" w:rsidRDefault="00DB74C5" w:rsidP="00DB74C5">
      <w:pPr>
        <w:jc w:val="center"/>
        <w:rPr>
          <w:rFonts w:ascii="Arial" w:hAnsi="Arial" w:cs="Arial"/>
          <w:sz w:val="28"/>
          <w:szCs w:val="28"/>
        </w:rPr>
      </w:pPr>
    </w:p>
    <w:p w:rsidR="00DB74C5" w:rsidRPr="00226AA1" w:rsidRDefault="00DB74C5" w:rsidP="00DB74C5">
      <w:pPr>
        <w:jc w:val="center"/>
        <w:rPr>
          <w:rFonts w:ascii="Arial" w:hAnsi="Arial" w:cs="Arial"/>
          <w:sz w:val="28"/>
          <w:szCs w:val="28"/>
        </w:rPr>
      </w:pPr>
      <w:r w:rsidRPr="00226AA1">
        <w:rPr>
          <w:rFonts w:ascii="Arial" w:hAnsi="Arial" w:cs="Arial"/>
          <w:sz w:val="28"/>
          <w:szCs w:val="28"/>
        </w:rPr>
        <w:t xml:space="preserve">Vragenlijst voor </w:t>
      </w:r>
      <w:r w:rsidR="00C1463C">
        <w:rPr>
          <w:rFonts w:ascii="Arial" w:hAnsi="Arial" w:cs="Arial"/>
          <w:sz w:val="28"/>
          <w:szCs w:val="28"/>
        </w:rPr>
        <w:t xml:space="preserve">volwassen </w:t>
      </w:r>
      <w:r w:rsidRPr="00226AA1">
        <w:rPr>
          <w:rFonts w:ascii="Arial" w:hAnsi="Arial" w:cs="Arial"/>
          <w:sz w:val="28"/>
          <w:szCs w:val="28"/>
        </w:rPr>
        <w:t>cliënt</w:t>
      </w:r>
      <w:r w:rsidR="00956228">
        <w:rPr>
          <w:rFonts w:ascii="Arial" w:hAnsi="Arial" w:cs="Arial"/>
          <w:sz w:val="28"/>
          <w:szCs w:val="28"/>
        </w:rPr>
        <w:t xml:space="preserve">en </w:t>
      </w:r>
    </w:p>
    <w:p w:rsidR="00DB74C5" w:rsidRPr="001703B7" w:rsidRDefault="00DB74C5" w:rsidP="00DB74C5">
      <w:pPr>
        <w:pStyle w:val="Kop1"/>
        <w:spacing w:line="300" w:lineRule="exact"/>
        <w:jc w:val="center"/>
        <w:rPr>
          <w:b/>
          <w:bCs/>
          <w:sz w:val="32"/>
        </w:rPr>
      </w:pPr>
    </w:p>
    <w:p w:rsidR="00DB74C5" w:rsidRPr="00226AA1" w:rsidRDefault="007D671B" w:rsidP="00DB74C5">
      <w:pPr>
        <w:spacing w:line="300" w:lineRule="exact"/>
      </w:pPr>
      <w:r w:rsidRPr="001703B7"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51129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5715000" cy="0"/>
                <wp:effectExtent l="14605" t="6350" r="13970" b="12700"/>
                <wp:wrapNone/>
                <wp:docPr id="287" name="Lin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8EEB8" id="Line 1373" o:spid="_x0000_s1026" style="position:absolute;z-index:25151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450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" o:allowincell="f" strokeweight="1pt"/>
            </w:pict>
          </mc:Fallback>
        </mc:AlternateContent>
      </w:r>
    </w:p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Default="00DB74C5" w:rsidP="00DB74C5"/>
    <w:p w:rsidR="00DB74C5" w:rsidRPr="00226AA1" w:rsidRDefault="00DB74C5" w:rsidP="00DB74C5"/>
    <w:p w:rsidR="00DB74C5" w:rsidRDefault="00DB74C5" w:rsidP="00DB74C5"/>
    <w:p w:rsidR="00956228" w:rsidRDefault="00956228" w:rsidP="00DB74C5"/>
    <w:p w:rsidR="00E37F50" w:rsidRDefault="00E37F50" w:rsidP="00DB74C5"/>
    <w:p w:rsidR="00E37F50" w:rsidRDefault="00E37F50" w:rsidP="00DB74C5"/>
    <w:p w:rsidR="00E37F50" w:rsidRDefault="00E37F50" w:rsidP="00DB74C5"/>
    <w:p w:rsidR="00956228" w:rsidRDefault="00956228" w:rsidP="00DB74C5"/>
    <w:p w:rsidR="00956228" w:rsidRDefault="00956228" w:rsidP="00DB74C5"/>
    <w:p w:rsidR="00DB74C5" w:rsidRPr="00226AA1" w:rsidRDefault="00DB74C5" w:rsidP="00DB74C5"/>
    <w:p w:rsidR="00DB74C5" w:rsidRDefault="007D671B" w:rsidP="00DB74C5">
      <w:r w:rsidRPr="00226AA1">
        <w:rPr>
          <w:noProof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31750</wp:posOffset>
                </wp:positionV>
                <wp:extent cx="5754370" cy="680085"/>
                <wp:effectExtent l="12700" t="9525" r="5080" b="5715"/>
                <wp:wrapNone/>
                <wp:docPr id="286" name="Text Box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37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008" w:rsidRDefault="009D7008" w:rsidP="00C1463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146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Deze vragenlijst is gebaseerd op het Kwaliteitskader Gehandicaptenzorg en is ontwikkeld door het ITS, Radboud Universiteit Nijmegen. </w:t>
                            </w:r>
                          </w:p>
                          <w:p w:rsidR="009D7008" w:rsidRPr="00C1463C" w:rsidRDefault="009D7008" w:rsidP="00C1463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Versie </w:t>
                            </w:r>
                            <w:r w:rsidR="004F056B"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4F056B"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="00924B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924B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juli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4F056B"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924B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  <w:p w:rsidR="009D7008" w:rsidRDefault="009D70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74" o:spid="_x0000_s1026" type="#_x0000_t202" style="position:absolute;margin-left:.6pt;margin-top:2.5pt;width:453.1pt;height:53.55pt;z-index:25151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">
                <v:textbox>
                  <w:txbxContent>
                    <w:p w:rsidR="009D7008" w:rsidRDefault="009D7008" w:rsidP="00C1463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C146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Deze vragenlijst is gebaseerd op het Kwaliteitskader Gehandicaptenzorg en is ontwikkeld door het ITS, Radboud Universiteit Nijmegen. </w:t>
                      </w:r>
                    </w:p>
                    <w:p w:rsidR="009D7008" w:rsidRPr="00C1463C" w:rsidRDefault="009D7008" w:rsidP="00C1463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Versie </w:t>
                      </w:r>
                      <w:r w:rsidR="004F056B"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  <w:r w:rsidR="004F056B"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  <w:r w:rsidR="00924B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, </w:t>
                      </w:r>
                      <w:r w:rsidR="00924B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juli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20</w:t>
                      </w:r>
                      <w:r w:rsidR="004F056B"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  <w:r w:rsidR="00924B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3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>
                      <w:pPr>
                        <w:rPr>
                          <w:rFonts w:ascii="Arial" w:hAnsi="Arial" w:cs="Arial"/>
                          <w:b/>
                          <w:vanish/>
                          <w:szCs w:val="18"/>
                        </w:rPr>
                      </w:pPr>
                    </w:p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  <w:p w:rsidR="009D7008" w:rsidRDefault="009D7008"/>
                  </w:txbxContent>
                </v:textbox>
              </v:shape>
            </w:pict>
          </mc:Fallback>
        </mc:AlternateContent>
      </w:r>
    </w:p>
    <w:p w:rsidR="00956228" w:rsidRDefault="00956228" w:rsidP="00DB74C5"/>
    <w:p w:rsidR="00E37F50" w:rsidRDefault="00E37F50" w:rsidP="00DB74C5"/>
    <w:p w:rsidR="00E37F50" w:rsidRDefault="00E37F50" w:rsidP="00DB74C5"/>
    <w:p w:rsidR="00E37F50" w:rsidRDefault="00E37F50" w:rsidP="00DB74C5"/>
    <w:p w:rsidR="00E37F50" w:rsidRDefault="00E37F50" w:rsidP="00DB74C5">
      <w:pPr>
        <w:sectPr w:rsidR="00E37F50" w:rsidSect="00793DB1">
          <w:footerReference w:type="even" r:id="rId13"/>
          <w:footerReference w:type="default" r:id="rId14"/>
          <w:pgSz w:w="11906" w:h="16838" w:code="9"/>
          <w:pgMar w:top="1418" w:right="1418" w:bottom="1985" w:left="1418" w:header="1418" w:footer="1418" w:gutter="0"/>
          <w:cols w:space="708"/>
          <w:titlePg/>
          <w:docGrid w:linePitch="360"/>
        </w:sectPr>
      </w:pPr>
    </w:p>
    <w:p w:rsidR="00956228" w:rsidRPr="00226AA1" w:rsidRDefault="00956228" w:rsidP="00DB74C5"/>
    <w:p w:rsidR="00B47C91" w:rsidRPr="00717275" w:rsidRDefault="00B47C91" w:rsidP="00271EB1">
      <w:pPr>
        <w:spacing w:line="276" w:lineRule="auto"/>
        <w:rPr>
          <w:rFonts w:ascii="Arial" w:hAnsi="Arial" w:cs="Arial"/>
          <w:szCs w:val="18"/>
        </w:rPr>
      </w:pPr>
    </w:p>
    <w:p w:rsidR="00DF6CF2" w:rsidRDefault="00DF6CF2" w:rsidP="00271EB1">
      <w:pPr>
        <w:spacing w:line="276" w:lineRule="auto"/>
        <w:rPr>
          <w:rFonts w:ascii="Arial" w:hAnsi="Arial" w:cs="Arial"/>
          <w:sz w:val="20"/>
        </w:rPr>
        <w:sectPr w:rsidR="00DF6CF2" w:rsidSect="00793DB1">
          <w:pgSz w:w="11906" w:h="16838" w:code="9"/>
          <w:pgMar w:top="1418" w:right="1418" w:bottom="1985" w:left="1418" w:header="1418" w:footer="1418" w:gutter="0"/>
          <w:cols w:space="708"/>
          <w:titlePg/>
          <w:docGrid w:linePitch="360"/>
        </w:sectPr>
      </w:pPr>
    </w:p>
    <w:p w:rsidR="00AF22AD" w:rsidRPr="004B3981" w:rsidRDefault="00722CC0" w:rsidP="00747E2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B3981">
        <w:rPr>
          <w:rFonts w:ascii="Arial" w:hAnsi="Arial" w:cs="Arial"/>
          <w:b/>
          <w:sz w:val="24"/>
          <w:szCs w:val="24"/>
        </w:rPr>
        <w:lastRenderedPageBreak/>
        <w:t>Belangrijk om te lezen voor u begint!</w:t>
      </w:r>
    </w:p>
    <w:p w:rsidR="00722CC0" w:rsidRPr="00B32186" w:rsidRDefault="00722CC0" w:rsidP="00747E25">
      <w:pPr>
        <w:spacing w:line="276" w:lineRule="auto"/>
        <w:jc w:val="both"/>
        <w:rPr>
          <w:rFonts w:ascii="Arial" w:hAnsi="Arial" w:cs="Arial"/>
        </w:rPr>
      </w:pPr>
    </w:p>
    <w:p w:rsidR="001626CD" w:rsidRPr="00B32186" w:rsidRDefault="001626CD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 xml:space="preserve">U </w:t>
      </w:r>
      <w:r w:rsidR="00661C27" w:rsidRPr="00B32186">
        <w:rPr>
          <w:rFonts w:ascii="Arial" w:hAnsi="Arial" w:cs="Arial"/>
        </w:rPr>
        <w:t xml:space="preserve">krijgt van </w:t>
      </w:r>
      <w:r w:rsidRPr="00B32186">
        <w:rPr>
          <w:rFonts w:ascii="Arial" w:hAnsi="Arial" w:cs="Arial"/>
        </w:rPr>
        <w:t>&lt;naam org&gt;</w:t>
      </w:r>
      <w:r w:rsidR="00FD41F9" w:rsidRPr="00B32186">
        <w:rPr>
          <w:rFonts w:ascii="Arial" w:hAnsi="Arial" w:cs="Arial"/>
        </w:rPr>
        <w:t xml:space="preserve"> </w:t>
      </w:r>
      <w:r w:rsidR="00661C27" w:rsidRPr="00B32186">
        <w:rPr>
          <w:rFonts w:ascii="Arial" w:hAnsi="Arial" w:cs="Arial"/>
        </w:rPr>
        <w:t xml:space="preserve">ambulante ondersteuning. Een begeleider van deze organisatie komt bij u thuis of op het werk om u te helpen. </w:t>
      </w:r>
      <w:r w:rsidRPr="00B32186">
        <w:rPr>
          <w:rFonts w:ascii="Arial" w:hAnsi="Arial" w:cs="Arial"/>
        </w:rPr>
        <w:t xml:space="preserve">&lt;Naam org&gt; wil </w:t>
      </w:r>
      <w:r w:rsidR="00722CC0" w:rsidRPr="00B32186">
        <w:rPr>
          <w:rFonts w:ascii="Arial" w:hAnsi="Arial" w:cs="Arial"/>
        </w:rPr>
        <w:t xml:space="preserve">graag weten </w:t>
      </w:r>
      <w:r w:rsidR="00FD41F9" w:rsidRPr="00B32186">
        <w:rPr>
          <w:rFonts w:ascii="Arial" w:hAnsi="Arial" w:cs="Arial"/>
        </w:rPr>
        <w:t xml:space="preserve">wat </w:t>
      </w:r>
      <w:r w:rsidR="00722CC0" w:rsidRPr="00B32186">
        <w:rPr>
          <w:rFonts w:ascii="Arial" w:hAnsi="Arial" w:cs="Arial"/>
        </w:rPr>
        <w:t>cli</w:t>
      </w:r>
      <w:r w:rsidR="00FD41F9" w:rsidRPr="00B32186">
        <w:rPr>
          <w:rFonts w:ascii="Arial" w:hAnsi="Arial" w:cs="Arial"/>
        </w:rPr>
        <w:t>ë</w:t>
      </w:r>
      <w:r w:rsidR="00722CC0" w:rsidRPr="00B32186">
        <w:rPr>
          <w:rFonts w:ascii="Arial" w:hAnsi="Arial" w:cs="Arial"/>
        </w:rPr>
        <w:t xml:space="preserve">nten </w:t>
      </w:r>
      <w:r w:rsidRPr="00B32186">
        <w:rPr>
          <w:rFonts w:ascii="Arial" w:hAnsi="Arial" w:cs="Arial"/>
        </w:rPr>
        <w:t>van deze hulp vind</w:t>
      </w:r>
      <w:r w:rsidR="00FD41F9" w:rsidRPr="00B32186">
        <w:rPr>
          <w:rFonts w:ascii="Arial" w:hAnsi="Arial" w:cs="Arial"/>
        </w:rPr>
        <w:t>en</w:t>
      </w:r>
      <w:r w:rsidR="00722CC0" w:rsidRPr="00B32186">
        <w:rPr>
          <w:rFonts w:ascii="Arial" w:hAnsi="Arial" w:cs="Arial"/>
        </w:rPr>
        <w:t xml:space="preserve">. </w:t>
      </w:r>
      <w:r w:rsidR="007642EC" w:rsidRPr="00B32186">
        <w:rPr>
          <w:rFonts w:ascii="Arial" w:hAnsi="Arial" w:cs="Arial"/>
        </w:rPr>
        <w:t xml:space="preserve">We zouden het </w:t>
      </w:r>
      <w:r w:rsidR="00722CC0" w:rsidRPr="00B32186">
        <w:rPr>
          <w:rFonts w:ascii="Arial" w:hAnsi="Arial" w:cs="Arial"/>
        </w:rPr>
        <w:t xml:space="preserve">op prijs stellen </w:t>
      </w:r>
      <w:r w:rsidR="007642EC" w:rsidRPr="00B32186">
        <w:rPr>
          <w:rFonts w:ascii="Arial" w:hAnsi="Arial" w:cs="Arial"/>
        </w:rPr>
        <w:t xml:space="preserve">als </w:t>
      </w:r>
      <w:r w:rsidR="00722CC0" w:rsidRPr="00B32186">
        <w:rPr>
          <w:rFonts w:ascii="Arial" w:hAnsi="Arial" w:cs="Arial"/>
        </w:rPr>
        <w:t>u de vragenlijst wilt invullen. De result</w:t>
      </w:r>
      <w:r w:rsidR="00722CC0" w:rsidRPr="00B32186">
        <w:rPr>
          <w:rFonts w:ascii="Arial" w:hAnsi="Arial" w:cs="Arial"/>
        </w:rPr>
        <w:t>a</w:t>
      </w:r>
      <w:r w:rsidR="00722CC0" w:rsidRPr="00B32186">
        <w:rPr>
          <w:rFonts w:ascii="Arial" w:hAnsi="Arial" w:cs="Arial"/>
        </w:rPr>
        <w:t>ten worden gebruikt om de hulp (nog) beter te maken.</w:t>
      </w:r>
      <w:r w:rsidR="001916C3" w:rsidRPr="00B32186">
        <w:rPr>
          <w:rFonts w:ascii="Arial" w:hAnsi="Arial" w:cs="Arial"/>
        </w:rPr>
        <w:t xml:space="preserve"> </w:t>
      </w:r>
    </w:p>
    <w:p w:rsidR="00934C0D" w:rsidRPr="00B32186" w:rsidRDefault="00934C0D" w:rsidP="00E51924">
      <w:pPr>
        <w:spacing w:line="276" w:lineRule="auto"/>
        <w:rPr>
          <w:rFonts w:ascii="Arial" w:hAnsi="Arial" w:cs="Arial"/>
        </w:rPr>
      </w:pPr>
    </w:p>
    <w:p w:rsidR="00C27CEF" w:rsidRDefault="000E734F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H</w:t>
      </w:r>
      <w:r w:rsidR="009875E6" w:rsidRPr="00B32186">
        <w:rPr>
          <w:rFonts w:ascii="Arial" w:hAnsi="Arial" w:cs="Arial"/>
        </w:rPr>
        <w:t>et is belangrijk dat u de vragen eerlijk beantwoord</w:t>
      </w:r>
      <w:r w:rsidR="00E56D76" w:rsidRPr="00B32186">
        <w:rPr>
          <w:rFonts w:ascii="Arial" w:hAnsi="Arial" w:cs="Arial"/>
        </w:rPr>
        <w:t>t</w:t>
      </w:r>
      <w:r w:rsidR="009875E6" w:rsidRPr="00B32186">
        <w:rPr>
          <w:rFonts w:ascii="Arial" w:hAnsi="Arial" w:cs="Arial"/>
        </w:rPr>
        <w:t xml:space="preserve">. </w:t>
      </w:r>
      <w:r w:rsidR="00A90AED" w:rsidRPr="00B32186">
        <w:rPr>
          <w:rFonts w:ascii="Arial" w:hAnsi="Arial" w:cs="Arial"/>
        </w:rPr>
        <w:t xml:space="preserve">Het gaat om </w:t>
      </w:r>
      <w:r w:rsidR="00A90AED" w:rsidRPr="00B32186">
        <w:rPr>
          <w:rFonts w:ascii="Arial" w:hAnsi="Arial" w:cs="Arial"/>
          <w:u w:val="single"/>
        </w:rPr>
        <w:t>uw</w:t>
      </w:r>
      <w:r w:rsidR="00A90AED" w:rsidRPr="00B32186">
        <w:rPr>
          <w:rFonts w:ascii="Arial" w:hAnsi="Arial" w:cs="Arial"/>
        </w:rPr>
        <w:t xml:space="preserve"> </w:t>
      </w:r>
      <w:r w:rsidR="00DB74C5" w:rsidRPr="00B32186">
        <w:rPr>
          <w:rFonts w:ascii="Arial" w:hAnsi="Arial" w:cs="Arial"/>
        </w:rPr>
        <w:t>ervaring</w:t>
      </w:r>
      <w:r w:rsidR="00E56D76" w:rsidRPr="00B32186">
        <w:rPr>
          <w:rFonts w:ascii="Arial" w:hAnsi="Arial" w:cs="Arial"/>
        </w:rPr>
        <w:t xml:space="preserve">, </w:t>
      </w:r>
      <w:r w:rsidR="00A90AED" w:rsidRPr="00B32186">
        <w:rPr>
          <w:rFonts w:ascii="Arial" w:hAnsi="Arial" w:cs="Arial"/>
        </w:rPr>
        <w:t>en die tel</w:t>
      </w:r>
      <w:r w:rsidR="00E56D76" w:rsidRPr="00B32186">
        <w:rPr>
          <w:rFonts w:ascii="Arial" w:hAnsi="Arial" w:cs="Arial"/>
        </w:rPr>
        <w:t>t</w:t>
      </w:r>
      <w:r w:rsidR="00A90AED" w:rsidRPr="00B32186">
        <w:rPr>
          <w:rFonts w:ascii="Arial" w:hAnsi="Arial" w:cs="Arial"/>
        </w:rPr>
        <w:t xml:space="preserve">. </w:t>
      </w:r>
      <w:r w:rsidR="00934C0D" w:rsidRPr="00B32186">
        <w:rPr>
          <w:rFonts w:ascii="Arial" w:hAnsi="Arial" w:cs="Arial"/>
        </w:rPr>
        <w:t xml:space="preserve">Er </w:t>
      </w:r>
      <w:r w:rsidR="009875E6" w:rsidRPr="00B32186">
        <w:rPr>
          <w:rFonts w:ascii="Arial" w:hAnsi="Arial" w:cs="Arial"/>
        </w:rPr>
        <w:t xml:space="preserve">bestaan </w:t>
      </w:r>
      <w:r w:rsidR="00934C0D" w:rsidRPr="00B32186">
        <w:rPr>
          <w:rFonts w:ascii="Arial" w:hAnsi="Arial" w:cs="Arial"/>
        </w:rPr>
        <w:t>geen foute of goede antwoorde</w:t>
      </w:r>
      <w:r w:rsidR="009875E6" w:rsidRPr="00B32186">
        <w:rPr>
          <w:rFonts w:ascii="Arial" w:hAnsi="Arial" w:cs="Arial"/>
        </w:rPr>
        <w:t xml:space="preserve">n. </w:t>
      </w:r>
      <w:r w:rsidR="00C27CEF">
        <w:rPr>
          <w:rFonts w:ascii="Arial" w:hAnsi="Arial" w:cs="Arial"/>
        </w:rPr>
        <w:t xml:space="preserve">Als u het prettig vindt, mag iemand u helpen bij het invullen van de vragen. Dit mag alleen geen begeleider van &lt;naam org&gt; zijn omdat veel vragen over hen gaan. </w:t>
      </w:r>
    </w:p>
    <w:p w:rsidR="00722CC0" w:rsidRPr="00B32186" w:rsidRDefault="00722CC0" w:rsidP="00E51924">
      <w:pPr>
        <w:spacing w:line="276" w:lineRule="auto"/>
        <w:rPr>
          <w:rFonts w:ascii="Arial" w:hAnsi="Arial" w:cs="Arial"/>
        </w:rPr>
      </w:pPr>
    </w:p>
    <w:p w:rsidR="00E6663E" w:rsidRPr="00B32186" w:rsidRDefault="00E6663E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 xml:space="preserve">Alles wat u invult, wordt </w:t>
      </w:r>
      <w:r w:rsidR="00722CC0" w:rsidRPr="00B32186">
        <w:rPr>
          <w:rFonts w:ascii="Arial" w:hAnsi="Arial" w:cs="Arial"/>
        </w:rPr>
        <w:t xml:space="preserve">anoniem en </w:t>
      </w:r>
      <w:r w:rsidRPr="00B32186">
        <w:rPr>
          <w:rFonts w:ascii="Arial" w:hAnsi="Arial" w:cs="Arial"/>
        </w:rPr>
        <w:t xml:space="preserve">vertrouwelijk verwerkt. </w:t>
      </w:r>
      <w:r w:rsidR="009345DA" w:rsidRPr="00B32186">
        <w:rPr>
          <w:rFonts w:ascii="Arial" w:hAnsi="Arial" w:cs="Arial"/>
        </w:rPr>
        <w:t xml:space="preserve">U stuurt de vragenlijst direct </w:t>
      </w:r>
      <w:r w:rsidR="00722CC0" w:rsidRPr="00B32186">
        <w:rPr>
          <w:rFonts w:ascii="Arial" w:hAnsi="Arial" w:cs="Arial"/>
        </w:rPr>
        <w:t xml:space="preserve">naar </w:t>
      </w:r>
      <w:r w:rsidR="003A5F09">
        <w:rPr>
          <w:rFonts w:ascii="Arial" w:hAnsi="Arial" w:cs="Arial"/>
        </w:rPr>
        <w:t>het</w:t>
      </w:r>
      <w:r w:rsidR="00722CC0" w:rsidRPr="00B32186">
        <w:rPr>
          <w:rFonts w:ascii="Arial" w:hAnsi="Arial" w:cs="Arial"/>
        </w:rPr>
        <w:t xml:space="preserve"> </w:t>
      </w:r>
      <w:r w:rsidR="00D31377" w:rsidRPr="00F21A92">
        <w:rPr>
          <w:rFonts w:ascii="Arial" w:hAnsi="Arial" w:cs="Arial"/>
        </w:rPr>
        <w:t>&lt;naam meetbureau&gt;</w:t>
      </w:r>
      <w:r w:rsidR="00722CC0" w:rsidRPr="00B32186">
        <w:rPr>
          <w:rFonts w:ascii="Arial" w:hAnsi="Arial" w:cs="Arial"/>
        </w:rPr>
        <w:t xml:space="preserve">. Niemand van &lt;naam org&gt; komt te weten wat u heeft ingevuld. </w:t>
      </w:r>
    </w:p>
    <w:p w:rsidR="00A039A2" w:rsidRPr="00B32186" w:rsidRDefault="00A039A2" w:rsidP="00E51924">
      <w:pPr>
        <w:spacing w:line="276" w:lineRule="auto"/>
        <w:rPr>
          <w:rFonts w:ascii="Arial" w:hAnsi="Arial" w:cs="Arial"/>
        </w:rPr>
      </w:pPr>
    </w:p>
    <w:p w:rsidR="00E6663E" w:rsidRPr="00B32186" w:rsidRDefault="00E6663E" w:rsidP="00E51924">
      <w:pPr>
        <w:spacing w:line="276" w:lineRule="auto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>Invullen van de vragenlijst</w:t>
      </w:r>
    </w:p>
    <w:p w:rsidR="00722CC0" w:rsidRDefault="00175736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Wilt u per vra</w:t>
      </w:r>
      <w:r w:rsidR="00722CC0" w:rsidRPr="00B32186">
        <w:rPr>
          <w:rFonts w:ascii="Arial" w:hAnsi="Arial" w:cs="Arial"/>
        </w:rPr>
        <w:t>ag é</w:t>
      </w:r>
      <w:r w:rsidR="006041FF" w:rsidRPr="00B32186">
        <w:rPr>
          <w:rFonts w:ascii="Arial" w:hAnsi="Arial" w:cs="Arial"/>
        </w:rPr>
        <w:t>én antwoord aankruisen.</w:t>
      </w:r>
      <w:r w:rsidR="005316F0" w:rsidRPr="00B32186">
        <w:rPr>
          <w:rFonts w:ascii="Arial" w:hAnsi="Arial" w:cs="Arial"/>
        </w:rPr>
        <w:t xml:space="preserve"> </w:t>
      </w:r>
      <w:r w:rsidR="00D31377" w:rsidRPr="00F21A92">
        <w:rPr>
          <w:rFonts w:ascii="Arial" w:hAnsi="Arial" w:cs="Arial"/>
        </w:rPr>
        <w:t>De vragen gaan over uw situatie in het afgelopen jaar.</w:t>
      </w:r>
    </w:p>
    <w:p w:rsidR="00B0223C" w:rsidRPr="00B32186" w:rsidRDefault="00B0223C" w:rsidP="00747E25">
      <w:pPr>
        <w:spacing w:line="276" w:lineRule="auto"/>
        <w:jc w:val="both"/>
        <w:rPr>
          <w:rFonts w:ascii="Arial" w:hAnsi="Arial" w:cs="Arial"/>
        </w:rPr>
      </w:pPr>
    </w:p>
    <w:p w:rsidR="00175736" w:rsidRPr="00B32186" w:rsidRDefault="00175736" w:rsidP="00747E25">
      <w:pPr>
        <w:tabs>
          <w:tab w:val="left" w:pos="1440"/>
        </w:tabs>
        <w:spacing w:line="276" w:lineRule="auto"/>
        <w:jc w:val="both"/>
        <w:rPr>
          <w:rFonts w:ascii="Arial" w:hAnsi="Arial" w:cs="Arial"/>
          <w:b/>
        </w:rPr>
      </w:pPr>
      <w:r w:rsidRPr="00B32186">
        <w:rPr>
          <w:rFonts w:ascii="Arial" w:hAnsi="Arial" w:cs="Arial"/>
          <w:b/>
        </w:rPr>
        <w:t xml:space="preserve">Voorbeeld: </w:t>
      </w:r>
      <w:r w:rsidR="008938C4" w:rsidRPr="00B32186">
        <w:rPr>
          <w:rFonts w:ascii="Arial" w:hAnsi="Arial" w:cs="Arial"/>
          <w:b/>
        </w:rPr>
        <w:tab/>
      </w:r>
      <w:r w:rsidR="00661C27" w:rsidRPr="00B32186">
        <w:rPr>
          <w:rFonts w:ascii="Arial" w:hAnsi="Arial" w:cs="Arial"/>
          <w:b/>
        </w:rPr>
        <w:t>Luisteren de begeleiders naar u</w:t>
      </w:r>
      <w:r w:rsidRPr="00B32186">
        <w:rPr>
          <w:rFonts w:ascii="Arial" w:hAnsi="Arial" w:cs="Arial"/>
          <w:b/>
        </w:rPr>
        <w:t xml:space="preserve">? </w:t>
      </w:r>
    </w:p>
    <w:p w:rsidR="00175736" w:rsidRPr="00B32186" w:rsidRDefault="00175736" w:rsidP="00747E25">
      <w:pPr>
        <w:spacing w:line="144" w:lineRule="auto"/>
        <w:jc w:val="both"/>
        <w:rPr>
          <w:rFonts w:ascii="Arial" w:hAnsi="Arial" w:cs="Arial"/>
          <w:i/>
        </w:rPr>
      </w:pPr>
    </w:p>
    <w:tbl>
      <w:tblPr>
        <w:tblW w:w="6830" w:type="dxa"/>
        <w:tblInd w:w="1440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470"/>
      </w:tblGrid>
      <w:tr w:rsidR="00175736" w:rsidRPr="00B32186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B32186" w:rsidRDefault="007D671B" w:rsidP="00747E2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both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3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335" t="13335" r="13970" b="13970"/>
                      <wp:wrapNone/>
                      <wp:docPr id="285" name="Text Box 1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C1463C" w:rsidRDefault="009D7008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2" o:spid="_x0000_s1027" type="#_x0000_t202" style="position:absolute;left:0;text-align:left;margin-left:0;margin-top:2pt;width:11.35pt;height:11.35pt;z-index:251513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lvylF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Pr="00C1463C" w:rsidRDefault="009D7008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B32186" w:rsidRDefault="007F261B" w:rsidP="00747E25">
            <w:pPr>
              <w:jc w:val="both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</w:t>
            </w:r>
            <w:r w:rsidR="00175736" w:rsidRPr="00B32186">
              <w:rPr>
                <w:rFonts w:ascii="Arial" w:hAnsi="Arial" w:cs="Arial"/>
              </w:rPr>
              <w:t>ooit</w:t>
            </w:r>
          </w:p>
        </w:tc>
      </w:tr>
      <w:tr w:rsidR="00175736" w:rsidRPr="00B32186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B32186" w:rsidRDefault="007D671B" w:rsidP="00747E2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both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4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335" t="11430" r="13970" b="6350"/>
                      <wp:wrapNone/>
                      <wp:docPr id="284" name="Text Box 1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C1463C" w:rsidRDefault="009D7008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3" o:spid="_x0000_s1028" type="#_x0000_t202" style="position:absolute;left:0;text-align:left;margin-left:0;margin-top:2pt;width:11.35pt;height:11.35pt;z-index:251514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udba4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Pr="00C1463C" w:rsidRDefault="009D7008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B32186" w:rsidRDefault="007F261B" w:rsidP="00747E25">
            <w:pPr>
              <w:jc w:val="both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</w:t>
            </w:r>
            <w:r w:rsidR="00175736" w:rsidRPr="00B32186">
              <w:rPr>
                <w:rFonts w:ascii="Arial" w:hAnsi="Arial" w:cs="Arial"/>
              </w:rPr>
              <w:t>oms</w:t>
            </w:r>
          </w:p>
        </w:tc>
      </w:tr>
      <w:tr w:rsidR="00175736" w:rsidRPr="00B32186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B32186" w:rsidRDefault="007D671B" w:rsidP="00747E2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both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5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335" t="8890" r="13970" b="8890"/>
                      <wp:wrapNone/>
                      <wp:docPr id="283" name="Text Box 1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C1463C" w:rsidRDefault="009D7008" w:rsidP="00C1463C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4" o:spid="_x0000_s1029" type="#_x0000_t202" style="position:absolute;left:0;text-align:left;margin-left:0;margin-top:2pt;width:11.35pt;height:11.35pt;z-index:251515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f4Wk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Pr="00C1463C" w:rsidRDefault="009D7008" w:rsidP="00C1463C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B32186" w:rsidRDefault="00175736" w:rsidP="00747E25">
            <w:pPr>
              <w:jc w:val="both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meestal </w:t>
            </w:r>
          </w:p>
        </w:tc>
      </w:tr>
      <w:tr w:rsidR="00175736" w:rsidRPr="00B32186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B32186" w:rsidRDefault="007D671B" w:rsidP="00747E2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both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6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335" t="7620" r="13970" b="10160"/>
                      <wp:wrapNone/>
                      <wp:docPr id="282" name="Text Box 1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C1463C" w:rsidRDefault="009D7008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5" o:spid="_x0000_s1030" type="#_x0000_t202" style="position:absolute;left:0;text-align:left;margin-left:0;margin-top:2pt;width:11.35pt;height:11.35pt;z-index:251516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vGLP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C1463C" w:rsidRDefault="009D7008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B32186" w:rsidRDefault="00175736" w:rsidP="00747E25">
            <w:pPr>
              <w:jc w:val="both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altijd </w:t>
            </w:r>
          </w:p>
        </w:tc>
      </w:tr>
    </w:tbl>
    <w:p w:rsidR="00175736" w:rsidRPr="00B32186" w:rsidRDefault="00175736" w:rsidP="00747E25">
      <w:pPr>
        <w:spacing w:line="276" w:lineRule="auto"/>
        <w:jc w:val="both"/>
        <w:rPr>
          <w:rFonts w:ascii="Arial" w:hAnsi="Arial" w:cs="Arial"/>
        </w:rPr>
      </w:pPr>
    </w:p>
    <w:p w:rsidR="00C27CEF" w:rsidRPr="00CA40A9" w:rsidRDefault="00C27CEF" w:rsidP="00E51924">
      <w:pPr>
        <w:spacing w:line="276" w:lineRule="auto"/>
        <w:rPr>
          <w:rFonts w:ascii="Arial" w:hAnsi="Arial" w:cs="Arial"/>
        </w:rPr>
      </w:pPr>
      <w:r w:rsidRPr="00CA40A9">
        <w:rPr>
          <w:rFonts w:ascii="Arial" w:hAnsi="Arial" w:cs="Arial"/>
        </w:rPr>
        <w:t xml:space="preserve">Bij vragen waar meer antwoorden </w:t>
      </w:r>
      <w:r>
        <w:rPr>
          <w:rFonts w:ascii="Arial" w:hAnsi="Arial" w:cs="Arial"/>
        </w:rPr>
        <w:t>aangekruist kunnen worden</w:t>
      </w:r>
      <w:r w:rsidRPr="00CA40A9">
        <w:rPr>
          <w:rFonts w:ascii="Arial" w:hAnsi="Arial" w:cs="Arial"/>
        </w:rPr>
        <w:t xml:space="preserve">, staat dit aangegeven. </w:t>
      </w:r>
    </w:p>
    <w:p w:rsidR="00722CC0" w:rsidRPr="00B32186" w:rsidRDefault="00722CC0" w:rsidP="00E51924">
      <w:pPr>
        <w:spacing w:line="276" w:lineRule="auto"/>
        <w:rPr>
          <w:rFonts w:ascii="Arial" w:hAnsi="Arial" w:cs="Arial"/>
        </w:rPr>
      </w:pPr>
    </w:p>
    <w:p w:rsidR="00AF22AD" w:rsidRPr="00B32186" w:rsidRDefault="00175736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Kruis ‘n</w:t>
      </w:r>
      <w:r w:rsidR="00716124">
        <w:rPr>
          <w:rFonts w:ascii="Arial" w:hAnsi="Arial" w:cs="Arial"/>
        </w:rPr>
        <w:t>.</w:t>
      </w:r>
      <w:r w:rsidRPr="00B32186">
        <w:rPr>
          <w:rFonts w:ascii="Arial" w:hAnsi="Arial" w:cs="Arial"/>
        </w:rPr>
        <w:t>v</w:t>
      </w:r>
      <w:r w:rsidR="00716124">
        <w:rPr>
          <w:rFonts w:ascii="Arial" w:hAnsi="Arial" w:cs="Arial"/>
        </w:rPr>
        <w:t>.</w:t>
      </w:r>
      <w:r w:rsidRPr="00B32186">
        <w:rPr>
          <w:rFonts w:ascii="Arial" w:hAnsi="Arial" w:cs="Arial"/>
        </w:rPr>
        <w:t>t</w:t>
      </w:r>
      <w:r w:rsidR="00716124">
        <w:rPr>
          <w:rFonts w:ascii="Arial" w:hAnsi="Arial" w:cs="Arial"/>
        </w:rPr>
        <w:t>.</w:t>
      </w:r>
      <w:r w:rsidRPr="00B32186">
        <w:rPr>
          <w:rFonts w:ascii="Arial" w:hAnsi="Arial" w:cs="Arial"/>
        </w:rPr>
        <w:t>’ (niet van toepassing) aan als u bepaalde hulp niet nodig heeft of niet wilt on</w:t>
      </w:r>
      <w:r w:rsidRPr="00B32186">
        <w:rPr>
          <w:rFonts w:ascii="Arial" w:hAnsi="Arial" w:cs="Arial"/>
        </w:rPr>
        <w:t>t</w:t>
      </w:r>
      <w:r w:rsidRPr="00B32186">
        <w:rPr>
          <w:rFonts w:ascii="Arial" w:hAnsi="Arial" w:cs="Arial"/>
        </w:rPr>
        <w:t xml:space="preserve">vangen. </w:t>
      </w:r>
    </w:p>
    <w:p w:rsidR="00AF22AD" w:rsidRPr="00B32186" w:rsidRDefault="00AF22AD" w:rsidP="00E51924">
      <w:pPr>
        <w:spacing w:line="276" w:lineRule="auto"/>
        <w:rPr>
          <w:rFonts w:ascii="Arial" w:hAnsi="Arial" w:cs="Arial"/>
        </w:rPr>
      </w:pPr>
    </w:p>
    <w:p w:rsidR="009345DA" w:rsidRDefault="009345DA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Soms kunt u vragen overslaan. Dit wordt aangegeven met een pijl. Deze pijl geeft de vo</w:t>
      </w:r>
      <w:r w:rsidRPr="00B32186">
        <w:rPr>
          <w:rFonts w:ascii="Arial" w:hAnsi="Arial" w:cs="Arial"/>
        </w:rPr>
        <w:t>l</w:t>
      </w:r>
      <w:r w:rsidRPr="00B32186">
        <w:rPr>
          <w:rFonts w:ascii="Arial" w:hAnsi="Arial" w:cs="Arial"/>
        </w:rPr>
        <w:t xml:space="preserve">gende vraag aan die u moet invullen. </w:t>
      </w:r>
    </w:p>
    <w:p w:rsidR="00B0223C" w:rsidRPr="00B32186" w:rsidRDefault="00B0223C" w:rsidP="00E51924">
      <w:pPr>
        <w:spacing w:line="276" w:lineRule="auto"/>
        <w:rPr>
          <w:rFonts w:ascii="Arial" w:hAnsi="Arial" w:cs="Arial"/>
        </w:rPr>
      </w:pPr>
    </w:p>
    <w:p w:rsidR="00175736" w:rsidRPr="00B32186" w:rsidRDefault="009345DA" w:rsidP="00E51924">
      <w:pPr>
        <w:tabs>
          <w:tab w:val="left" w:pos="1080"/>
        </w:tabs>
        <w:spacing w:line="276" w:lineRule="auto"/>
        <w:rPr>
          <w:rFonts w:ascii="Arial" w:hAnsi="Arial" w:cs="Arial"/>
          <w:b/>
        </w:rPr>
      </w:pPr>
      <w:r w:rsidRPr="00B32186">
        <w:rPr>
          <w:rFonts w:ascii="Arial" w:hAnsi="Arial" w:cs="Arial"/>
          <w:b/>
        </w:rPr>
        <w:t>Voorbeeld:</w:t>
      </w:r>
      <w:r w:rsidRPr="00B32186">
        <w:rPr>
          <w:rFonts w:ascii="Arial" w:hAnsi="Arial" w:cs="Arial"/>
          <w:b/>
        </w:rPr>
        <w:tab/>
      </w:r>
      <w:r w:rsidR="00BE75F4" w:rsidRPr="00B32186">
        <w:rPr>
          <w:rFonts w:ascii="Arial" w:hAnsi="Arial" w:cs="Arial"/>
          <w:b/>
        </w:rPr>
        <w:t>Gebruikt u een hulpmiddel</w:t>
      </w:r>
      <w:r w:rsidR="008938C4" w:rsidRPr="00B32186">
        <w:rPr>
          <w:rFonts w:ascii="Arial" w:hAnsi="Arial" w:cs="Arial"/>
          <w:b/>
        </w:rPr>
        <w:t>?</w:t>
      </w:r>
    </w:p>
    <w:p w:rsidR="004769C6" w:rsidRPr="00DE26D8" w:rsidRDefault="004769C6" w:rsidP="00E51924">
      <w:pPr>
        <w:tabs>
          <w:tab w:val="left" w:pos="1080"/>
        </w:tabs>
        <w:spacing w:line="144" w:lineRule="auto"/>
        <w:rPr>
          <w:rFonts w:ascii="Arial" w:hAnsi="Arial" w:cs="Arial"/>
        </w:rPr>
      </w:pPr>
    </w:p>
    <w:tbl>
      <w:tblPr>
        <w:tblW w:w="6237" w:type="dxa"/>
        <w:tblInd w:w="1440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634"/>
        <w:gridCol w:w="699"/>
        <w:gridCol w:w="4507"/>
      </w:tblGrid>
      <w:tr w:rsidR="004769C6" w:rsidRPr="00CA40A9" w:rsidTr="009D7008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4769C6" w:rsidRPr="008A54A2" w:rsidRDefault="007D671B" w:rsidP="00E51924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8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335" t="5080" r="13970" b="12700"/>
                      <wp:wrapNone/>
                      <wp:docPr id="281" name="Text Box 3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6436D5" w:rsidRDefault="009D7008" w:rsidP="004769C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6436D5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7" o:spid="_x0000_s1031" type="#_x0000_t202" style="position:absolute;margin-left:0;margin-top:2pt;width:11.35pt;height:11.35pt;z-index:251538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1IA9C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6436D5" w:rsidRDefault="009D7008" w:rsidP="004769C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436D5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4" w:type="dxa"/>
            <w:vAlign w:val="center"/>
          </w:tcPr>
          <w:p w:rsidR="004769C6" w:rsidRPr="00CA40A9" w:rsidRDefault="004769C6" w:rsidP="00E5192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699" w:type="dxa"/>
            <w:vAlign w:val="center"/>
          </w:tcPr>
          <w:p w:rsidR="004769C6" w:rsidRPr="008A54A2" w:rsidRDefault="007D671B" w:rsidP="00E5192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792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8255" t="59690" r="23495" b="54610"/>
                      <wp:wrapNone/>
                      <wp:docPr id="280" name="Line 3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89352D" id="Line 3646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gFRZTC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507" w:type="dxa"/>
            <w:vAlign w:val="center"/>
          </w:tcPr>
          <w:p w:rsidR="004769C6" w:rsidRPr="00CA40A9" w:rsidRDefault="004769C6" w:rsidP="00E51924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XX</w:t>
            </w:r>
          </w:p>
        </w:tc>
      </w:tr>
      <w:tr w:rsidR="004769C6" w:rsidRPr="00CA40A9" w:rsidTr="009D7008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4769C6" w:rsidRPr="008A54A2" w:rsidRDefault="007D671B" w:rsidP="00E51924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6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335" t="8890" r="13970" b="8890"/>
                      <wp:wrapNone/>
                      <wp:docPr id="279" name="Text Box 3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769C6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5" o:spid="_x0000_s1032" type="#_x0000_t202" style="position:absolute;margin-left:0;margin-top:2pt;width:11.35pt;height:11.35pt;z-index:251536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9LF0s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4769C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4" w:type="dxa"/>
            <w:vAlign w:val="center"/>
          </w:tcPr>
          <w:p w:rsidR="004769C6" w:rsidRPr="008A54A2" w:rsidRDefault="004769C6" w:rsidP="00E51924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699" w:type="dxa"/>
            <w:vAlign w:val="center"/>
          </w:tcPr>
          <w:p w:rsidR="004769C6" w:rsidRPr="008A54A2" w:rsidRDefault="004769C6" w:rsidP="00E5192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/>
                <w:noProof/>
              </w:rPr>
            </w:pPr>
          </w:p>
        </w:tc>
        <w:tc>
          <w:tcPr>
            <w:tcW w:w="4507" w:type="dxa"/>
            <w:vAlign w:val="center"/>
          </w:tcPr>
          <w:p w:rsidR="004769C6" w:rsidRDefault="004769C6" w:rsidP="00E51924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4769C6" w:rsidRDefault="004769C6" w:rsidP="00E51924">
      <w:pPr>
        <w:spacing w:line="276" w:lineRule="auto"/>
        <w:rPr>
          <w:rFonts w:ascii="Arial" w:hAnsi="Arial" w:cs="Arial"/>
        </w:rPr>
      </w:pPr>
    </w:p>
    <w:p w:rsidR="00AF22AD" w:rsidRPr="00B32186" w:rsidRDefault="003F7A00" w:rsidP="00E5192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 xml:space="preserve">Wilt u de ingevulde vragenlijst </w:t>
      </w:r>
      <w:r w:rsidRPr="00B32186">
        <w:rPr>
          <w:rFonts w:ascii="Arial" w:hAnsi="Arial" w:cs="Arial"/>
          <w:b/>
        </w:rPr>
        <w:t xml:space="preserve">binnen 14 dagen </w:t>
      </w:r>
      <w:r w:rsidRPr="00B32186">
        <w:rPr>
          <w:rFonts w:ascii="Arial" w:hAnsi="Arial" w:cs="Arial"/>
        </w:rPr>
        <w:t>in de bijgevoegde antwoordenvelop teru</w:t>
      </w:r>
      <w:r w:rsidRPr="00B32186">
        <w:rPr>
          <w:rFonts w:ascii="Arial" w:hAnsi="Arial" w:cs="Arial"/>
        </w:rPr>
        <w:t>g</w:t>
      </w:r>
      <w:r w:rsidRPr="00B32186">
        <w:rPr>
          <w:rFonts w:ascii="Arial" w:hAnsi="Arial" w:cs="Arial"/>
        </w:rPr>
        <w:t xml:space="preserve">sturen? Een postzegel is niet nodig. </w:t>
      </w:r>
    </w:p>
    <w:p w:rsidR="00661C27" w:rsidRDefault="00661C27" w:rsidP="00747E25">
      <w:pPr>
        <w:spacing w:line="276" w:lineRule="auto"/>
        <w:jc w:val="both"/>
        <w:rPr>
          <w:rFonts w:ascii="Arial" w:hAnsi="Arial" w:cs="Arial"/>
          <w:b/>
        </w:rPr>
      </w:pPr>
    </w:p>
    <w:p w:rsidR="00B0223C" w:rsidRPr="00B32186" w:rsidRDefault="00B0223C" w:rsidP="00747E25">
      <w:pPr>
        <w:spacing w:line="276" w:lineRule="auto"/>
        <w:jc w:val="both"/>
        <w:rPr>
          <w:rFonts w:ascii="Arial" w:hAnsi="Arial" w:cs="Arial"/>
          <w:b/>
        </w:rPr>
      </w:pPr>
    </w:p>
    <w:p w:rsidR="008F5988" w:rsidRDefault="003F7A00" w:rsidP="00747E25">
      <w:pPr>
        <w:spacing w:line="276" w:lineRule="auto"/>
        <w:jc w:val="both"/>
        <w:rPr>
          <w:rFonts w:ascii="Arial" w:hAnsi="Arial" w:cs="Arial"/>
          <w:b/>
        </w:rPr>
      </w:pPr>
      <w:r w:rsidRPr="00B32186">
        <w:rPr>
          <w:rFonts w:ascii="Arial" w:hAnsi="Arial" w:cs="Arial"/>
          <w:b/>
        </w:rPr>
        <w:t xml:space="preserve">Hartelijk dank </w:t>
      </w:r>
      <w:r w:rsidR="00AF22AD" w:rsidRPr="00B32186">
        <w:rPr>
          <w:rFonts w:ascii="Arial" w:hAnsi="Arial" w:cs="Arial"/>
          <w:b/>
        </w:rPr>
        <w:t xml:space="preserve">voor </w:t>
      </w:r>
      <w:r w:rsidR="009345DA" w:rsidRPr="00B32186">
        <w:rPr>
          <w:rFonts w:ascii="Arial" w:hAnsi="Arial" w:cs="Arial"/>
          <w:b/>
        </w:rPr>
        <w:t>het invullen van de vragenlijst.</w:t>
      </w:r>
    </w:p>
    <w:p w:rsidR="00B0223C" w:rsidRDefault="00B0223C" w:rsidP="00271EB1">
      <w:pPr>
        <w:spacing w:line="276" w:lineRule="auto"/>
        <w:rPr>
          <w:rFonts w:ascii="Arial" w:hAnsi="Arial" w:cs="Arial"/>
          <w:b/>
        </w:rPr>
      </w:pPr>
    </w:p>
    <w:p w:rsidR="008F5988" w:rsidRDefault="008F5988" w:rsidP="00271EB1">
      <w:pPr>
        <w:spacing w:line="276" w:lineRule="auto"/>
        <w:rPr>
          <w:rFonts w:ascii="Arial" w:hAnsi="Arial" w:cs="Arial"/>
          <w:b/>
        </w:rPr>
        <w:sectPr w:rsidR="008F5988" w:rsidSect="00B0223C">
          <w:pgSz w:w="11906" w:h="16838" w:code="9"/>
          <w:pgMar w:top="1418" w:right="1418" w:bottom="1985" w:left="1418" w:header="1701" w:footer="1701" w:gutter="0"/>
          <w:pgNumType w:start="1"/>
          <w:cols w:space="708"/>
          <w:titlePg/>
          <w:docGrid w:linePitch="360"/>
        </w:sectPr>
      </w:pPr>
    </w:p>
    <w:p w:rsidR="0064283C" w:rsidRPr="004B3981" w:rsidRDefault="000E734F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4B3981">
        <w:rPr>
          <w:rFonts w:ascii="Arial" w:hAnsi="Arial" w:cs="Arial"/>
          <w:b/>
          <w:sz w:val="24"/>
          <w:szCs w:val="24"/>
        </w:rPr>
        <w:lastRenderedPageBreak/>
        <w:t>A</w:t>
      </w:r>
      <w:r w:rsidR="00A06ED6">
        <w:rPr>
          <w:rFonts w:ascii="Arial" w:hAnsi="Arial" w:cs="Arial"/>
          <w:b/>
          <w:sz w:val="24"/>
          <w:szCs w:val="24"/>
        </w:rPr>
        <w:t>mbulante hulp</w:t>
      </w:r>
    </w:p>
    <w:p w:rsidR="00620FA2" w:rsidRPr="00B32186" w:rsidRDefault="00620FA2" w:rsidP="00271EB1">
      <w:pPr>
        <w:spacing w:line="276" w:lineRule="auto"/>
        <w:rPr>
          <w:rFonts w:ascii="Arial" w:hAnsi="Arial" w:cs="Arial"/>
        </w:rPr>
      </w:pPr>
    </w:p>
    <w:p w:rsidR="00C27CEF" w:rsidRPr="00B32186" w:rsidRDefault="00C27CEF" w:rsidP="00C27CEF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De volgende vragen gaan over de ambulante hulp die u krijgt van &lt;naam org&gt;. Uw begele</w:t>
      </w:r>
      <w:r w:rsidRPr="00B32186">
        <w:rPr>
          <w:rFonts w:ascii="Arial" w:hAnsi="Arial" w:cs="Arial"/>
        </w:rPr>
        <w:t>i</w:t>
      </w:r>
      <w:r w:rsidRPr="00B32186">
        <w:rPr>
          <w:rFonts w:ascii="Arial" w:hAnsi="Arial" w:cs="Arial"/>
        </w:rPr>
        <w:t xml:space="preserve">ders die </w:t>
      </w:r>
      <w:r>
        <w:rPr>
          <w:rFonts w:ascii="Arial" w:hAnsi="Arial" w:cs="Arial"/>
        </w:rPr>
        <w:t xml:space="preserve">u ondersteunen of begeleiden </w:t>
      </w:r>
      <w:r w:rsidRPr="00B32186">
        <w:rPr>
          <w:rFonts w:ascii="Arial" w:hAnsi="Arial" w:cs="Arial"/>
        </w:rPr>
        <w:t>noemen wij in deze vragenlijst de ambulant begele</w:t>
      </w:r>
      <w:r w:rsidRPr="00B32186">
        <w:rPr>
          <w:rFonts w:ascii="Arial" w:hAnsi="Arial" w:cs="Arial"/>
        </w:rPr>
        <w:t>i</w:t>
      </w:r>
      <w:r w:rsidRPr="00B32186">
        <w:rPr>
          <w:rFonts w:ascii="Arial" w:hAnsi="Arial" w:cs="Arial"/>
        </w:rPr>
        <w:t xml:space="preserve">ders. </w:t>
      </w:r>
    </w:p>
    <w:p w:rsidR="00E86870" w:rsidRPr="00E51924" w:rsidRDefault="00E86870" w:rsidP="00271EB1">
      <w:pPr>
        <w:spacing w:line="276" w:lineRule="auto"/>
        <w:ind w:left="454" w:hanging="454"/>
        <w:rPr>
          <w:rFonts w:ascii="Arial" w:hAnsi="Arial" w:cs="Arial"/>
        </w:rPr>
      </w:pPr>
    </w:p>
    <w:p w:rsidR="00213E06" w:rsidRPr="00B32186" w:rsidRDefault="00E86870" w:rsidP="001E022B">
      <w:pPr>
        <w:spacing w:line="276" w:lineRule="auto"/>
        <w:ind w:left="360" w:hanging="360"/>
        <w:rPr>
          <w:rFonts w:ascii="Arial" w:hAnsi="Arial" w:cs="Arial"/>
          <w:b/>
        </w:rPr>
      </w:pPr>
      <w:r w:rsidRPr="00B32186">
        <w:rPr>
          <w:rFonts w:ascii="Arial" w:hAnsi="Arial" w:cs="Arial"/>
          <w:b/>
        </w:rPr>
        <w:t>1</w:t>
      </w:r>
      <w:r w:rsidR="00910BD5">
        <w:rPr>
          <w:rFonts w:ascii="Arial" w:hAnsi="Arial" w:cs="Arial"/>
          <w:b/>
        </w:rPr>
        <w:t>a</w:t>
      </w:r>
      <w:r w:rsidR="00D10B09" w:rsidRPr="00B32186">
        <w:rPr>
          <w:rFonts w:ascii="Arial" w:hAnsi="Arial" w:cs="Arial"/>
          <w:b/>
        </w:rPr>
        <w:t>.</w:t>
      </w:r>
      <w:r w:rsidR="008F5988">
        <w:rPr>
          <w:rFonts w:ascii="Arial" w:hAnsi="Arial" w:cs="Arial"/>
          <w:b/>
        </w:rPr>
        <w:tab/>
      </w:r>
      <w:r w:rsidR="00661C27" w:rsidRPr="00B32186">
        <w:rPr>
          <w:rFonts w:ascii="Arial" w:hAnsi="Arial" w:cs="Arial"/>
          <w:b/>
        </w:rPr>
        <w:t xml:space="preserve">Krijgt u </w:t>
      </w:r>
      <w:r w:rsidR="00DA655D" w:rsidRPr="00B32186">
        <w:rPr>
          <w:rFonts w:ascii="Arial" w:hAnsi="Arial" w:cs="Arial"/>
          <w:b/>
        </w:rPr>
        <w:t xml:space="preserve">op </w:t>
      </w:r>
      <w:r w:rsidR="00A039A2" w:rsidRPr="00885219">
        <w:rPr>
          <w:rFonts w:ascii="Arial" w:hAnsi="Arial" w:cs="Arial"/>
          <w:b/>
          <w:u w:val="single"/>
        </w:rPr>
        <w:t>dit moment</w:t>
      </w:r>
      <w:r w:rsidR="00A039A2" w:rsidRPr="00B32186">
        <w:rPr>
          <w:rFonts w:ascii="Arial" w:hAnsi="Arial" w:cs="Arial"/>
          <w:b/>
        </w:rPr>
        <w:t xml:space="preserve"> </w:t>
      </w:r>
      <w:r w:rsidR="00661C27" w:rsidRPr="00B32186">
        <w:rPr>
          <w:rFonts w:ascii="Arial" w:hAnsi="Arial" w:cs="Arial"/>
          <w:b/>
        </w:rPr>
        <w:t xml:space="preserve">ambulante </w:t>
      </w:r>
      <w:r w:rsidR="00545510">
        <w:rPr>
          <w:rFonts w:ascii="Arial" w:hAnsi="Arial" w:cs="Arial"/>
          <w:b/>
        </w:rPr>
        <w:t>hulp</w:t>
      </w:r>
      <w:r w:rsidR="00661C27" w:rsidRPr="00B32186">
        <w:rPr>
          <w:rFonts w:ascii="Arial" w:hAnsi="Arial" w:cs="Arial"/>
          <w:b/>
        </w:rPr>
        <w:t xml:space="preserve"> </w:t>
      </w:r>
      <w:r w:rsidR="00363ACA">
        <w:rPr>
          <w:rFonts w:ascii="Arial" w:hAnsi="Arial" w:cs="Arial"/>
          <w:b/>
        </w:rPr>
        <w:t xml:space="preserve">van </w:t>
      </w:r>
      <w:r w:rsidR="000140FC" w:rsidRPr="00B32186">
        <w:rPr>
          <w:rFonts w:ascii="Arial" w:hAnsi="Arial" w:cs="Arial"/>
          <w:b/>
        </w:rPr>
        <w:t>&lt;naam org&gt;</w:t>
      </w:r>
      <w:r w:rsidR="00213E06" w:rsidRPr="00B32186">
        <w:rPr>
          <w:rFonts w:ascii="Arial" w:hAnsi="Arial" w:cs="Arial"/>
          <w:b/>
        </w:rPr>
        <w:t>?</w:t>
      </w:r>
    </w:p>
    <w:p w:rsidR="00663F62" w:rsidRPr="008A54A2" w:rsidRDefault="00663F62" w:rsidP="00663F62">
      <w:pPr>
        <w:spacing w:line="144" w:lineRule="auto"/>
        <w:rPr>
          <w:rFonts w:ascii="Arial" w:hAnsi="Arial" w:cs="Arial"/>
          <w:i/>
        </w:rPr>
      </w:pPr>
    </w:p>
    <w:tbl>
      <w:tblPr>
        <w:tblW w:w="8665" w:type="dxa"/>
        <w:tblInd w:w="378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2"/>
        <w:gridCol w:w="658"/>
        <w:gridCol w:w="756"/>
        <w:gridCol w:w="6859"/>
      </w:tblGrid>
      <w:tr w:rsidR="00663F62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2" w:type="dxa"/>
            <w:vAlign w:val="center"/>
          </w:tcPr>
          <w:p w:rsidR="00663F62" w:rsidRPr="00CA40A9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0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350" r="7620" b="11430"/>
                      <wp:wrapNone/>
                      <wp:docPr id="278" name="Text Box 3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C27CE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C27CE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9" o:spid="_x0000_s1033" type="#_x0000_t202" style="position:absolute;margin-left:0;margin-top:2pt;width:11.35pt;height:11.35pt;z-index:251540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gh7FH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C27CE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C27CE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F62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58" w:type="dxa"/>
            <w:vAlign w:val="center"/>
          </w:tcPr>
          <w:p w:rsidR="00663F62" w:rsidRPr="00CA40A9" w:rsidRDefault="00663F62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ja</w:t>
            </w:r>
          </w:p>
        </w:tc>
        <w:tc>
          <w:tcPr>
            <w:tcW w:w="756" w:type="dxa"/>
            <w:vAlign w:val="center"/>
          </w:tcPr>
          <w:p w:rsidR="00663F62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201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2700" t="55245" r="19050" b="59055"/>
                      <wp:wrapNone/>
                      <wp:docPr id="277" name="Line 3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71AD59" id="Line 3650" o:spid="_x0000_s1026" style="position:absolute;z-index:2515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W7/s6i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Align w:val="center"/>
          </w:tcPr>
          <w:p w:rsidR="00663F62" w:rsidRPr="00CA40A9" w:rsidRDefault="00663F62" w:rsidP="0076654F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</w:p>
        </w:tc>
      </w:tr>
      <w:tr w:rsidR="00663F62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2" w:type="dxa"/>
            <w:vAlign w:val="center"/>
          </w:tcPr>
          <w:p w:rsidR="00663F62" w:rsidRPr="00CA40A9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9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795" r="7620" b="6985"/>
                      <wp:wrapNone/>
                      <wp:docPr id="276" name="Text Box 3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C27CE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C27CE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8" o:spid="_x0000_s1034" type="#_x0000_t202" style="position:absolute;margin-left:0;margin-top:2pt;width:11.35pt;height:11.35pt;z-index:251539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jVJAIAAE0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HBbI1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C27CE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C27CE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F62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58" w:type="dxa"/>
            <w:vAlign w:val="center"/>
          </w:tcPr>
          <w:p w:rsidR="00663F62" w:rsidRPr="00CA40A9" w:rsidRDefault="00663F62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nee</w:t>
            </w:r>
          </w:p>
        </w:tc>
        <w:tc>
          <w:tcPr>
            <w:tcW w:w="756" w:type="dxa"/>
            <w:vAlign w:val="center"/>
          </w:tcPr>
          <w:p w:rsidR="00663F62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304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2700" t="59690" r="19050" b="54610"/>
                      <wp:wrapNone/>
                      <wp:docPr id="275" name="Line 3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D1D720" id="Line 3651" o:spid="_x0000_s1026" style="position:absolute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ANw0WO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shd w:val="clear" w:color="auto" w:fill="auto"/>
            <w:vAlign w:val="center"/>
          </w:tcPr>
          <w:p w:rsidR="00663F62" w:rsidRPr="00CA40A9" w:rsidRDefault="00663F62" w:rsidP="0076654F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1b</w:t>
            </w:r>
          </w:p>
        </w:tc>
      </w:tr>
    </w:tbl>
    <w:p w:rsidR="00661C27" w:rsidRPr="00E51924" w:rsidRDefault="00661C27" w:rsidP="00271EB1">
      <w:pPr>
        <w:spacing w:line="276" w:lineRule="auto"/>
        <w:rPr>
          <w:rFonts w:ascii="Arial" w:hAnsi="Arial" w:cs="Arial"/>
        </w:rPr>
      </w:pPr>
    </w:p>
    <w:p w:rsidR="00910BD5" w:rsidRPr="00E51924" w:rsidRDefault="00910BD5" w:rsidP="00271EB1">
      <w:pPr>
        <w:spacing w:line="276" w:lineRule="auto"/>
        <w:rPr>
          <w:rFonts w:ascii="Arial" w:hAnsi="Arial" w:cs="Arial"/>
        </w:rPr>
      </w:pPr>
    </w:p>
    <w:p w:rsidR="00910BD5" w:rsidRPr="00B32186" w:rsidRDefault="00910BD5" w:rsidP="00910BD5">
      <w:pPr>
        <w:spacing w:line="276" w:lineRule="auto"/>
        <w:ind w:left="360" w:hanging="360"/>
        <w:rPr>
          <w:rFonts w:ascii="Arial" w:hAnsi="Arial" w:cs="Arial"/>
          <w:b/>
        </w:rPr>
      </w:pPr>
      <w:r w:rsidRPr="00B32186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b</w:t>
      </w:r>
      <w:r w:rsidRPr="00B32186">
        <w:rPr>
          <w:rFonts w:ascii="Arial" w:hAnsi="Arial" w:cs="Arial"/>
          <w:b/>
        </w:rPr>
        <w:t>.</w:t>
      </w:r>
      <w:r w:rsidR="008F5988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Heeft u in het </w:t>
      </w:r>
      <w:r w:rsidRPr="007555EB">
        <w:rPr>
          <w:rFonts w:ascii="Arial" w:hAnsi="Arial" w:cs="Arial"/>
          <w:b/>
          <w:u w:val="single"/>
        </w:rPr>
        <w:t xml:space="preserve">afgelopen </w:t>
      </w:r>
      <w:r w:rsidR="00885219" w:rsidRPr="007555EB">
        <w:rPr>
          <w:rFonts w:ascii="Arial" w:hAnsi="Arial" w:cs="Arial"/>
          <w:b/>
          <w:u w:val="single"/>
        </w:rPr>
        <w:t xml:space="preserve">half </w:t>
      </w:r>
      <w:r w:rsidRPr="007555EB">
        <w:rPr>
          <w:rFonts w:ascii="Arial" w:hAnsi="Arial" w:cs="Arial"/>
          <w:b/>
          <w:u w:val="single"/>
        </w:rPr>
        <w:t>jaar</w:t>
      </w:r>
      <w:r>
        <w:rPr>
          <w:rFonts w:ascii="Arial" w:hAnsi="Arial" w:cs="Arial"/>
          <w:b/>
        </w:rPr>
        <w:t xml:space="preserve"> ambulante </w:t>
      </w:r>
      <w:r w:rsidR="00545510">
        <w:rPr>
          <w:rFonts w:ascii="Arial" w:hAnsi="Arial" w:cs="Arial"/>
          <w:b/>
        </w:rPr>
        <w:t xml:space="preserve">hulp </w:t>
      </w:r>
      <w:r w:rsidRPr="00B32186">
        <w:rPr>
          <w:rFonts w:ascii="Arial" w:hAnsi="Arial" w:cs="Arial"/>
          <w:b/>
        </w:rPr>
        <w:t>van &lt;naam org&gt;</w:t>
      </w:r>
      <w:r>
        <w:rPr>
          <w:rFonts w:ascii="Arial" w:hAnsi="Arial" w:cs="Arial"/>
          <w:b/>
        </w:rPr>
        <w:t xml:space="preserve"> gekregen</w:t>
      </w:r>
      <w:r w:rsidRPr="00B32186">
        <w:rPr>
          <w:rFonts w:ascii="Arial" w:hAnsi="Arial" w:cs="Arial"/>
          <w:b/>
        </w:rPr>
        <w:t>?</w:t>
      </w:r>
    </w:p>
    <w:p w:rsidR="00663F62" w:rsidRPr="008A54A2" w:rsidRDefault="00663F62" w:rsidP="00663F62">
      <w:pPr>
        <w:spacing w:line="144" w:lineRule="auto"/>
        <w:rPr>
          <w:rFonts w:ascii="Arial" w:hAnsi="Arial" w:cs="Arial"/>
          <w:i/>
        </w:rPr>
      </w:pPr>
    </w:p>
    <w:tbl>
      <w:tblPr>
        <w:tblW w:w="8665" w:type="dxa"/>
        <w:tblInd w:w="378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78"/>
        <w:gridCol w:w="672"/>
        <w:gridCol w:w="756"/>
        <w:gridCol w:w="6859"/>
      </w:tblGrid>
      <w:tr w:rsidR="00663F62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78" w:type="dxa"/>
            <w:vAlign w:val="center"/>
          </w:tcPr>
          <w:p w:rsidR="00663F62" w:rsidRPr="00CA40A9" w:rsidRDefault="007D671B" w:rsidP="004F4AF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5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5080" r="7620" b="12700"/>
                      <wp:wrapNone/>
                      <wp:docPr id="274" name="Text Box 3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10B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10B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3" o:spid="_x0000_s1035" type="#_x0000_t202" style="position:absolute;margin-left:0;margin-top:2pt;width:11.35pt;height:11.35pt;z-index:251545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buEi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910B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10B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F62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72" w:type="dxa"/>
            <w:vAlign w:val="center"/>
          </w:tcPr>
          <w:p w:rsidR="00663F62" w:rsidRPr="00CA40A9" w:rsidRDefault="00663F62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ja</w:t>
            </w:r>
          </w:p>
        </w:tc>
        <w:tc>
          <w:tcPr>
            <w:tcW w:w="756" w:type="dxa"/>
            <w:vAlign w:val="center"/>
          </w:tcPr>
          <w:p w:rsidR="00663F62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611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2700" t="53975" r="19050" b="60325"/>
                      <wp:wrapNone/>
                      <wp:docPr id="273" name="Line 3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9D027E" id="Line 3654" o:spid="_x0000_s1026" style="position:absolute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wuPLAIAAE4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HYsLjy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Align w:val="center"/>
          </w:tcPr>
          <w:p w:rsidR="00663F62" w:rsidRPr="00CA40A9" w:rsidRDefault="00663F62" w:rsidP="004F4AF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</w:p>
        </w:tc>
      </w:tr>
      <w:tr w:rsidR="00663F62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78" w:type="dxa"/>
            <w:vAlign w:val="center"/>
          </w:tcPr>
          <w:p w:rsidR="00663F62" w:rsidRPr="00CA40A9" w:rsidRDefault="007D671B" w:rsidP="004F4AF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4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160" r="7620" b="7620"/>
                      <wp:wrapNone/>
                      <wp:docPr id="272" name="Text Box 3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10B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10B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2" o:spid="_x0000_s1036" type="#_x0000_t202" style="position:absolute;margin-left:0;margin-top:2pt;width:11.35pt;height:11.35pt;z-index:251544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7Xhs3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910B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10B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63F62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72" w:type="dxa"/>
            <w:vAlign w:val="center"/>
          </w:tcPr>
          <w:p w:rsidR="00663F62" w:rsidRPr="00CA40A9" w:rsidRDefault="00663F62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nee</w:t>
            </w:r>
          </w:p>
        </w:tc>
        <w:tc>
          <w:tcPr>
            <w:tcW w:w="756" w:type="dxa"/>
            <w:vAlign w:val="center"/>
          </w:tcPr>
          <w:p w:rsidR="00663F62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71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2700" t="59055" r="19050" b="55245"/>
                      <wp:wrapNone/>
                      <wp:docPr id="271" name="Line 3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A591E0" id="Line 3655" o:spid="_x0000_s1026" style="position:absolute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LrLAIAAE4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S/ei6y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Merge w:val="restart"/>
            <w:vAlign w:val="center"/>
          </w:tcPr>
          <w:p w:rsidR="00663F62" w:rsidRPr="00CA40A9" w:rsidRDefault="00663F62" w:rsidP="004F4AF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Vul de vragenlijst niet verder in. W</w:t>
            </w:r>
            <w:r w:rsidRPr="00CA40A9">
              <w:rPr>
                <w:rFonts w:ascii="Arial" w:hAnsi="Arial" w:cs="Arial"/>
              </w:rPr>
              <w:t>ilt u de lege vragenlijst terugsturen in de antwoordenvelop? Een postzegel is niet nodig.</w:t>
            </w:r>
          </w:p>
        </w:tc>
      </w:tr>
      <w:tr w:rsidR="00910BD5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78" w:type="dxa"/>
            <w:vAlign w:val="center"/>
          </w:tcPr>
          <w:p w:rsidR="00910BD5" w:rsidRPr="00CA40A9" w:rsidRDefault="00910BD5" w:rsidP="004F4AF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</w:p>
        </w:tc>
        <w:tc>
          <w:tcPr>
            <w:tcW w:w="672" w:type="dxa"/>
            <w:vAlign w:val="center"/>
          </w:tcPr>
          <w:p w:rsidR="00910BD5" w:rsidRPr="00CA40A9" w:rsidRDefault="00910BD5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756" w:type="dxa"/>
            <w:vAlign w:val="center"/>
          </w:tcPr>
          <w:p w:rsidR="00910BD5" w:rsidRPr="00CA40A9" w:rsidRDefault="00910BD5" w:rsidP="004F4AF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859" w:type="dxa"/>
            <w:vMerge/>
            <w:vAlign w:val="center"/>
          </w:tcPr>
          <w:p w:rsidR="00910BD5" w:rsidRPr="00CA40A9" w:rsidRDefault="00910BD5" w:rsidP="004F4AF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</w:tr>
    </w:tbl>
    <w:p w:rsidR="00910BD5" w:rsidRPr="00E51924" w:rsidRDefault="00910BD5" w:rsidP="00910BD5">
      <w:pPr>
        <w:spacing w:line="276" w:lineRule="auto"/>
        <w:rPr>
          <w:rFonts w:ascii="Arial" w:hAnsi="Arial" w:cs="Arial"/>
        </w:rPr>
      </w:pPr>
    </w:p>
    <w:p w:rsidR="00F53A10" w:rsidRPr="00E51924" w:rsidRDefault="00F53A10" w:rsidP="003A52DB">
      <w:pPr>
        <w:spacing w:line="276" w:lineRule="auto"/>
        <w:ind w:left="360" w:hanging="360"/>
        <w:rPr>
          <w:rFonts w:ascii="Arial" w:hAnsi="Arial" w:cs="Arial"/>
        </w:rPr>
      </w:pPr>
    </w:p>
    <w:p w:rsidR="00661C27" w:rsidRPr="00B32186" w:rsidRDefault="00C27CEF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C765CB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661C27" w:rsidRPr="00B32186">
        <w:rPr>
          <w:rFonts w:ascii="Arial" w:hAnsi="Arial" w:cs="Arial"/>
          <w:b/>
        </w:rPr>
        <w:t xml:space="preserve">Hoe vaak </w:t>
      </w:r>
      <w:r>
        <w:rPr>
          <w:rFonts w:ascii="Arial" w:hAnsi="Arial" w:cs="Arial"/>
          <w:b/>
        </w:rPr>
        <w:t>krijgt</w:t>
      </w:r>
      <w:r w:rsidR="009113E0">
        <w:rPr>
          <w:rFonts w:ascii="Arial" w:hAnsi="Arial" w:cs="Arial"/>
          <w:b/>
        </w:rPr>
        <w:t>/kreeg</w:t>
      </w:r>
      <w:r>
        <w:rPr>
          <w:rFonts w:ascii="Arial" w:hAnsi="Arial" w:cs="Arial"/>
          <w:b/>
        </w:rPr>
        <w:t xml:space="preserve"> u </w:t>
      </w:r>
      <w:r w:rsidR="00661C27" w:rsidRPr="00B32186">
        <w:rPr>
          <w:rFonts w:ascii="Arial" w:hAnsi="Arial" w:cs="Arial"/>
          <w:b/>
        </w:rPr>
        <w:t>ambulant</w:t>
      </w:r>
      <w:r w:rsidR="0019104A">
        <w:rPr>
          <w:rFonts w:ascii="Arial" w:hAnsi="Arial" w:cs="Arial"/>
          <w:b/>
        </w:rPr>
        <w:t>e</w:t>
      </w:r>
      <w:r w:rsidR="00661C27" w:rsidRPr="00B3218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hulp van &lt;naam org&gt;</w:t>
      </w:r>
      <w:r w:rsidR="00661C27" w:rsidRPr="00B32186">
        <w:rPr>
          <w:rFonts w:ascii="Arial" w:hAnsi="Arial" w:cs="Arial"/>
          <w:b/>
        </w:rPr>
        <w:t>?</w:t>
      </w:r>
    </w:p>
    <w:p w:rsidR="001916C3" w:rsidRPr="00B32186" w:rsidRDefault="001916C3" w:rsidP="001916C3">
      <w:pPr>
        <w:spacing w:line="144" w:lineRule="auto"/>
        <w:rPr>
          <w:rFonts w:ascii="Arial" w:hAnsi="Arial" w:cs="Arial"/>
          <w:i/>
        </w:rPr>
      </w:pPr>
    </w:p>
    <w:tbl>
      <w:tblPr>
        <w:tblW w:w="8665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73"/>
      </w:tblGrid>
      <w:tr w:rsidR="001916C3" w:rsidRPr="00B32186" w:rsidTr="00663F62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7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5715" r="7620" b="12065"/>
                      <wp:wrapNone/>
                      <wp:docPr id="270" name="Text Box 3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BE06BC" w:rsidRDefault="009D7008" w:rsidP="001916C3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18" o:spid="_x0000_s1037" type="#_x0000_t202" style="position:absolute;margin-left:0;margin-top:2pt;width:11.35pt;height:11.35pt;z-index:251517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0bMy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BE06BC" w:rsidRDefault="009D7008" w:rsidP="001916C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73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minder dan </w:t>
            </w:r>
            <w:r w:rsidR="00885219">
              <w:rPr>
                <w:rFonts w:ascii="Arial" w:hAnsi="Arial" w:cs="Arial"/>
              </w:rPr>
              <w:t>1</w:t>
            </w:r>
            <w:r w:rsidRPr="00B32186">
              <w:rPr>
                <w:rFonts w:ascii="Arial" w:hAnsi="Arial" w:cs="Arial"/>
              </w:rPr>
              <w:t xml:space="preserve"> keer in de 2 weken</w:t>
            </w:r>
          </w:p>
        </w:tc>
      </w:tr>
      <w:tr w:rsidR="001916C3" w:rsidRPr="00B32186" w:rsidTr="00663F62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8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2065" r="7620" b="5715"/>
                      <wp:wrapNone/>
                      <wp:docPr id="269" name="Text Box 3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BE06BC" w:rsidRDefault="009D7008" w:rsidP="001916C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19" o:spid="_x0000_s1038" type="#_x0000_t202" style="position:absolute;margin-left:0;margin-top:2pt;width:11.35pt;height:11.35pt;z-index:251518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G5F02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BE06BC" w:rsidRDefault="009D7008" w:rsidP="001916C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73" w:type="dxa"/>
            <w:vAlign w:val="center"/>
          </w:tcPr>
          <w:p w:rsidR="001916C3" w:rsidRPr="00B32186" w:rsidRDefault="00885219" w:rsidP="001916C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16C3" w:rsidRPr="00B32186">
              <w:rPr>
                <w:rFonts w:ascii="Arial" w:hAnsi="Arial" w:cs="Arial"/>
              </w:rPr>
              <w:t xml:space="preserve"> keer per </w:t>
            </w:r>
            <w:r w:rsidR="009A2284">
              <w:rPr>
                <w:rFonts w:ascii="Arial" w:hAnsi="Arial" w:cs="Arial"/>
              </w:rPr>
              <w:t xml:space="preserve">2 </w:t>
            </w:r>
            <w:r w:rsidR="001916C3" w:rsidRPr="00B32186">
              <w:rPr>
                <w:rFonts w:ascii="Arial" w:hAnsi="Arial" w:cs="Arial"/>
              </w:rPr>
              <w:t>weken</w:t>
            </w:r>
          </w:p>
        </w:tc>
      </w:tr>
      <w:tr w:rsidR="001916C3" w:rsidRPr="00B32186" w:rsidTr="00663F62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9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9525" r="7620" b="8255"/>
                      <wp:wrapNone/>
                      <wp:docPr id="268" name="Text Box 3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0" o:spid="_x0000_s1039" type="#_x0000_t202" style="position:absolute;margin-left:0;margin-top:2pt;width:11.35pt;height:11.35pt;z-index:251519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mvKuDC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73" w:type="dxa"/>
            <w:vAlign w:val="center"/>
          </w:tcPr>
          <w:p w:rsidR="001916C3" w:rsidRPr="00B32186" w:rsidRDefault="00885219" w:rsidP="001916C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916C3" w:rsidRPr="00B32186">
              <w:rPr>
                <w:rFonts w:ascii="Arial" w:hAnsi="Arial" w:cs="Arial"/>
              </w:rPr>
              <w:t xml:space="preserve"> keer per week</w:t>
            </w:r>
          </w:p>
        </w:tc>
      </w:tr>
      <w:tr w:rsidR="001916C3" w:rsidRPr="00B32186" w:rsidTr="00663F62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0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985" r="7620" b="10795"/>
                      <wp:wrapNone/>
                      <wp:docPr id="267" name="Text Box 3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1" o:spid="_x0000_s1040" type="#_x0000_t202" style="position:absolute;margin-left:0;margin-top:2pt;width:11.35pt;height:11.35pt;z-index:251520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73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meerdere keren per week</w:t>
            </w:r>
          </w:p>
        </w:tc>
      </w:tr>
      <w:tr w:rsidR="001916C3" w:rsidRPr="00B32186" w:rsidTr="00663F62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1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335" r="7620" b="13970"/>
                      <wp:wrapNone/>
                      <wp:docPr id="266" name="Text Box 3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2" o:spid="_x0000_s1041" type="#_x0000_t202" style="position:absolute;margin-left:0;margin-top:2pt;width:11.35pt;height:11.35pt;z-index:251521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brels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73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iedere dag</w:t>
            </w:r>
          </w:p>
        </w:tc>
      </w:tr>
    </w:tbl>
    <w:p w:rsidR="005E6531" w:rsidRDefault="005E6531" w:rsidP="00271EB1">
      <w:pPr>
        <w:spacing w:line="276" w:lineRule="auto"/>
        <w:rPr>
          <w:rFonts w:ascii="Arial" w:hAnsi="Arial" w:cs="Arial"/>
        </w:rPr>
      </w:pPr>
    </w:p>
    <w:p w:rsidR="00C27CEF" w:rsidRPr="00B32186" w:rsidRDefault="00C27CEF" w:rsidP="00271EB1">
      <w:pPr>
        <w:spacing w:line="276" w:lineRule="auto"/>
        <w:rPr>
          <w:rFonts w:ascii="Arial" w:hAnsi="Arial" w:cs="Arial"/>
        </w:rPr>
      </w:pPr>
    </w:p>
    <w:p w:rsidR="009A2284" w:rsidRDefault="009A2284" w:rsidP="009A2284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B32186">
        <w:rPr>
          <w:rFonts w:ascii="Arial" w:hAnsi="Arial" w:cs="Arial"/>
          <w:b/>
        </w:rPr>
        <w:t>.</w:t>
      </w:r>
      <w:r w:rsidRPr="00B32186">
        <w:rPr>
          <w:rFonts w:ascii="Arial" w:hAnsi="Arial" w:cs="Arial"/>
          <w:b/>
        </w:rPr>
        <w:tab/>
      </w:r>
      <w:r w:rsidR="00885219">
        <w:rPr>
          <w:rFonts w:ascii="Arial" w:hAnsi="Arial" w:cs="Arial"/>
          <w:b/>
        </w:rPr>
        <w:t>H</w:t>
      </w:r>
      <w:r>
        <w:rPr>
          <w:rFonts w:ascii="Arial" w:hAnsi="Arial" w:cs="Arial"/>
          <w:b/>
        </w:rPr>
        <w:t xml:space="preserve">oeveel uur </w:t>
      </w:r>
      <w:r w:rsidRPr="009A2284">
        <w:rPr>
          <w:rFonts w:ascii="Arial" w:hAnsi="Arial" w:cs="Arial"/>
          <w:b/>
          <w:u w:val="single"/>
        </w:rPr>
        <w:t>per week</w:t>
      </w:r>
      <w:r>
        <w:rPr>
          <w:rFonts w:ascii="Arial" w:hAnsi="Arial" w:cs="Arial"/>
          <w:b/>
        </w:rPr>
        <w:t xml:space="preserve"> krijgt</w:t>
      </w:r>
      <w:r w:rsidR="009113E0">
        <w:rPr>
          <w:rFonts w:ascii="Arial" w:hAnsi="Arial" w:cs="Arial"/>
          <w:b/>
        </w:rPr>
        <w:t>/kreeg</w:t>
      </w:r>
      <w:r>
        <w:rPr>
          <w:rFonts w:ascii="Arial" w:hAnsi="Arial" w:cs="Arial"/>
          <w:b/>
        </w:rPr>
        <w:t xml:space="preserve"> u a</w:t>
      </w:r>
      <w:r w:rsidRPr="00B32186">
        <w:rPr>
          <w:rFonts w:ascii="Arial" w:hAnsi="Arial" w:cs="Arial"/>
          <w:b/>
        </w:rPr>
        <w:t>mbulant</w:t>
      </w:r>
      <w:r>
        <w:rPr>
          <w:rFonts w:ascii="Arial" w:hAnsi="Arial" w:cs="Arial"/>
          <w:b/>
        </w:rPr>
        <w:t>e</w:t>
      </w:r>
      <w:r w:rsidRPr="00B3218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hulp van &lt;naam org&gt;</w:t>
      </w:r>
      <w:r w:rsidRPr="00B32186">
        <w:rPr>
          <w:rFonts w:ascii="Arial" w:hAnsi="Arial" w:cs="Arial"/>
          <w:b/>
        </w:rPr>
        <w:t>?</w:t>
      </w:r>
    </w:p>
    <w:p w:rsidR="00663F62" w:rsidRPr="008A54A2" w:rsidRDefault="00663F62" w:rsidP="00663F62">
      <w:pPr>
        <w:spacing w:line="144" w:lineRule="auto"/>
        <w:rPr>
          <w:rFonts w:ascii="Arial" w:hAnsi="Arial" w:cs="Arial"/>
          <w:i/>
        </w:rPr>
      </w:pPr>
    </w:p>
    <w:tbl>
      <w:tblPr>
        <w:tblW w:w="8413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021"/>
      </w:tblGrid>
      <w:tr w:rsidR="009A2284" w:rsidRPr="00B32186">
        <w:tc>
          <w:tcPr>
            <w:tcW w:w="392" w:type="dxa"/>
            <w:vAlign w:val="center"/>
          </w:tcPr>
          <w:p w:rsidR="009A2284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7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9525" r="7620" b="8255"/>
                      <wp:wrapNone/>
                      <wp:docPr id="265" name="Text Box 3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BE06BC" w:rsidRDefault="009D7008" w:rsidP="009A2284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7" o:spid="_x0000_s1042" type="#_x0000_t202" style="position:absolute;margin-left:0;margin-top:2pt;width:11.35pt;height:11.35pt;z-index:251527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mt6ec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BE06BC" w:rsidRDefault="009D7008" w:rsidP="009A2284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9A2284" w:rsidRPr="00B32186" w:rsidRDefault="009A2284" w:rsidP="0076654F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minder dan </w:t>
            </w:r>
            <w:r>
              <w:rPr>
                <w:rFonts w:ascii="Arial" w:hAnsi="Arial" w:cs="Arial"/>
              </w:rPr>
              <w:t xml:space="preserve">een half uur per week </w:t>
            </w:r>
          </w:p>
        </w:tc>
      </w:tr>
      <w:tr w:rsidR="009A2284" w:rsidRPr="00B32186">
        <w:tc>
          <w:tcPr>
            <w:tcW w:w="392" w:type="dxa"/>
            <w:vAlign w:val="center"/>
          </w:tcPr>
          <w:p w:rsidR="009A2284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8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985" r="7620" b="10795"/>
                      <wp:wrapNone/>
                      <wp:docPr id="264" name="Text Box 3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BE06BC" w:rsidRDefault="009D7008" w:rsidP="009A228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8" o:spid="_x0000_s1043" type="#_x0000_t202" style="position:absolute;margin-left:0;margin-top:2pt;width:11.35pt;height:11.35pt;z-index:251528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wZZ3a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Pr="00BE06BC" w:rsidRDefault="009D7008" w:rsidP="009A228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9A2284" w:rsidRPr="00B32186" w:rsidRDefault="009A2284" w:rsidP="0076654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B3218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uur per week</w:t>
            </w:r>
          </w:p>
        </w:tc>
      </w:tr>
      <w:tr w:rsidR="009A2284" w:rsidRPr="00B32186">
        <w:tc>
          <w:tcPr>
            <w:tcW w:w="392" w:type="dxa"/>
            <w:vAlign w:val="center"/>
          </w:tcPr>
          <w:p w:rsidR="009A2284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9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970" r="7620" b="13335"/>
                      <wp:wrapNone/>
                      <wp:docPr id="263" name="Text Box 3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A228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A228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9" o:spid="_x0000_s1044" type="#_x0000_t202" style="position:absolute;margin-left:0;margin-top:2pt;width:11.35pt;height:11.35pt;z-index:251529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Iy9JAIAAE0EAAAOAAAAZHJzL2Uyb0RvYy54bWysVNuO0zAQfUfiHyy/06SXrZa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AqSMv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9A228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A228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9A2284" w:rsidRPr="00B32186" w:rsidRDefault="009A2284" w:rsidP="0076654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uur per week</w:t>
            </w:r>
          </w:p>
        </w:tc>
      </w:tr>
      <w:tr w:rsidR="009A2284" w:rsidRPr="00B32186">
        <w:tc>
          <w:tcPr>
            <w:tcW w:w="392" w:type="dxa"/>
            <w:vAlign w:val="center"/>
          </w:tcPr>
          <w:p w:rsidR="009A2284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0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795" r="7620" b="6985"/>
                      <wp:wrapNone/>
                      <wp:docPr id="262" name="Text Box 3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A228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A228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0" o:spid="_x0000_s1045" type="#_x0000_t202" style="position:absolute;margin-left:0;margin-top:2pt;width:11.35pt;height:11.35pt;z-index:251530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0Dmm5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9A228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A228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9A2284" w:rsidRPr="00B32186" w:rsidRDefault="009A2284" w:rsidP="0076654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t/m 5 uur per week</w:t>
            </w:r>
          </w:p>
        </w:tc>
      </w:tr>
      <w:tr w:rsidR="009A2284" w:rsidRPr="00B32186">
        <w:tc>
          <w:tcPr>
            <w:tcW w:w="392" w:type="dxa"/>
            <w:vAlign w:val="center"/>
          </w:tcPr>
          <w:p w:rsidR="009A2284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1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8255" r="7620" b="9525"/>
                      <wp:wrapNone/>
                      <wp:docPr id="261" name="Text Box 3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A228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A228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1" o:spid="_x0000_s1046" type="#_x0000_t202" style="position:absolute;margin-left:0;margin-top:2pt;width:11.35pt;height:11.35pt;z-index:251531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EWrfEY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9A228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A228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9A2284" w:rsidRPr="00B32186" w:rsidRDefault="009A2284" w:rsidP="0076654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 dan 5 uur per week</w:t>
            </w:r>
          </w:p>
        </w:tc>
      </w:tr>
    </w:tbl>
    <w:p w:rsidR="009A2284" w:rsidRDefault="009A2284" w:rsidP="009A2284">
      <w:pPr>
        <w:spacing w:line="276" w:lineRule="auto"/>
        <w:rPr>
          <w:rFonts w:ascii="Arial" w:hAnsi="Arial" w:cs="Arial"/>
        </w:rPr>
      </w:pPr>
    </w:p>
    <w:p w:rsidR="009A2284" w:rsidRDefault="009A2284" w:rsidP="00271EB1">
      <w:pPr>
        <w:spacing w:line="276" w:lineRule="auto"/>
        <w:rPr>
          <w:rFonts w:ascii="Arial" w:hAnsi="Arial" w:cs="Arial"/>
        </w:rPr>
      </w:pPr>
    </w:p>
    <w:p w:rsidR="00661C27" w:rsidRPr="00B32186" w:rsidRDefault="00CE250F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9A2284">
        <w:rPr>
          <w:rFonts w:ascii="Arial" w:hAnsi="Arial" w:cs="Arial"/>
          <w:b/>
        </w:rPr>
        <w:lastRenderedPageBreak/>
        <w:t>4</w:t>
      </w:r>
      <w:r w:rsidR="00C765CB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661C27" w:rsidRPr="00B32186">
        <w:rPr>
          <w:rFonts w:ascii="Arial" w:hAnsi="Arial" w:cs="Arial"/>
          <w:b/>
        </w:rPr>
        <w:t xml:space="preserve">Waar helpen de ambulant begeleiders u bij? </w:t>
      </w:r>
    </w:p>
    <w:p w:rsidR="005E6531" w:rsidRPr="00B32186" w:rsidRDefault="001916C3" w:rsidP="003A52DB">
      <w:pPr>
        <w:spacing w:line="276" w:lineRule="auto"/>
        <w:ind w:left="360" w:hanging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ab/>
      </w:r>
      <w:r w:rsidR="005E6531" w:rsidRPr="00B32186">
        <w:rPr>
          <w:rFonts w:ascii="Arial" w:hAnsi="Arial" w:cs="Arial"/>
          <w:i/>
        </w:rPr>
        <w:t xml:space="preserve">Meer antwoorden </w:t>
      </w:r>
      <w:r w:rsidR="009A2284">
        <w:rPr>
          <w:rFonts w:ascii="Arial" w:hAnsi="Arial" w:cs="Arial"/>
          <w:i/>
        </w:rPr>
        <w:t xml:space="preserve">aankruisen mag. </w:t>
      </w:r>
    </w:p>
    <w:p w:rsidR="001916C3" w:rsidRPr="00B32186" w:rsidRDefault="001916C3" w:rsidP="001916C3">
      <w:pPr>
        <w:spacing w:line="144" w:lineRule="auto"/>
        <w:rPr>
          <w:rFonts w:ascii="Arial" w:hAnsi="Arial" w:cs="Arial"/>
          <w:i/>
        </w:rPr>
      </w:pPr>
    </w:p>
    <w:tbl>
      <w:tblPr>
        <w:tblW w:w="8413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021"/>
      </w:tblGrid>
      <w:tr w:rsidR="001916C3" w:rsidRPr="00B32186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2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970" r="7620" b="13335"/>
                      <wp:wrapNone/>
                      <wp:docPr id="260" name="Text Box 3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BE06BC" w:rsidRDefault="009D7008" w:rsidP="001916C3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8" o:spid="_x0000_s1047" type="#_x0000_t202" style="position:absolute;margin-left:0;margin-top:2pt;width:11.35pt;height:11.35pt;z-index:251522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StwJ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BE06BC" w:rsidRDefault="009D7008" w:rsidP="001916C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het zelfstandig wonen</w:t>
            </w:r>
          </w:p>
        </w:tc>
      </w:tr>
      <w:tr w:rsidR="001916C3" w:rsidRPr="00B32186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3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1430" r="7620" b="6350"/>
                      <wp:wrapNone/>
                      <wp:docPr id="259" name="Text Box 3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Pr="00BE06BC" w:rsidRDefault="009D7008" w:rsidP="001916C3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9" o:spid="_x0000_s1048" type="#_x0000_t202" style="position:absolute;margin-left:0;margin-top:2pt;width:11.35pt;height:11.35pt;z-index:251523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fEgc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Pr="00BE06BC" w:rsidRDefault="009D7008" w:rsidP="001916C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het werk (jobcoach)</w:t>
            </w:r>
          </w:p>
        </w:tc>
      </w:tr>
      <w:tr w:rsidR="001916C3" w:rsidRPr="00B32186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4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8890" r="7620" b="8890"/>
                      <wp:wrapNone/>
                      <wp:docPr id="258" name="Text Box 3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0" o:spid="_x0000_s1049" type="#_x0000_t202" style="position:absolute;margin-left:0;margin-top:2pt;width:11.35pt;height:11.35pt;z-index:251524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VX45M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bij de opvoeding van kinderen </w:t>
            </w:r>
          </w:p>
        </w:tc>
      </w:tr>
      <w:tr w:rsidR="001916C3" w:rsidRPr="00B32186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5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5715" r="7620" b="12065"/>
                      <wp:wrapNone/>
                      <wp:docPr id="257" name="Text Box 3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1" o:spid="_x0000_s1050" type="#_x0000_t202" style="position:absolute;margin-left:0;margin-top:2pt;width:11.35pt;height:11.35pt;z-index:251525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MP+L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het omgaan met mijn handicap</w:t>
            </w:r>
          </w:p>
        </w:tc>
      </w:tr>
      <w:tr w:rsidR="001916C3" w:rsidRPr="00B32186">
        <w:tc>
          <w:tcPr>
            <w:tcW w:w="392" w:type="dxa"/>
            <w:vAlign w:val="center"/>
          </w:tcPr>
          <w:p w:rsidR="001916C3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6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2700" r="7620" b="5080"/>
                      <wp:wrapNone/>
                      <wp:docPr id="256" name="Text Box 3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3" o:spid="_x0000_s1051" type="#_x0000_t202" style="position:absolute;margin-left:0;margin-top:2pt;width:11.35pt;height:11.35pt;z-index:251526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WvC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sV6Q4lh&#10;GkV6EkMgb2Egy8VqGSnqrS/Q89GibxjwBqVO5Xr7APybJwb2HTOtuHMO+k6wGlOcx5fZs6cjjo8g&#10;Vf8RaozEjgES0NA4HflDRgiio1TnqzwxGx5Drlbz1ZoSjlcXO0ZgxfTYOh/eC9AkGiV1qH4CZ6cH&#10;H0bXySXG8qBkfZBKpYNrq71y5MSwUw5ppfxfuClD+pJulut8rP+vEHlaf4LQMmDLK6lLenN1YkVk&#10;7Z2pMU1WBCbVaGN1ylxojMyNHIahGpJoy+Vm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lMWvC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1916C3" w:rsidRPr="00B32186" w:rsidRDefault="001916C3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administratie</w:t>
            </w:r>
            <w:r w:rsidR="00885219">
              <w:rPr>
                <w:rFonts w:ascii="Arial" w:hAnsi="Arial" w:cs="Arial"/>
              </w:rPr>
              <w:t xml:space="preserve"> en/of financiën</w:t>
            </w:r>
          </w:p>
        </w:tc>
      </w:tr>
      <w:tr w:rsidR="00D40351" w:rsidRPr="00B32186">
        <w:tc>
          <w:tcPr>
            <w:tcW w:w="392" w:type="dxa"/>
            <w:vAlign w:val="center"/>
          </w:tcPr>
          <w:p w:rsidR="00D40351" w:rsidRPr="00B32186" w:rsidRDefault="007D671B" w:rsidP="00D10FB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4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160" r="7620" b="7620"/>
                      <wp:wrapNone/>
                      <wp:docPr id="255" name="Text Box 3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7" o:spid="_x0000_s1052" type="#_x0000_t202" style="position:absolute;margin-left:0;margin-top:2pt;width:11.35pt;height:11.35pt;z-index:251534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Ic2NT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D40351" w:rsidRDefault="00D40351" w:rsidP="001916C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bij aanvragen van meer of andere hulp, woningaanpassingen of hulpmiddelen</w:t>
            </w:r>
          </w:p>
        </w:tc>
      </w:tr>
      <w:tr w:rsidR="00D40351" w:rsidRPr="00B32186">
        <w:tc>
          <w:tcPr>
            <w:tcW w:w="392" w:type="dxa"/>
            <w:vAlign w:val="center"/>
          </w:tcPr>
          <w:p w:rsidR="00D40351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2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985" r="7620" b="10795"/>
                      <wp:wrapNone/>
                      <wp:docPr id="254" name="Text Box 3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0" o:spid="_x0000_s1053" type="#_x0000_t202" style="position:absolute;margin-left:0;margin-top:2pt;width:11.35pt;height:11.35pt;z-index:251532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bjWMa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D40351" w:rsidRPr="00B32186" w:rsidRDefault="00D40351" w:rsidP="001916C3">
            <w:pPr>
              <w:tabs>
                <w:tab w:val="right" w:leader="dot" w:pos="540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het omgaan met andere mensen</w:t>
            </w:r>
          </w:p>
        </w:tc>
      </w:tr>
      <w:tr w:rsidR="00D40351" w:rsidRPr="00B32186">
        <w:tc>
          <w:tcPr>
            <w:tcW w:w="392" w:type="dxa"/>
            <w:vAlign w:val="center"/>
          </w:tcPr>
          <w:p w:rsidR="00D40351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3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970" r="7620" b="13335"/>
                      <wp:wrapNone/>
                      <wp:docPr id="253" name="Text Box 3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1" o:spid="_x0000_s1054" type="#_x0000_t202" style="position:absolute;margin-left:0;margin-top:2pt;width:11.35pt;height:11.35pt;z-index:251533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D13FLO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D40351" w:rsidRPr="00B32186" w:rsidRDefault="00D40351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het communiceren met anderen</w:t>
            </w:r>
          </w:p>
        </w:tc>
      </w:tr>
      <w:tr w:rsidR="00F21A92" w:rsidRPr="00B32186">
        <w:tc>
          <w:tcPr>
            <w:tcW w:w="392" w:type="dxa"/>
            <w:vAlign w:val="center"/>
          </w:tcPr>
          <w:p w:rsidR="00F21A92" w:rsidRPr="00B32186" w:rsidRDefault="007D671B" w:rsidP="001D6A0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1430" r="7620" b="6350"/>
                      <wp:wrapNone/>
                      <wp:docPr id="252" name="Text Box 4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4" o:spid="_x0000_s1055" type="#_x0000_t202" style="position:absolute;margin-left:0;margin-top:2pt;width:11.35pt;height:11.35pt;z-index:251789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l9dnD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F21A92" w:rsidRPr="00B32186" w:rsidRDefault="00F21A92" w:rsidP="001D6A0B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bij het </w:t>
            </w:r>
            <w:r>
              <w:rPr>
                <w:rFonts w:ascii="Arial" w:hAnsi="Arial" w:cs="Arial"/>
              </w:rPr>
              <w:t>structuur aanbrengen in het dagelijks leven / dagritme</w:t>
            </w:r>
          </w:p>
        </w:tc>
      </w:tr>
      <w:tr w:rsidR="00F21A92" w:rsidRPr="00B32186">
        <w:tc>
          <w:tcPr>
            <w:tcW w:w="392" w:type="dxa"/>
            <w:vAlign w:val="center"/>
          </w:tcPr>
          <w:p w:rsidR="00F21A92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8255" r="7620" b="9525"/>
                      <wp:wrapNone/>
                      <wp:docPr id="251" name="Text Box 4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0" o:spid="_x0000_s1056" type="#_x0000_t202" style="position:absolute;margin-left:0;margin-top:2pt;width:11.35pt;height:11.35pt;z-index:251785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AnGI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F21A92" w:rsidRPr="00B32186" w:rsidRDefault="00F21A92" w:rsidP="001916C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revalidatie</w:t>
            </w:r>
          </w:p>
        </w:tc>
      </w:tr>
      <w:tr w:rsidR="00F21A92" w:rsidRPr="00B32186">
        <w:tc>
          <w:tcPr>
            <w:tcW w:w="392" w:type="dxa"/>
            <w:vAlign w:val="center"/>
          </w:tcPr>
          <w:p w:rsidR="00F21A92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5715" r="7620" b="12065"/>
                      <wp:wrapNone/>
                      <wp:docPr id="250" name="Text Box 4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1" o:spid="_x0000_s1057" type="#_x0000_t202" style="position:absolute;margin-left:0;margin-top:2pt;width:11.35pt;height:11.35pt;z-index:251786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41sB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F21A92" w:rsidRPr="00B32186" w:rsidRDefault="00F21A92" w:rsidP="001916C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vaardigheidstraining</w:t>
            </w:r>
          </w:p>
        </w:tc>
      </w:tr>
      <w:tr w:rsidR="00F21A92" w:rsidRPr="00B32186">
        <w:tc>
          <w:tcPr>
            <w:tcW w:w="392" w:type="dxa"/>
            <w:vAlign w:val="center"/>
          </w:tcPr>
          <w:p w:rsidR="00F21A92" w:rsidRPr="00B32186" w:rsidRDefault="007D671B" w:rsidP="0076654F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2700" r="7620" b="5080"/>
                      <wp:wrapNone/>
                      <wp:docPr id="249" name="Text Box 4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2" o:spid="_x0000_s1058" type="#_x0000_t202" style="position:absolute;margin-left:0;margin-top:2pt;width:11.35pt;height:11.35pt;z-index:251787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Mbu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F21A92" w:rsidRPr="00B32186" w:rsidRDefault="00F21A92" w:rsidP="001916C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mobiliteitstraining</w:t>
            </w:r>
          </w:p>
        </w:tc>
      </w:tr>
      <w:tr w:rsidR="00F21A92" w:rsidRPr="00B32186">
        <w:tc>
          <w:tcPr>
            <w:tcW w:w="392" w:type="dxa"/>
            <w:vAlign w:val="center"/>
          </w:tcPr>
          <w:p w:rsidR="00F21A92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9525" r="7620" b="8255"/>
                      <wp:wrapNone/>
                      <wp:docPr id="248" name="Text Box 4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39" o:spid="_x0000_s1059" type="#_x0000_t202" style="position:absolute;margin-left:0;margin-top:2pt;width:11.35pt;height:11.35pt;z-index:251784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w4N32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F21A92" w:rsidRPr="00B32186" w:rsidRDefault="00F21A92" w:rsidP="001916C3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bij mijn zelfredzaamheid (keuzes maken, problemen oplossen)</w:t>
            </w:r>
          </w:p>
        </w:tc>
      </w:tr>
      <w:tr w:rsidR="00F21A92" w:rsidRPr="00B32186">
        <w:tc>
          <w:tcPr>
            <w:tcW w:w="392" w:type="dxa"/>
            <w:vAlign w:val="center"/>
          </w:tcPr>
          <w:p w:rsidR="00F21A92" w:rsidRPr="00B32186" w:rsidRDefault="007D671B" w:rsidP="001916C3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6985" r="7620" b="10795"/>
                      <wp:wrapNone/>
                      <wp:docPr id="247" name="Text Box 4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F21A92" w:rsidRDefault="00F21A92" w:rsidP="001916C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43" o:spid="_x0000_s1060" type="#_x0000_t202" style="position:absolute;margin-left:0;margin-top:2pt;width:11.35pt;height:11.35pt;z-index:251788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r/kS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F21A92" w:rsidRDefault="00F21A92" w:rsidP="001916C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F21A92" w:rsidRPr="00B32186" w:rsidRDefault="00F21A92" w:rsidP="00C4217B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9113E0" w:rsidRPr="00E51924" w:rsidRDefault="009113E0" w:rsidP="003A52DB">
      <w:pPr>
        <w:spacing w:line="276" w:lineRule="auto"/>
        <w:ind w:left="360" w:hanging="360"/>
        <w:rPr>
          <w:rFonts w:ascii="Arial" w:hAnsi="Arial" w:cs="Arial"/>
        </w:rPr>
      </w:pPr>
    </w:p>
    <w:p w:rsidR="00F21A92" w:rsidRPr="00E51924" w:rsidRDefault="00F21A92" w:rsidP="003A52DB">
      <w:pPr>
        <w:spacing w:line="276" w:lineRule="auto"/>
        <w:ind w:left="360" w:hanging="360"/>
        <w:rPr>
          <w:rFonts w:ascii="Arial" w:hAnsi="Arial" w:cs="Arial"/>
        </w:rPr>
      </w:pPr>
    </w:p>
    <w:p w:rsidR="00661C27" w:rsidRPr="00B32186" w:rsidRDefault="009A2284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5E6531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661C27" w:rsidRPr="00B32186">
        <w:rPr>
          <w:rFonts w:ascii="Arial" w:hAnsi="Arial" w:cs="Arial"/>
          <w:b/>
        </w:rPr>
        <w:t xml:space="preserve">Helpen de ambulant begeleiders u </w:t>
      </w:r>
      <w:r w:rsidR="008938C4" w:rsidRPr="00B32186">
        <w:rPr>
          <w:rFonts w:ascii="Arial" w:hAnsi="Arial" w:cs="Arial"/>
          <w:b/>
        </w:rPr>
        <w:t xml:space="preserve">voldoende </w:t>
      </w:r>
      <w:r w:rsidR="00661C27" w:rsidRPr="00B32186">
        <w:rPr>
          <w:rFonts w:ascii="Arial" w:hAnsi="Arial" w:cs="Arial"/>
          <w:b/>
        </w:rPr>
        <w:t>bij uw problemen / beperkingen</w:t>
      </w:r>
      <w:r w:rsidR="005E6531" w:rsidRPr="00B32186">
        <w:rPr>
          <w:rFonts w:ascii="Arial" w:hAnsi="Arial" w:cs="Arial"/>
          <w:b/>
        </w:rPr>
        <w:t>?</w:t>
      </w:r>
    </w:p>
    <w:p w:rsidR="005F72BB" w:rsidRPr="008A54A2" w:rsidRDefault="005F72BB" w:rsidP="005F72B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F72B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46" name="Text Box 38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6" o:spid="_x0000_s1061" type="#_x0000_t202" style="position:absolute;margin-left:0;margin-top:2pt;width:11.35pt;height:11.35pt;z-index:251599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FWHk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F72B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45" name="Text Box 3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7" o:spid="_x0000_s1062" type="#_x0000_t202" style="position:absolute;margin-left:0;margin-top:2pt;width:11.35pt;height:11.35pt;z-index:251600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S2R1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F72B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44" name="Text Box 38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8" o:spid="_x0000_s1063" type="#_x0000_t202" style="position:absolute;margin-left:0;margin-top:2pt;width:11.35pt;height:11.35pt;z-index:251601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9abcY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F72B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43" name="Text Box 38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9" o:spid="_x0000_s1064" type="#_x0000_t202" style="position:absolute;margin-left:0;margin-top:2pt;width:11.35pt;height:11.35pt;z-index:251602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6Jlf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F72BB" w:rsidRPr="008A54A2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F72BB" w:rsidRPr="00E51924" w:rsidRDefault="005F72BB" w:rsidP="005F72BB">
      <w:pPr>
        <w:spacing w:line="276" w:lineRule="auto"/>
        <w:rPr>
          <w:rFonts w:ascii="Arial" w:hAnsi="Arial" w:cs="Arial"/>
        </w:rPr>
      </w:pPr>
    </w:p>
    <w:p w:rsidR="005F72BB" w:rsidRPr="00E51924" w:rsidRDefault="005F72BB" w:rsidP="005F72BB">
      <w:pPr>
        <w:spacing w:line="276" w:lineRule="auto"/>
        <w:rPr>
          <w:rFonts w:ascii="Arial" w:hAnsi="Arial" w:cs="Arial"/>
        </w:rPr>
      </w:pPr>
    </w:p>
    <w:p w:rsidR="005E6531" w:rsidRPr="00B32186" w:rsidRDefault="009A2284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5E6531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5E6531" w:rsidRPr="00B32186">
        <w:rPr>
          <w:rFonts w:ascii="Arial" w:hAnsi="Arial" w:cs="Arial"/>
          <w:b/>
        </w:rPr>
        <w:t xml:space="preserve">Kunt u door de ambulante </w:t>
      </w:r>
      <w:r>
        <w:rPr>
          <w:rFonts w:ascii="Arial" w:hAnsi="Arial" w:cs="Arial"/>
          <w:b/>
        </w:rPr>
        <w:t>hulp</w:t>
      </w:r>
      <w:r w:rsidR="005E6531" w:rsidRPr="00B32186">
        <w:rPr>
          <w:rFonts w:ascii="Arial" w:hAnsi="Arial" w:cs="Arial"/>
          <w:b/>
        </w:rPr>
        <w:t xml:space="preserve"> beter omgaan met uw problemen / beperkingen?</w:t>
      </w:r>
    </w:p>
    <w:p w:rsidR="005F72BB" w:rsidRPr="008A54A2" w:rsidRDefault="005F72BB" w:rsidP="005F72BB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F72BB" w:rsidRPr="008A54A2" w:rsidTr="005F72B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42" name="Text Box 38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2" o:spid="_x0000_s1065" type="#_x0000_t202" style="position:absolute;margin-left:0;margin-top:2pt;width:11.35pt;height:11.35pt;z-index:251603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UKgg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F72BB" w:rsidRPr="00B32186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nee, helemaal niet </w:t>
            </w:r>
          </w:p>
        </w:tc>
      </w:tr>
      <w:tr w:rsidR="005F72BB" w:rsidRPr="008A54A2" w:rsidTr="005F72B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41" name="Text Box 38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3" o:spid="_x0000_s1066" type="#_x0000_t202" style="position:absolute;margin-left:0;margin-top:2pt;width:11.35pt;height:11.35pt;z-index:251604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jlM+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F72BB" w:rsidRPr="00B32186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een beetje</w:t>
            </w:r>
          </w:p>
        </w:tc>
      </w:tr>
      <w:tr w:rsidR="005F72BB" w:rsidRPr="008A54A2" w:rsidTr="005F72B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40" name="Text Box 3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4" o:spid="_x0000_s1067" type="#_x0000_t202" style="position:absolute;margin-left:0;margin-top:2pt;width:11.35pt;height:11.35pt;z-index:251605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N0N9Z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F72BB" w:rsidRPr="00B32186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grotendeels</w:t>
            </w:r>
          </w:p>
        </w:tc>
      </w:tr>
      <w:tr w:rsidR="005F72BB" w:rsidRPr="008A54A2" w:rsidTr="005F72B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F72B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39" name="Text Box 3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F72B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5" o:spid="_x0000_s1068" type="#_x0000_t202" style="position:absolute;margin-left:0;margin-top:2pt;width:11.35pt;height:11.35pt;z-index:251606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zwVD7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F72B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F72BB" w:rsidRPr="00B32186" w:rsidRDefault="005F72B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ja, helemaal</w:t>
            </w:r>
          </w:p>
        </w:tc>
      </w:tr>
    </w:tbl>
    <w:p w:rsidR="005F72BB" w:rsidRPr="00E51924" w:rsidRDefault="005F72BB" w:rsidP="005F72BB">
      <w:pPr>
        <w:spacing w:line="276" w:lineRule="auto"/>
        <w:rPr>
          <w:rFonts w:ascii="Arial" w:hAnsi="Arial" w:cs="Arial"/>
        </w:rPr>
      </w:pPr>
    </w:p>
    <w:p w:rsidR="005F72BB" w:rsidRPr="00E51924" w:rsidRDefault="005F72BB" w:rsidP="005F72BB">
      <w:pPr>
        <w:spacing w:line="276" w:lineRule="auto"/>
        <w:rPr>
          <w:rFonts w:ascii="Arial" w:hAnsi="Arial" w:cs="Arial"/>
        </w:rPr>
      </w:pPr>
    </w:p>
    <w:p w:rsidR="00D40351" w:rsidRPr="00E51924" w:rsidRDefault="00D40351" w:rsidP="008F468A">
      <w:pPr>
        <w:spacing w:line="276" w:lineRule="auto"/>
        <w:rPr>
          <w:rFonts w:ascii="Arial" w:hAnsi="Arial" w:cs="Arial"/>
        </w:rPr>
      </w:pPr>
    </w:p>
    <w:p w:rsidR="00373288" w:rsidRPr="00373288" w:rsidRDefault="009113E0" w:rsidP="009A2284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br w:type="page"/>
      </w:r>
      <w:r w:rsidR="009B54F0">
        <w:rPr>
          <w:rFonts w:ascii="Arial" w:hAnsi="Arial" w:cs="Arial"/>
          <w:b/>
        </w:rPr>
        <w:lastRenderedPageBreak/>
        <w:t>H</w:t>
      </w:r>
      <w:r w:rsidR="00373288" w:rsidRPr="00373288">
        <w:rPr>
          <w:rFonts w:ascii="Arial" w:hAnsi="Arial" w:cs="Arial"/>
          <w:b/>
          <w:sz w:val="24"/>
          <w:szCs w:val="24"/>
        </w:rPr>
        <w:t>ulpmiddelen</w:t>
      </w:r>
    </w:p>
    <w:p w:rsidR="00373288" w:rsidRPr="00E51924" w:rsidRDefault="00373288" w:rsidP="009A2284">
      <w:pPr>
        <w:spacing w:line="276" w:lineRule="auto"/>
        <w:rPr>
          <w:rFonts w:ascii="Arial" w:hAnsi="Arial" w:cs="Arial"/>
        </w:rPr>
      </w:pPr>
    </w:p>
    <w:p w:rsidR="00373288" w:rsidRPr="00373288" w:rsidRDefault="00373288" w:rsidP="009A2284">
      <w:pPr>
        <w:spacing w:line="276" w:lineRule="auto"/>
        <w:rPr>
          <w:rFonts w:ascii="Arial" w:hAnsi="Arial" w:cs="Arial"/>
        </w:rPr>
      </w:pPr>
      <w:r w:rsidRPr="00373288">
        <w:rPr>
          <w:rFonts w:ascii="Arial" w:hAnsi="Arial" w:cs="Arial"/>
        </w:rPr>
        <w:t xml:space="preserve">Nu komen er enkele vragen over de hulp bij het gebruik van hulpmiddelen. Het gaat hierbij om de </w:t>
      </w:r>
      <w:r w:rsidRPr="00373288">
        <w:rPr>
          <w:rFonts w:ascii="Arial" w:hAnsi="Arial" w:cs="Arial"/>
          <w:u w:val="single"/>
        </w:rPr>
        <w:t>afgelopen 12 maanden</w:t>
      </w:r>
      <w:r w:rsidRPr="00373288">
        <w:rPr>
          <w:rFonts w:ascii="Arial" w:hAnsi="Arial" w:cs="Arial"/>
        </w:rPr>
        <w:t xml:space="preserve">. </w:t>
      </w:r>
    </w:p>
    <w:p w:rsidR="00373288" w:rsidRPr="00E51924" w:rsidRDefault="00373288" w:rsidP="009A2284">
      <w:pPr>
        <w:spacing w:line="276" w:lineRule="auto"/>
        <w:rPr>
          <w:rFonts w:ascii="Arial" w:hAnsi="Arial" w:cs="Arial"/>
        </w:rPr>
      </w:pPr>
    </w:p>
    <w:p w:rsidR="00373288" w:rsidRDefault="00D6159F" w:rsidP="0037328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373288">
        <w:rPr>
          <w:rFonts w:ascii="Arial" w:hAnsi="Arial" w:cs="Arial"/>
          <w:b/>
        </w:rPr>
        <w:t>.</w:t>
      </w:r>
      <w:r w:rsidR="00CE250F">
        <w:rPr>
          <w:rFonts w:ascii="Arial" w:hAnsi="Arial" w:cs="Arial"/>
          <w:b/>
        </w:rPr>
        <w:tab/>
      </w:r>
      <w:r w:rsidR="00373288">
        <w:rPr>
          <w:rFonts w:ascii="Arial" w:hAnsi="Arial" w:cs="Arial"/>
          <w:b/>
        </w:rPr>
        <w:t>Gebruikt u een hulpmiddel? Bijvoorbeeld om u te verplaatsen, te communiceren met anderen of voor de dagelijkse dingen?</w:t>
      </w:r>
    </w:p>
    <w:p w:rsidR="00CE250F" w:rsidRPr="008A54A2" w:rsidRDefault="00CE250F" w:rsidP="00CE250F">
      <w:pPr>
        <w:spacing w:line="144" w:lineRule="auto"/>
        <w:rPr>
          <w:rFonts w:ascii="Arial" w:hAnsi="Arial" w:cs="Arial"/>
          <w:i/>
        </w:rPr>
      </w:pPr>
    </w:p>
    <w:tbl>
      <w:tblPr>
        <w:tblW w:w="8679" w:type="dxa"/>
        <w:tblInd w:w="364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78"/>
        <w:gridCol w:w="602"/>
        <w:gridCol w:w="728"/>
        <w:gridCol w:w="6971"/>
      </w:tblGrid>
      <w:tr w:rsidR="00CE250F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78" w:type="dxa"/>
            <w:vAlign w:val="center"/>
          </w:tcPr>
          <w:p w:rsidR="00CE250F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8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5080" r="6985" b="12700"/>
                      <wp:wrapNone/>
                      <wp:docPr id="238" name="Text Box 3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CE250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CE250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6" o:spid="_x0000_s1069" type="#_x0000_t202" style="position:absolute;margin-left:0;margin-top:2pt;width:11.35pt;height:11.35pt;z-index:251548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GYDm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CE250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CE250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250F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02" w:type="dxa"/>
            <w:vAlign w:val="center"/>
          </w:tcPr>
          <w:p w:rsidR="00CE250F" w:rsidRPr="00CA40A9" w:rsidRDefault="00CE250F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728" w:type="dxa"/>
            <w:vAlign w:val="center"/>
          </w:tcPr>
          <w:p w:rsidR="00CE250F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918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6985" t="53975" r="15240" b="60325"/>
                      <wp:wrapNone/>
                      <wp:docPr id="237" name="Line 3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FCA05D" id="Line 3657" o:spid="_x0000_s1026" style="position:absolute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A/+ReU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971" w:type="dxa"/>
            <w:vAlign w:val="center"/>
          </w:tcPr>
          <w:p w:rsidR="00CE250F" w:rsidRPr="00CA40A9" w:rsidRDefault="00CE250F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11</w:t>
            </w:r>
          </w:p>
        </w:tc>
      </w:tr>
      <w:tr w:rsidR="00CE250F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78" w:type="dxa"/>
            <w:vAlign w:val="center"/>
          </w:tcPr>
          <w:p w:rsidR="00CE250F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0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9525" r="6985" b="8255"/>
                      <wp:wrapNone/>
                      <wp:docPr id="236" name="Text Box 3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CE250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CE250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8" o:spid="_x0000_s1070" type="#_x0000_t202" style="position:absolute;margin-left:0;margin-top:2pt;width:11.35pt;height:11.35pt;z-index:251550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bmep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CE250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CE250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250F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02" w:type="dxa"/>
            <w:vAlign w:val="center"/>
          </w:tcPr>
          <w:p w:rsidR="00CE250F" w:rsidRPr="00CA40A9" w:rsidRDefault="00CE250F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728" w:type="dxa"/>
            <w:vAlign w:val="center"/>
          </w:tcPr>
          <w:p w:rsidR="00CE250F" w:rsidRPr="008A54A2" w:rsidRDefault="00CE250F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971" w:type="dxa"/>
            <w:vAlign w:val="center"/>
          </w:tcPr>
          <w:p w:rsidR="00CE250F" w:rsidRPr="00CA40A9" w:rsidRDefault="00CE250F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E250F" w:rsidRDefault="00CE250F" w:rsidP="00CE250F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CE250F" w:rsidRDefault="00CE250F" w:rsidP="00CE250F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373288" w:rsidRDefault="00D6159F" w:rsidP="00B87D93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373288">
        <w:rPr>
          <w:rFonts w:ascii="Arial" w:hAnsi="Arial" w:cs="Arial"/>
          <w:b/>
        </w:rPr>
        <w:t>.</w:t>
      </w:r>
      <w:r w:rsidR="00CE250F">
        <w:rPr>
          <w:rFonts w:ascii="Arial" w:hAnsi="Arial" w:cs="Arial"/>
          <w:b/>
        </w:rPr>
        <w:tab/>
      </w:r>
      <w:r w:rsidR="00373288">
        <w:rPr>
          <w:rFonts w:ascii="Arial" w:hAnsi="Arial" w:cs="Arial"/>
          <w:b/>
        </w:rPr>
        <w:t>Kunt u dit hulpmiddel gebruiken op de momenten dat u het nodig heeft?</w:t>
      </w:r>
    </w:p>
    <w:p w:rsidR="00AD072B" w:rsidRPr="008A54A2" w:rsidRDefault="00AD072B" w:rsidP="00AD072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AD072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4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35" name="Text Box 3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6" o:spid="_x0000_s1071" type="#_x0000_t202" style="position:absolute;margin-left:0;margin-top:2pt;width:11.35pt;height:11.35pt;z-index:251554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OMYJ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AD072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53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34" name="Text Box 37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7" o:spid="_x0000_s1072" type="#_x0000_t202" style="position:absolute;margin-left:0;margin-top:2pt;width:11.35pt;height:11.35pt;z-index:2515553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SjJym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AD072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6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33" name="Text Box 3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8" o:spid="_x0000_s1073" type="#_x0000_t202" style="position:absolute;margin-left:0;margin-top:2pt;width:11.35pt;height:11.35pt;z-index:251556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PTuGvg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AD072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7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32" name="Text Box 37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9" o:spid="_x0000_s1074" type="#_x0000_t202" style="position:absolute;margin-left:0;margin-top:2pt;width:11.35pt;height:11.35pt;z-index:251557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RBOcn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D072B" w:rsidRPr="008A54A2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AD072B" w:rsidRPr="00E51924" w:rsidRDefault="00AD072B" w:rsidP="00AD072B">
      <w:pPr>
        <w:spacing w:line="276" w:lineRule="auto"/>
        <w:rPr>
          <w:rFonts w:ascii="Arial" w:hAnsi="Arial" w:cs="Arial"/>
        </w:rPr>
      </w:pPr>
    </w:p>
    <w:p w:rsidR="00AD072B" w:rsidRPr="00E51924" w:rsidRDefault="00AD072B" w:rsidP="00AD072B">
      <w:pPr>
        <w:spacing w:line="276" w:lineRule="auto"/>
        <w:rPr>
          <w:rFonts w:ascii="Arial" w:hAnsi="Arial" w:cs="Arial"/>
        </w:rPr>
      </w:pPr>
    </w:p>
    <w:p w:rsidR="0095153C" w:rsidRDefault="00D6159F" w:rsidP="00D6159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95153C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ab/>
      </w:r>
      <w:r w:rsidR="0095153C">
        <w:rPr>
          <w:rFonts w:ascii="Arial" w:hAnsi="Arial" w:cs="Arial"/>
          <w:b/>
        </w:rPr>
        <w:t>Geven de ambulant begeleiders uitleg over het hulpmiddel zodat u het goed kunt gebruiken?</w:t>
      </w:r>
    </w:p>
    <w:p w:rsidR="00AD072B" w:rsidRPr="008A54A2" w:rsidRDefault="00AD072B" w:rsidP="00AD072B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AD072B" w:rsidRPr="008A54A2" w:rsidTr="00AD07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8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31" name="Text Box 3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2" o:spid="_x0000_s1075" type="#_x0000_t202" style="position:absolute;margin-left:0;margin-top:2pt;width:11.35pt;height:11.35pt;z-index:251558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fgtQ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D072B" w:rsidRPr="00B32186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n.v.t., </w:t>
            </w:r>
            <w:r>
              <w:rPr>
                <w:rFonts w:ascii="Arial" w:hAnsi="Arial" w:cs="Arial"/>
              </w:rPr>
              <w:t>geen uitleg nodig / wil geen uitleg bij gebruik hulpmiddel</w:t>
            </w:r>
          </w:p>
        </w:tc>
      </w:tr>
      <w:tr w:rsidR="00AD072B" w:rsidRPr="008A54A2" w:rsidTr="00AD07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9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30" name="Text Box 37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3" o:spid="_x0000_s1076" type="#_x0000_t202" style="position:absolute;margin-left:0;margin-top:2pt;width:11.35pt;height:11.35pt;z-index:251559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Z0a8DC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D072B" w:rsidRPr="00B32186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nooit</w:t>
            </w:r>
          </w:p>
        </w:tc>
      </w:tr>
      <w:tr w:rsidR="00AD072B" w:rsidRPr="008A54A2" w:rsidTr="00AD07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0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29" name="Text Box 3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4" o:spid="_x0000_s1077" type="#_x0000_t202" style="position:absolute;margin-left:0;margin-top:2pt;width:11.35pt;height:11.35pt;z-index:251560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QYxbc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D072B" w:rsidRPr="00B32186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soms</w:t>
            </w:r>
          </w:p>
        </w:tc>
      </w:tr>
      <w:tr w:rsidR="00AD072B" w:rsidRPr="008A54A2" w:rsidTr="00AD07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1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28" name="Text Box 3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5" o:spid="_x0000_s1078" type="#_x0000_t202" style="position:absolute;margin-left:0;margin-top:2pt;width:11.35pt;height:11.35pt;z-index:251561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q2eN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D072B" w:rsidRPr="00B32186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meestal</w:t>
            </w:r>
          </w:p>
        </w:tc>
      </w:tr>
      <w:tr w:rsidR="00AD072B" w:rsidRPr="008A54A2" w:rsidTr="00AD07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D072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2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27" name="Text Box 3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6" o:spid="_x0000_s1079" type="#_x0000_t202" style="position:absolute;margin-left:0;margin-top:2pt;width:11.35pt;height:11.35pt;z-index:251562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WVPq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D072B" w:rsidRPr="00B32186" w:rsidRDefault="00AD072B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altijd</w:t>
            </w:r>
          </w:p>
        </w:tc>
      </w:tr>
    </w:tbl>
    <w:p w:rsidR="00AD072B" w:rsidRPr="00E51924" w:rsidRDefault="00AD072B" w:rsidP="00AD072B">
      <w:pPr>
        <w:spacing w:line="276" w:lineRule="auto"/>
        <w:rPr>
          <w:rFonts w:ascii="Arial" w:hAnsi="Arial" w:cs="Arial"/>
        </w:rPr>
      </w:pPr>
    </w:p>
    <w:p w:rsidR="000A1BBE" w:rsidRPr="00E51924" w:rsidRDefault="000A1BBE" w:rsidP="000A1BBE">
      <w:pPr>
        <w:spacing w:line="276" w:lineRule="auto"/>
        <w:rPr>
          <w:rFonts w:ascii="Arial" w:hAnsi="Arial" w:cs="Arial"/>
        </w:rPr>
      </w:pPr>
    </w:p>
    <w:p w:rsidR="0095153C" w:rsidRDefault="0095153C" w:rsidP="0017313A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D6159F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.</w:t>
      </w:r>
      <w:r w:rsidR="00AD072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Kunt u zelf kiezen </w:t>
      </w:r>
      <w:r w:rsidRPr="0095153C">
        <w:rPr>
          <w:rFonts w:ascii="Arial" w:hAnsi="Arial" w:cs="Arial"/>
          <w:b/>
          <w:u w:val="single"/>
        </w:rPr>
        <w:t>welke</w:t>
      </w:r>
      <w:r>
        <w:rPr>
          <w:rFonts w:ascii="Arial" w:hAnsi="Arial" w:cs="Arial"/>
          <w:b/>
        </w:rPr>
        <w:t xml:space="preserve"> hulpmiddelen worden aangeschaft?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3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26" name="Text Box 3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8" o:spid="_x0000_s1080" type="#_x0000_t202" style="position:absolute;margin-left:0;margin-top:2pt;width:11.35pt;height:11.35pt;z-index:251563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H/2Ph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4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25" name="Text Box 3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9" o:spid="_x0000_s1081" type="#_x0000_t202" style="position:absolute;margin-left:0;margin-top:2pt;width:11.35pt;height:11.35pt;z-index:251564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8VPqZ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24" name="Text Box 37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0" o:spid="_x0000_s1082" type="#_x0000_t202" style="position:absolute;margin-left:0;margin-top:2pt;width:11.35pt;height:11.35pt;z-index:251565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3jEyb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23" name="Text Box 37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1" o:spid="_x0000_s1083" type="#_x0000_t202" style="position:absolute;margin-left:0;margin-top:2pt;width:11.35pt;height:11.35pt;z-index:251566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9NwMlJgIAAEw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altijd</w:t>
            </w:r>
          </w:p>
        </w:tc>
      </w:tr>
    </w:tbl>
    <w:p w:rsidR="00B53639" w:rsidRPr="00E51924" w:rsidRDefault="00B53639" w:rsidP="00B53639">
      <w:pPr>
        <w:spacing w:line="276" w:lineRule="auto"/>
        <w:rPr>
          <w:rFonts w:ascii="Arial" w:hAnsi="Arial" w:cs="Arial"/>
        </w:rPr>
      </w:pPr>
    </w:p>
    <w:p w:rsidR="005B601B" w:rsidRPr="00E51924" w:rsidRDefault="005B601B" w:rsidP="005B601B">
      <w:pPr>
        <w:spacing w:line="276" w:lineRule="auto"/>
        <w:rPr>
          <w:rFonts w:ascii="Arial" w:hAnsi="Arial" w:cs="Arial"/>
        </w:rPr>
      </w:pPr>
    </w:p>
    <w:p w:rsidR="0095153C" w:rsidRPr="0095153C" w:rsidRDefault="00D6159F" w:rsidP="005B601B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95153C" w:rsidRPr="00762863">
        <w:rPr>
          <w:rFonts w:ascii="Arial" w:hAnsi="Arial" w:cs="Arial"/>
          <w:b/>
          <w:sz w:val="24"/>
          <w:szCs w:val="24"/>
        </w:rPr>
        <w:lastRenderedPageBreak/>
        <w:t>Training en therapie</w:t>
      </w:r>
    </w:p>
    <w:p w:rsidR="0095153C" w:rsidRPr="00E51924" w:rsidRDefault="0095153C" w:rsidP="005B601B">
      <w:pPr>
        <w:spacing w:line="276" w:lineRule="auto"/>
        <w:rPr>
          <w:rFonts w:ascii="Arial" w:hAnsi="Arial" w:cs="Arial"/>
        </w:rPr>
      </w:pPr>
    </w:p>
    <w:p w:rsidR="0095153C" w:rsidRPr="0095153C" w:rsidRDefault="0095153C" w:rsidP="005B601B">
      <w:pPr>
        <w:spacing w:line="276" w:lineRule="auto"/>
        <w:rPr>
          <w:rFonts w:ascii="Arial" w:hAnsi="Arial" w:cs="Arial"/>
        </w:rPr>
      </w:pPr>
      <w:r w:rsidRPr="0095153C">
        <w:rPr>
          <w:rFonts w:ascii="Arial" w:hAnsi="Arial" w:cs="Arial"/>
        </w:rPr>
        <w:t xml:space="preserve">Nu komen er enkele vragen over het volgen van training of therapie bij &lt;naam org&gt;. </w:t>
      </w:r>
      <w:r w:rsidR="00122492">
        <w:rPr>
          <w:rFonts w:ascii="Arial" w:hAnsi="Arial" w:cs="Arial"/>
        </w:rPr>
        <w:t xml:space="preserve">De training of therapie moet betrekking hebben op het omgaan met uw beperking. </w:t>
      </w:r>
      <w:r w:rsidRPr="0095153C">
        <w:rPr>
          <w:rFonts w:ascii="Arial" w:hAnsi="Arial" w:cs="Arial"/>
        </w:rPr>
        <w:t xml:space="preserve">Het gaat hierbij om de </w:t>
      </w:r>
      <w:r w:rsidRPr="0095153C">
        <w:rPr>
          <w:rFonts w:ascii="Arial" w:hAnsi="Arial" w:cs="Arial"/>
          <w:u w:val="single"/>
        </w:rPr>
        <w:t>afgelopen 12 maanden</w:t>
      </w:r>
      <w:r w:rsidRPr="0095153C">
        <w:rPr>
          <w:rFonts w:ascii="Arial" w:hAnsi="Arial" w:cs="Arial"/>
        </w:rPr>
        <w:t xml:space="preserve">. </w:t>
      </w:r>
    </w:p>
    <w:p w:rsidR="0095153C" w:rsidRPr="00E51924" w:rsidRDefault="0095153C" w:rsidP="005B601B">
      <w:pPr>
        <w:spacing w:line="276" w:lineRule="auto"/>
        <w:rPr>
          <w:rFonts w:ascii="Arial" w:hAnsi="Arial" w:cs="Arial"/>
        </w:rPr>
      </w:pPr>
    </w:p>
    <w:p w:rsidR="004B29B7" w:rsidRDefault="004B29B7" w:rsidP="00AD072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D6159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="00AD072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Heeft u het afgelopen jaar een training of therapie gevolgd van &lt;naam org&gt;</w:t>
      </w:r>
      <w:r w:rsidR="00122492">
        <w:rPr>
          <w:rFonts w:ascii="Arial" w:hAnsi="Arial" w:cs="Arial"/>
          <w:b/>
        </w:rPr>
        <w:t xml:space="preserve"> om beter om te kunnen gaan met uw beperking</w:t>
      </w:r>
      <w:r>
        <w:rPr>
          <w:rFonts w:ascii="Arial" w:hAnsi="Arial" w:cs="Arial"/>
          <w:b/>
        </w:rPr>
        <w:t>?</w:t>
      </w:r>
    </w:p>
    <w:p w:rsidR="00AD072B" w:rsidRPr="008A54A2" w:rsidRDefault="00AD072B" w:rsidP="00AD072B">
      <w:pPr>
        <w:spacing w:line="144" w:lineRule="auto"/>
        <w:rPr>
          <w:rFonts w:ascii="Arial" w:hAnsi="Arial" w:cs="Arial"/>
          <w:i/>
        </w:rPr>
      </w:pPr>
    </w:p>
    <w:tbl>
      <w:tblPr>
        <w:tblW w:w="8589" w:type="dxa"/>
        <w:tblInd w:w="454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634"/>
        <w:gridCol w:w="699"/>
        <w:gridCol w:w="6859"/>
      </w:tblGrid>
      <w:tr w:rsidR="00AD072B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AD072B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1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5080" r="6985" b="12700"/>
                      <wp:wrapNone/>
                      <wp:docPr id="222" name="Text Box 37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2" o:spid="_x0000_s1084" type="#_x0000_t202" style="position:absolute;margin-left:0;margin-top:2pt;width:11.35pt;height:11.35pt;z-index:251551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OxfKoI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2B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34" w:type="dxa"/>
            <w:vAlign w:val="center"/>
          </w:tcPr>
          <w:p w:rsidR="00AD072B" w:rsidRPr="00CA40A9" w:rsidRDefault="00AD072B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699" w:type="dxa"/>
            <w:vAlign w:val="center"/>
          </w:tcPr>
          <w:p w:rsidR="00AD072B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225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53975" r="20955" b="60325"/>
                      <wp:wrapNone/>
                      <wp:docPr id="221" name="Line 3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354663" id="Line 3713" o:spid="_x0000_s1026" style="position:absolute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cApLAIAAE4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1MXAKS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Align w:val="center"/>
          </w:tcPr>
          <w:p w:rsidR="00AD072B" w:rsidRPr="00CA40A9" w:rsidRDefault="00AD072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14</w:t>
            </w:r>
          </w:p>
        </w:tc>
      </w:tr>
      <w:tr w:rsidR="00AD072B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AD072B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3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9525" r="6985" b="8255"/>
                      <wp:wrapNone/>
                      <wp:docPr id="220" name="Text Box 37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AD07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4" o:spid="_x0000_s1085" type="#_x0000_t202" style="position:absolute;margin-left:0;margin-top:2pt;width:11.35pt;height:11.35pt;z-index:251553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hcp3L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AD07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072B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34" w:type="dxa"/>
            <w:vAlign w:val="center"/>
          </w:tcPr>
          <w:p w:rsidR="00AD072B" w:rsidRPr="00CA40A9" w:rsidRDefault="00AD072B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699" w:type="dxa"/>
            <w:vAlign w:val="center"/>
          </w:tcPr>
          <w:p w:rsidR="00AD072B" w:rsidRPr="008A54A2" w:rsidRDefault="00AD072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859" w:type="dxa"/>
            <w:vAlign w:val="center"/>
          </w:tcPr>
          <w:p w:rsidR="00AD072B" w:rsidRPr="00CA40A9" w:rsidRDefault="00AD072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D072B" w:rsidRPr="00E51924" w:rsidRDefault="00AD072B" w:rsidP="00AD072B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122492" w:rsidRPr="00E51924" w:rsidRDefault="00122492" w:rsidP="004B29B7">
      <w:pPr>
        <w:spacing w:line="276" w:lineRule="auto"/>
        <w:rPr>
          <w:rFonts w:ascii="Arial" w:hAnsi="Arial" w:cs="Arial"/>
        </w:rPr>
      </w:pPr>
    </w:p>
    <w:p w:rsidR="00122492" w:rsidRDefault="00D6159F" w:rsidP="00B53639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12</w:t>
      </w:r>
      <w:r w:rsidR="00122492">
        <w:rPr>
          <w:rFonts w:ascii="Arial" w:hAnsi="Arial" w:cs="Arial"/>
          <w:b/>
        </w:rPr>
        <w:t>.</w:t>
      </w:r>
      <w:r w:rsidR="00B53639">
        <w:rPr>
          <w:rFonts w:ascii="Arial" w:hAnsi="Arial" w:cs="Arial"/>
          <w:b/>
        </w:rPr>
        <w:tab/>
      </w:r>
      <w:r w:rsidR="00122492">
        <w:rPr>
          <w:rFonts w:ascii="Arial" w:hAnsi="Arial" w:cs="Arial"/>
          <w:b/>
        </w:rPr>
        <w:t>Heeft u zelf kunnen kiezen welke training of therapie u wilde volgen?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19" name="Text Box 3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2" o:spid="_x0000_s1086" type="#_x0000_t202" style="position:absolute;margin-left:0;margin-top:2pt;width:11.35pt;height:11.35pt;z-index:251567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AdIlv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18" name="Text Box 3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3" o:spid="_x0000_s1087" type="#_x0000_t202" style="position:absolute;margin-left:0;margin-top:2pt;width:11.35pt;height:11.35pt;z-index:251568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u5Xji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17" name="Text Box 37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4" o:spid="_x0000_s1088" type="#_x0000_t202" style="position:absolute;margin-left:0;margin-top:2pt;width:11.35pt;height:11.35pt;z-index:251569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JbpY8Q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16" name="Text Box 3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5" o:spid="_x0000_s1089" type="#_x0000_t202" style="position:absolute;margin-left:0;margin-top:2pt;width:11.35pt;height:11.35pt;z-index:251570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0D8a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B53639" w:rsidRPr="00E51924" w:rsidRDefault="00B53639" w:rsidP="00B53639">
      <w:pPr>
        <w:spacing w:line="276" w:lineRule="auto"/>
        <w:rPr>
          <w:rFonts w:ascii="Arial" w:hAnsi="Arial" w:cs="Arial"/>
        </w:rPr>
      </w:pPr>
    </w:p>
    <w:p w:rsidR="00122492" w:rsidRPr="00E51924" w:rsidRDefault="00122492" w:rsidP="004B29B7">
      <w:pPr>
        <w:spacing w:line="276" w:lineRule="auto"/>
        <w:rPr>
          <w:rFonts w:ascii="Arial" w:hAnsi="Arial" w:cs="Arial"/>
        </w:rPr>
      </w:pPr>
    </w:p>
    <w:p w:rsidR="00122492" w:rsidRDefault="00122492" w:rsidP="00B53639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D6159F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.</w:t>
      </w:r>
      <w:r w:rsidR="00B5363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Leerde u op de training of therapie de dingen die u wilde leren?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15" name="Text Box 37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6" o:spid="_x0000_s1090" type="#_x0000_t202" style="position:absolute;margin-left:0;margin-top:2pt;width:11.35pt;height:11.35pt;z-index:251571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4GDp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14" name="Text Box 37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7" o:spid="_x0000_s1091" type="#_x0000_t202" style="position:absolute;margin-left:0;margin-top:2pt;width:11.35pt;height:11.35pt;z-index:251572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7FGVb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13" name="Text Box 3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8" o:spid="_x0000_s1092" type="#_x0000_t202" style="position:absolute;margin-left:0;margin-top:2pt;width:11.35pt;height:11.35pt;z-index:251573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5GRJAIAAE0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/F+Rk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12" name="Text Box 3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9" o:spid="_x0000_s1093" type="#_x0000_t202" style="position:absolute;margin-left:0;margin-top:2pt;width:11.35pt;height:11.35pt;z-index:251574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GGFe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B53639" w:rsidRPr="00E51924" w:rsidRDefault="00B53639" w:rsidP="00B53639">
      <w:pPr>
        <w:spacing w:line="276" w:lineRule="auto"/>
        <w:rPr>
          <w:rFonts w:ascii="Arial" w:hAnsi="Arial" w:cs="Arial"/>
        </w:rPr>
      </w:pPr>
    </w:p>
    <w:p w:rsidR="00122492" w:rsidRPr="00E51924" w:rsidRDefault="00122492" w:rsidP="004B29B7">
      <w:pPr>
        <w:spacing w:line="276" w:lineRule="auto"/>
        <w:rPr>
          <w:rFonts w:ascii="Arial" w:hAnsi="Arial" w:cs="Arial"/>
        </w:rPr>
      </w:pPr>
    </w:p>
    <w:p w:rsidR="00122492" w:rsidRDefault="00122492" w:rsidP="00B53639">
      <w:pPr>
        <w:spacing w:line="276" w:lineRule="auto"/>
        <w:ind w:left="360" w:hanging="360"/>
        <w:rPr>
          <w:rFonts w:ascii="Arial" w:hAnsi="Arial" w:cs="Arial"/>
          <w:b/>
        </w:rPr>
      </w:pPr>
      <w:r w:rsidRPr="00762863">
        <w:rPr>
          <w:rFonts w:ascii="Arial" w:hAnsi="Arial" w:cs="Arial"/>
          <w:b/>
        </w:rPr>
        <w:t>1</w:t>
      </w:r>
      <w:r w:rsidR="00D6159F" w:rsidRPr="00762863">
        <w:rPr>
          <w:rFonts w:ascii="Arial" w:hAnsi="Arial" w:cs="Arial"/>
          <w:b/>
        </w:rPr>
        <w:t>4</w:t>
      </w:r>
      <w:r w:rsidRPr="00762863">
        <w:rPr>
          <w:rFonts w:ascii="Arial" w:hAnsi="Arial" w:cs="Arial"/>
          <w:b/>
        </w:rPr>
        <w:t>.</w:t>
      </w:r>
      <w:r w:rsidR="00B53639" w:rsidRPr="00762863">
        <w:rPr>
          <w:rFonts w:ascii="Arial" w:hAnsi="Arial" w:cs="Arial"/>
          <w:b/>
        </w:rPr>
        <w:tab/>
      </w:r>
      <w:r w:rsidRPr="00762863">
        <w:rPr>
          <w:rFonts w:ascii="Arial" w:hAnsi="Arial" w:cs="Arial"/>
          <w:b/>
        </w:rPr>
        <w:t>Weten de ambulant begeleiders waar u goed in bent?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11" name="Text Box 37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82" o:spid="_x0000_s1094" type="#_x0000_t202" style="position:absolute;margin-left:0;margin-top:2pt;width:11.35pt;height:11.35pt;z-index:251575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4rygS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nee, helemaal niet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10" name="Text Box 37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83" o:spid="_x0000_s1095" type="#_x0000_t202" style="position:absolute;margin-left:0;margin-top:2pt;width:11.35pt;height:11.35pt;z-index:251576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U1q31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beetje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09" name="Text Box 37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84" o:spid="_x0000_s1096" type="#_x0000_t202" style="position:absolute;margin-left:0;margin-top:2pt;width:11.35pt;height:11.35pt;z-index:251577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wrYK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grotendeels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08" name="Text Box 3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85" o:spid="_x0000_s1097" type="#_x0000_t202" style="position:absolute;margin-left:0;margin-top:2pt;width:11.35pt;height:11.35pt;z-index:251578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1pV9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ja, helemaal</w:t>
            </w:r>
          </w:p>
        </w:tc>
      </w:tr>
    </w:tbl>
    <w:p w:rsidR="00B53639" w:rsidRPr="00E51924" w:rsidRDefault="00B53639" w:rsidP="00B53639">
      <w:pPr>
        <w:spacing w:line="276" w:lineRule="auto"/>
        <w:rPr>
          <w:rFonts w:ascii="Arial" w:hAnsi="Arial" w:cs="Arial"/>
        </w:rPr>
      </w:pPr>
    </w:p>
    <w:p w:rsidR="00B53639" w:rsidRPr="00E51924" w:rsidRDefault="00B53639" w:rsidP="00B53639">
      <w:pPr>
        <w:spacing w:line="276" w:lineRule="auto"/>
        <w:rPr>
          <w:rFonts w:ascii="Arial" w:hAnsi="Arial" w:cs="Arial"/>
        </w:rPr>
      </w:pPr>
    </w:p>
    <w:p w:rsidR="00122492" w:rsidRDefault="00FA574A" w:rsidP="00D6159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122492">
        <w:rPr>
          <w:rFonts w:ascii="Arial" w:hAnsi="Arial" w:cs="Arial"/>
          <w:b/>
        </w:rPr>
        <w:lastRenderedPageBreak/>
        <w:t>1</w:t>
      </w:r>
      <w:r w:rsidR="00D6159F">
        <w:rPr>
          <w:rFonts w:ascii="Arial" w:hAnsi="Arial" w:cs="Arial"/>
          <w:b/>
        </w:rPr>
        <w:t>5</w:t>
      </w:r>
      <w:r w:rsidR="00122492">
        <w:rPr>
          <w:rFonts w:ascii="Arial" w:hAnsi="Arial" w:cs="Arial"/>
          <w:b/>
        </w:rPr>
        <w:t>.</w:t>
      </w:r>
      <w:r w:rsidR="00B53639">
        <w:rPr>
          <w:rFonts w:ascii="Arial" w:hAnsi="Arial" w:cs="Arial"/>
          <w:b/>
        </w:rPr>
        <w:tab/>
      </w:r>
      <w:r w:rsidR="00122492">
        <w:rPr>
          <w:rFonts w:ascii="Arial" w:hAnsi="Arial" w:cs="Arial"/>
          <w:b/>
        </w:rPr>
        <w:t xml:space="preserve">Helpen de ambulant begeleiders u bij het leren van </w:t>
      </w:r>
      <w:r w:rsidR="00122492" w:rsidRPr="00122492">
        <w:rPr>
          <w:rFonts w:ascii="Arial" w:hAnsi="Arial" w:cs="Arial"/>
          <w:b/>
          <w:u w:val="single"/>
        </w:rPr>
        <w:t>nieuwe</w:t>
      </w:r>
      <w:r w:rsidR="00122492">
        <w:rPr>
          <w:rFonts w:ascii="Arial" w:hAnsi="Arial" w:cs="Arial"/>
          <w:b/>
        </w:rPr>
        <w:t xml:space="preserve"> dingen of vaardigh</w:t>
      </w:r>
      <w:r w:rsidR="00122492">
        <w:rPr>
          <w:rFonts w:ascii="Arial" w:hAnsi="Arial" w:cs="Arial"/>
          <w:b/>
        </w:rPr>
        <w:t>e</w:t>
      </w:r>
      <w:r w:rsidR="00122492">
        <w:rPr>
          <w:rFonts w:ascii="Arial" w:hAnsi="Arial" w:cs="Arial"/>
          <w:b/>
        </w:rPr>
        <w:t>den?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9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07" name="Text Box 38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1" o:spid="_x0000_s1098" type="#_x0000_t202" style="position:absolute;margin-left:0;margin-top:2pt;width:11.35pt;height:11.35pt;z-index:251579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A+xCvE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n.v.t., </w:t>
            </w:r>
            <w:r>
              <w:rPr>
                <w:rFonts w:ascii="Arial" w:hAnsi="Arial" w:cs="Arial"/>
              </w:rPr>
              <w:t>wil geen (hulp bij) nieuwe dingen leren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06" name="Text Box 38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2" o:spid="_x0000_s1099" type="#_x0000_t202" style="position:absolute;margin-left:0;margin-top:2pt;width:11.35pt;height:11.35pt;z-index:251580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iciS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05" name="Text Box 38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3" o:spid="_x0000_s1100" type="#_x0000_t202" style="position:absolute;margin-left:0;margin-top:2pt;width:11.35pt;height:11.35pt;z-index:2515819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yaLO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04" name="Text Box 38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4" o:spid="_x0000_s1101" type="#_x0000_t202" style="position:absolute;margin-left:0;margin-top:2pt;width:11.35pt;height:11.35pt;z-index:251582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ZqlG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B53639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0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03" name="Text Box 38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5" o:spid="_x0000_s1102" type="#_x0000_t202" style="position:absolute;margin-left:0;margin-top:2pt;width:11.35pt;height:11.35pt;z-index:2515840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R+qjZS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B32186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altijd</w:t>
            </w:r>
          </w:p>
        </w:tc>
      </w:tr>
    </w:tbl>
    <w:p w:rsidR="00122492" w:rsidRPr="00E51924" w:rsidRDefault="00122492" w:rsidP="00122492">
      <w:pPr>
        <w:spacing w:line="276" w:lineRule="auto"/>
        <w:rPr>
          <w:rFonts w:ascii="Arial" w:hAnsi="Arial" w:cs="Arial"/>
        </w:rPr>
      </w:pPr>
    </w:p>
    <w:p w:rsidR="0095153C" w:rsidRPr="00E51924" w:rsidRDefault="0095153C" w:rsidP="005B601B">
      <w:pPr>
        <w:spacing w:line="276" w:lineRule="auto"/>
        <w:rPr>
          <w:rFonts w:ascii="Arial" w:hAnsi="Arial" w:cs="Arial"/>
        </w:rPr>
      </w:pPr>
    </w:p>
    <w:p w:rsidR="000E11BE" w:rsidRPr="00F53A10" w:rsidRDefault="00144A80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0E11BE" w:rsidRPr="00F53A10">
        <w:rPr>
          <w:rFonts w:ascii="Arial" w:hAnsi="Arial" w:cs="Arial"/>
          <w:b/>
          <w:sz w:val="24"/>
          <w:szCs w:val="24"/>
        </w:rPr>
        <w:t>fspraken</w:t>
      </w:r>
      <w:r>
        <w:rPr>
          <w:rFonts w:ascii="Arial" w:hAnsi="Arial" w:cs="Arial"/>
          <w:b/>
          <w:sz w:val="24"/>
          <w:szCs w:val="24"/>
        </w:rPr>
        <w:t xml:space="preserve"> ambulante hulp</w:t>
      </w:r>
    </w:p>
    <w:p w:rsidR="000E11BE" w:rsidRPr="00E51924" w:rsidRDefault="000E11BE" w:rsidP="00271EB1">
      <w:pPr>
        <w:spacing w:line="276" w:lineRule="auto"/>
        <w:rPr>
          <w:rFonts w:ascii="Arial" w:hAnsi="Arial" w:cs="Arial"/>
        </w:rPr>
      </w:pPr>
    </w:p>
    <w:p w:rsidR="00F176A4" w:rsidRPr="00B32186" w:rsidRDefault="00901366" w:rsidP="00F176A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 xml:space="preserve">De volgende vragen gaan over de afspraken die </w:t>
      </w:r>
      <w:r w:rsidR="004669B9" w:rsidRPr="00B32186">
        <w:rPr>
          <w:rFonts w:ascii="Arial" w:hAnsi="Arial" w:cs="Arial"/>
        </w:rPr>
        <w:t xml:space="preserve">worden </w:t>
      </w:r>
      <w:r w:rsidRPr="00B32186">
        <w:rPr>
          <w:rFonts w:ascii="Arial" w:hAnsi="Arial" w:cs="Arial"/>
        </w:rPr>
        <w:t xml:space="preserve">gemaakt over de </w:t>
      </w:r>
      <w:r w:rsidR="004669B9" w:rsidRPr="00B32186">
        <w:rPr>
          <w:rFonts w:ascii="Arial" w:hAnsi="Arial" w:cs="Arial"/>
        </w:rPr>
        <w:t xml:space="preserve">ambulante </w:t>
      </w:r>
      <w:r w:rsidRPr="00B32186">
        <w:rPr>
          <w:rFonts w:ascii="Arial" w:hAnsi="Arial" w:cs="Arial"/>
        </w:rPr>
        <w:t>hulp</w:t>
      </w:r>
      <w:r w:rsidR="00D40351">
        <w:rPr>
          <w:rFonts w:ascii="Arial" w:hAnsi="Arial" w:cs="Arial"/>
        </w:rPr>
        <w:t xml:space="preserve"> (begeleiding)</w:t>
      </w:r>
      <w:r w:rsidRPr="00B32186">
        <w:rPr>
          <w:rFonts w:ascii="Arial" w:hAnsi="Arial" w:cs="Arial"/>
        </w:rPr>
        <w:t xml:space="preserve"> die u nodig heeft</w:t>
      </w:r>
      <w:r w:rsidR="004669B9" w:rsidRPr="00B32186">
        <w:rPr>
          <w:rFonts w:ascii="Arial" w:hAnsi="Arial" w:cs="Arial"/>
        </w:rPr>
        <w:t xml:space="preserve">. </w:t>
      </w:r>
      <w:r w:rsidRPr="00B32186">
        <w:rPr>
          <w:rFonts w:ascii="Arial" w:hAnsi="Arial" w:cs="Arial"/>
        </w:rPr>
        <w:t>Deze afspraken staan in een zorgplan. Zo’n plan wordt ook wel begeleidingsplan, SamenWerkplan of gewoon de map genoemd.</w:t>
      </w:r>
      <w:r w:rsidR="00F176A4" w:rsidRPr="00B32186">
        <w:rPr>
          <w:rFonts w:ascii="Arial" w:hAnsi="Arial" w:cs="Arial"/>
        </w:rPr>
        <w:t xml:space="preserve"> Het gaat hierbij om de </w:t>
      </w:r>
      <w:r w:rsidR="00F176A4" w:rsidRPr="00B32186">
        <w:rPr>
          <w:rFonts w:ascii="Arial" w:hAnsi="Arial" w:cs="Arial"/>
          <w:u w:val="single"/>
        </w:rPr>
        <w:t>afgelopen 12 maanden.</w:t>
      </w:r>
      <w:r w:rsidR="00F176A4" w:rsidRPr="00B32186">
        <w:rPr>
          <w:rFonts w:ascii="Arial" w:hAnsi="Arial" w:cs="Arial"/>
        </w:rPr>
        <w:t xml:space="preserve"> </w:t>
      </w:r>
    </w:p>
    <w:p w:rsidR="000057D0" w:rsidRPr="00B32186" w:rsidRDefault="000057D0" w:rsidP="00901366">
      <w:pPr>
        <w:spacing w:line="276" w:lineRule="auto"/>
        <w:rPr>
          <w:rFonts w:ascii="Arial" w:hAnsi="Arial" w:cs="Arial"/>
        </w:rPr>
      </w:pPr>
    </w:p>
    <w:p w:rsidR="00901366" w:rsidRPr="00B32186" w:rsidRDefault="00D6159F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</w:t>
      </w:r>
      <w:r w:rsidR="007D55A1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901366" w:rsidRPr="00B32186">
        <w:rPr>
          <w:rFonts w:ascii="Arial" w:hAnsi="Arial" w:cs="Arial"/>
          <w:b/>
        </w:rPr>
        <w:t xml:space="preserve">Bespreken de </w:t>
      </w:r>
      <w:r w:rsidR="00BE75F4" w:rsidRPr="00B32186">
        <w:rPr>
          <w:rFonts w:ascii="Arial" w:hAnsi="Arial" w:cs="Arial"/>
          <w:b/>
        </w:rPr>
        <w:t>begel</w:t>
      </w:r>
      <w:r w:rsidR="00901366" w:rsidRPr="00B32186">
        <w:rPr>
          <w:rFonts w:ascii="Arial" w:hAnsi="Arial" w:cs="Arial"/>
          <w:b/>
        </w:rPr>
        <w:t xml:space="preserve">eiders met u welke </w:t>
      </w:r>
      <w:r w:rsidR="00D40351">
        <w:rPr>
          <w:rFonts w:ascii="Arial" w:hAnsi="Arial" w:cs="Arial"/>
          <w:b/>
        </w:rPr>
        <w:t xml:space="preserve">ambulante </w:t>
      </w:r>
      <w:r w:rsidR="00901366" w:rsidRPr="00B32186">
        <w:rPr>
          <w:rFonts w:ascii="Arial" w:hAnsi="Arial" w:cs="Arial"/>
          <w:b/>
        </w:rPr>
        <w:t>hulp u nodig heeft?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02" name="Text Box 38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6" o:spid="_x0000_s1103" type="#_x0000_t202" style="position:absolute;margin-left:0;margin-top:2pt;width:11.35pt;height:11.35pt;z-index:251585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JFaH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01" name="Text Box 38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7" o:spid="_x0000_s1104" type="#_x0000_t202" style="position:absolute;margin-left:0;margin-top:2pt;width:11.35pt;height:11.35pt;z-index:251586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4sLQb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0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00" name="Text Box 3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8" o:spid="_x0000_s1105" type="#_x0000_t202" style="position:absolute;margin-left:0;margin-top:2pt;width:11.35pt;height:11.35pt;z-index:251587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08DB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199" name="Text Box 38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09" o:spid="_x0000_s1106" type="#_x0000_t202" style="position:absolute;margin-left:0;margin-top:2pt;width:11.35pt;height:11.35pt;z-index:251588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06jW4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B53639" w:rsidRPr="00E51924" w:rsidRDefault="00B53639" w:rsidP="00B53639">
      <w:pPr>
        <w:spacing w:line="276" w:lineRule="auto"/>
        <w:rPr>
          <w:rFonts w:ascii="Arial" w:hAnsi="Arial" w:cs="Arial"/>
        </w:rPr>
      </w:pPr>
    </w:p>
    <w:p w:rsidR="00A10ADD" w:rsidRPr="00E51924" w:rsidRDefault="00A10ADD" w:rsidP="00A10ADD">
      <w:pPr>
        <w:spacing w:line="276" w:lineRule="auto"/>
        <w:rPr>
          <w:rFonts w:ascii="Arial" w:hAnsi="Arial" w:cs="Arial"/>
        </w:rPr>
      </w:pPr>
    </w:p>
    <w:p w:rsidR="00A10ADD" w:rsidRPr="008A54A2" w:rsidRDefault="00D40351" w:rsidP="00A10AD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1E7AAA">
        <w:rPr>
          <w:rFonts w:ascii="Arial" w:hAnsi="Arial" w:cs="Arial"/>
          <w:b/>
        </w:rPr>
        <w:t>7</w:t>
      </w:r>
      <w:r w:rsidR="00A10ADD" w:rsidRPr="008A54A2">
        <w:rPr>
          <w:rFonts w:ascii="Arial" w:hAnsi="Arial" w:cs="Arial"/>
          <w:b/>
        </w:rPr>
        <w:t>.</w:t>
      </w:r>
      <w:r w:rsidR="00A10ADD" w:rsidRPr="008A54A2">
        <w:rPr>
          <w:rFonts w:ascii="Arial" w:hAnsi="Arial" w:cs="Arial"/>
          <w:b/>
        </w:rPr>
        <w:tab/>
      </w:r>
      <w:r w:rsidR="00334D97">
        <w:rPr>
          <w:rFonts w:ascii="Arial" w:hAnsi="Arial" w:cs="Arial"/>
          <w:b/>
        </w:rPr>
        <w:t>Passen</w:t>
      </w:r>
      <w:r w:rsidR="00A10ADD" w:rsidRPr="008A54A2">
        <w:rPr>
          <w:rFonts w:ascii="Arial" w:hAnsi="Arial" w:cs="Arial"/>
          <w:b/>
        </w:rPr>
        <w:t xml:space="preserve"> de afspraken </w:t>
      </w:r>
      <w:r w:rsidR="00A10ADD">
        <w:rPr>
          <w:rFonts w:ascii="Arial" w:hAnsi="Arial" w:cs="Arial"/>
          <w:b/>
        </w:rPr>
        <w:t xml:space="preserve">in uw zorgplan </w:t>
      </w:r>
      <w:r w:rsidR="00334D97">
        <w:rPr>
          <w:rFonts w:ascii="Arial" w:hAnsi="Arial" w:cs="Arial"/>
          <w:b/>
        </w:rPr>
        <w:t>goed</w:t>
      </w:r>
      <w:r w:rsidR="00A10ADD">
        <w:rPr>
          <w:rFonts w:ascii="Arial" w:hAnsi="Arial" w:cs="Arial"/>
          <w:b/>
        </w:rPr>
        <w:t xml:space="preserve"> bij </w:t>
      </w:r>
      <w:r w:rsidR="00334D97">
        <w:rPr>
          <w:rFonts w:ascii="Arial" w:hAnsi="Arial" w:cs="Arial"/>
          <w:b/>
        </w:rPr>
        <w:t xml:space="preserve">datgene </w:t>
      </w:r>
      <w:r w:rsidR="00A10ADD">
        <w:rPr>
          <w:rFonts w:ascii="Arial" w:hAnsi="Arial" w:cs="Arial"/>
          <w:b/>
        </w:rPr>
        <w:t xml:space="preserve">wat u nodig heeft? 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98" name="Text Box 38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6" o:spid="_x0000_s1107" type="#_x0000_t202" style="position:absolute;margin-left:0;margin-top:2pt;width:11.35pt;height:11.35pt;z-index:251589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FkZFc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197" name="Text Box 38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7" o:spid="_x0000_s1108" type="#_x0000_t202" style="position:absolute;margin-left:0;margin-top:2pt;width:11.35pt;height:11.35pt;z-index:251590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7hUsQ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96" name="Text Box 38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8" o:spid="_x0000_s1109" type="#_x0000_t202" style="position:absolute;margin-left:0;margin-top:2pt;width:11.35pt;height:11.35pt;z-index:251591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abKuu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195" name="Text Box 38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19" o:spid="_x0000_s1110" type="#_x0000_t202" style="position:absolute;margin-left:0;margin-top:2pt;width:11.35pt;height:11.35pt;z-index:251592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YF7t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194" name="Text Box 38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0" o:spid="_x0000_s1111" type="#_x0000_t202" style="position:absolute;margin-left:0;margin-top:2pt;width:11.35pt;height:11.35pt;z-index:251593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klJWM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  <w:r>
              <w:rPr>
                <w:rFonts w:ascii="Arial" w:hAnsi="Arial" w:cs="Arial"/>
              </w:rPr>
              <w:t xml:space="preserve"> (meer)</w:t>
            </w:r>
          </w:p>
        </w:tc>
      </w:tr>
    </w:tbl>
    <w:p w:rsidR="001E7AAA" w:rsidRDefault="001E7AAA" w:rsidP="00A10ADD">
      <w:pPr>
        <w:spacing w:line="276" w:lineRule="auto"/>
        <w:ind w:left="360" w:hanging="360"/>
        <w:rPr>
          <w:rFonts w:ascii="Arial" w:hAnsi="Arial" w:cs="Arial"/>
        </w:rPr>
      </w:pPr>
    </w:p>
    <w:p w:rsidR="001E7AAA" w:rsidRPr="001E7AAA" w:rsidRDefault="001E7AAA" w:rsidP="00A10ADD">
      <w:pPr>
        <w:spacing w:line="276" w:lineRule="auto"/>
        <w:ind w:left="360" w:hanging="360"/>
        <w:rPr>
          <w:rFonts w:ascii="Arial" w:hAnsi="Arial" w:cs="Arial"/>
        </w:rPr>
      </w:pPr>
    </w:p>
    <w:p w:rsidR="00A10ADD" w:rsidRDefault="00D40351" w:rsidP="00A10AD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1E7AAA">
        <w:rPr>
          <w:rFonts w:ascii="Arial" w:hAnsi="Arial" w:cs="Arial"/>
          <w:b/>
        </w:rPr>
        <w:t>8</w:t>
      </w:r>
      <w:r w:rsidR="00A10ADD" w:rsidRPr="008A54A2">
        <w:rPr>
          <w:rFonts w:ascii="Arial" w:hAnsi="Arial" w:cs="Arial"/>
          <w:b/>
        </w:rPr>
        <w:t>.</w:t>
      </w:r>
      <w:r w:rsidR="00A10ADD" w:rsidRPr="008A54A2">
        <w:rPr>
          <w:rFonts w:ascii="Arial" w:hAnsi="Arial" w:cs="Arial"/>
          <w:b/>
        </w:rPr>
        <w:tab/>
      </w:r>
      <w:r w:rsidR="00A10ADD">
        <w:rPr>
          <w:rFonts w:ascii="Arial" w:hAnsi="Arial" w:cs="Arial"/>
          <w:b/>
        </w:rPr>
        <w:t xml:space="preserve">Helpen de ambulant begeleiders u </w:t>
      </w:r>
      <w:r w:rsidR="00A10ADD" w:rsidRPr="008A54A2">
        <w:rPr>
          <w:rFonts w:ascii="Arial" w:hAnsi="Arial" w:cs="Arial"/>
          <w:b/>
        </w:rPr>
        <w:t xml:space="preserve">volgens de afspraken </w:t>
      </w:r>
      <w:r w:rsidR="00A10ADD">
        <w:rPr>
          <w:rFonts w:ascii="Arial" w:hAnsi="Arial" w:cs="Arial"/>
          <w:b/>
        </w:rPr>
        <w:t>in uw zorgplan</w:t>
      </w:r>
      <w:r w:rsidR="00A10ADD" w:rsidRPr="008A54A2">
        <w:rPr>
          <w:rFonts w:ascii="Arial" w:hAnsi="Arial" w:cs="Arial"/>
          <w:b/>
        </w:rPr>
        <w:t>?</w:t>
      </w:r>
    </w:p>
    <w:p w:rsidR="00B53639" w:rsidRPr="008A54A2" w:rsidRDefault="00B53639" w:rsidP="00B5363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93" name="Text Box 38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1" o:spid="_x0000_s1112" type="#_x0000_t202" style="position:absolute;margin-left:0;margin-top:2pt;width:11.35pt;height:11.35pt;z-index:251594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Ju4iW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192" name="Text Box 3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2" o:spid="_x0000_s1113" type="#_x0000_t202" style="position:absolute;margin-left:0;margin-top:2pt;width:11.35pt;height:11.35pt;z-index:251595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xHww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191" name="Text Box 38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3" o:spid="_x0000_s1114" type="#_x0000_t202" style="position:absolute;margin-left:0;margin-top:2pt;width:11.35pt;height:11.35pt;z-index:251596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hnqIwIAAE0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Auhn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190" name="Text Box 38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4" o:spid="_x0000_s1115" type="#_x0000_t202" style="position:absolute;margin-left:0;margin-top:2pt;width:11.35pt;height:11.35pt;z-index:251597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byO+RS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B5363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5363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189" name="Text Box 38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B5363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25" o:spid="_x0000_s1116" type="#_x0000_t202" style="position:absolute;margin-left:0;margin-top:2pt;width:11.35pt;height:11.35pt;z-index:251598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7nVh8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B5363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53639" w:rsidRPr="008A54A2" w:rsidRDefault="00B5363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  <w:r>
              <w:rPr>
                <w:rFonts w:ascii="Arial" w:hAnsi="Arial" w:cs="Arial"/>
              </w:rPr>
              <w:t xml:space="preserve"> (meer)</w:t>
            </w:r>
          </w:p>
        </w:tc>
      </w:tr>
    </w:tbl>
    <w:p w:rsidR="009C2A2D" w:rsidRDefault="009C2A2D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0E11BE" w:rsidRPr="00F53A10" w:rsidRDefault="009C2A2D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0E11BE" w:rsidRPr="00F53A10">
        <w:rPr>
          <w:rFonts w:ascii="Arial" w:hAnsi="Arial" w:cs="Arial"/>
          <w:b/>
          <w:sz w:val="24"/>
          <w:szCs w:val="24"/>
        </w:rPr>
        <w:lastRenderedPageBreak/>
        <w:t>Informatievoorziening</w:t>
      </w:r>
    </w:p>
    <w:p w:rsidR="000E11BE" w:rsidRPr="00B32186" w:rsidRDefault="000E11BE" w:rsidP="00271EB1">
      <w:pPr>
        <w:spacing w:line="276" w:lineRule="auto"/>
        <w:rPr>
          <w:rFonts w:ascii="Arial" w:hAnsi="Arial" w:cs="Arial"/>
        </w:rPr>
      </w:pPr>
    </w:p>
    <w:p w:rsidR="005D104B" w:rsidRPr="00B32186" w:rsidRDefault="005D104B" w:rsidP="00271EB1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Nu komen er enkele vragen over de informatie die u krijgt van &lt;naam org&gt;.</w:t>
      </w:r>
      <w:r w:rsidR="00F176A4" w:rsidRPr="00B32186">
        <w:rPr>
          <w:rFonts w:ascii="Arial" w:hAnsi="Arial" w:cs="Arial"/>
        </w:rPr>
        <w:t xml:space="preserve"> Het gaat hierbij om de </w:t>
      </w:r>
      <w:r w:rsidR="00F176A4" w:rsidRPr="00B32186">
        <w:rPr>
          <w:rFonts w:ascii="Arial" w:hAnsi="Arial" w:cs="Arial"/>
          <w:u w:val="single"/>
        </w:rPr>
        <w:t>afgelopen 12 maanden</w:t>
      </w:r>
      <w:r w:rsidR="00F176A4" w:rsidRPr="00B32186">
        <w:rPr>
          <w:rFonts w:ascii="Arial" w:hAnsi="Arial" w:cs="Arial"/>
        </w:rPr>
        <w:t>.</w:t>
      </w:r>
    </w:p>
    <w:p w:rsidR="00A0727D" w:rsidRPr="00E51924" w:rsidRDefault="00A0727D" w:rsidP="00271EB1">
      <w:pPr>
        <w:spacing w:line="276" w:lineRule="auto"/>
        <w:rPr>
          <w:rFonts w:ascii="Arial" w:hAnsi="Arial" w:cs="Arial"/>
        </w:rPr>
      </w:pPr>
    </w:p>
    <w:p w:rsidR="00D40351" w:rsidRPr="004B31FC" w:rsidRDefault="001E7AAA" w:rsidP="00211ED2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</w:t>
      </w:r>
      <w:r w:rsidR="00D40351" w:rsidRPr="004B31FC">
        <w:rPr>
          <w:rFonts w:ascii="Arial" w:hAnsi="Arial" w:cs="Arial"/>
          <w:b/>
        </w:rPr>
        <w:t>.</w:t>
      </w:r>
      <w:r w:rsidR="00211ED2">
        <w:rPr>
          <w:rFonts w:ascii="Arial" w:hAnsi="Arial" w:cs="Arial"/>
          <w:b/>
        </w:rPr>
        <w:tab/>
      </w:r>
      <w:r w:rsidR="00D40351" w:rsidRPr="004B31FC">
        <w:rPr>
          <w:rFonts w:ascii="Arial" w:hAnsi="Arial" w:cs="Arial"/>
          <w:b/>
        </w:rPr>
        <w:t>Weet u of &lt;naam org&gt; een cliëntenraad heeft?</w:t>
      </w:r>
      <w:r w:rsidR="006D730A">
        <w:rPr>
          <w:rFonts w:ascii="Arial" w:hAnsi="Arial" w:cs="Arial"/>
          <w:b/>
        </w:rPr>
        <w:t xml:space="preserve"> </w:t>
      </w:r>
    </w:p>
    <w:p w:rsidR="00211ED2" w:rsidRPr="008A54A2" w:rsidRDefault="00211ED2" w:rsidP="00211ED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66"/>
        <w:gridCol w:w="720"/>
        <w:gridCol w:w="6491"/>
      </w:tblGrid>
      <w:tr w:rsidR="00EB2D3F" w:rsidRPr="008A54A2" w:rsidTr="00EB2D3F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B2D3F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88" name="Text Box 4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2D3F" w:rsidRDefault="00EB2D3F" w:rsidP="00211ED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EB2D3F" w:rsidRDefault="00EB2D3F" w:rsidP="00211ED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2" o:spid="_x0000_s1117" type="#_x0000_t202" style="position:absolute;margin-left:0;margin-top:2pt;width:11.35pt;height:11.35pt;z-index:251790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5/u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bLn+4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EB2D3F" w:rsidRDefault="00EB2D3F" w:rsidP="00211ED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EB2D3F" w:rsidRDefault="00EB2D3F" w:rsidP="00211ED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vAlign w:val="center"/>
          </w:tcPr>
          <w:p w:rsidR="00EB2D3F" w:rsidRPr="008A54A2" w:rsidRDefault="00EB2D3F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720" w:type="dxa"/>
            <w:vAlign w:val="center"/>
          </w:tcPr>
          <w:p w:rsidR="00EB2D3F" w:rsidRPr="008A54A2" w:rsidRDefault="007D671B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128905</wp:posOffset>
                      </wp:positionV>
                      <wp:extent cx="349250" cy="0"/>
                      <wp:effectExtent l="5080" t="61595" r="17145" b="52705"/>
                      <wp:wrapNone/>
                      <wp:docPr id="187" name="Line 4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DCE1A5" id="Line 4353" o:spid="_x0000_s1026" style="position:absolute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5pt" to="27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FBsLAIAAE4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491" w:type="dxa"/>
            <w:vAlign w:val="center"/>
          </w:tcPr>
          <w:p w:rsidR="00EB2D3F" w:rsidRPr="008A54A2" w:rsidRDefault="00EB2D3F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  <w:r w:rsidR="001E7AAA">
              <w:rPr>
                <w:rFonts w:ascii="Arial" w:hAnsi="Arial" w:cs="Arial"/>
              </w:rPr>
              <w:t>1</w:t>
            </w:r>
          </w:p>
        </w:tc>
      </w:tr>
      <w:tr w:rsidR="00211ED2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1ED2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186" name="Text Box 3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1ED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1ED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47" o:spid="_x0000_s1118" type="#_x0000_t202" style="position:absolute;margin-left:0;margin-top:2pt;width:11.35pt;height:11.35pt;z-index:251607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E4P7X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211ED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1ED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gridSpan w:val="3"/>
            <w:tcMar>
              <w:left w:w="0" w:type="dxa"/>
              <w:right w:w="0" w:type="dxa"/>
            </w:tcMar>
            <w:vAlign w:val="center"/>
          </w:tcPr>
          <w:p w:rsidR="00211ED2" w:rsidRPr="008A54A2" w:rsidRDefault="00211ED2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A0727D" w:rsidRPr="00E51924" w:rsidRDefault="00A0727D" w:rsidP="00BE75F4">
      <w:pPr>
        <w:spacing w:line="276" w:lineRule="auto"/>
        <w:ind w:left="360" w:hanging="360"/>
        <w:rPr>
          <w:rFonts w:ascii="Arial" w:hAnsi="Arial" w:cs="Arial"/>
        </w:rPr>
      </w:pPr>
    </w:p>
    <w:p w:rsidR="00211ED2" w:rsidRPr="00E51924" w:rsidRDefault="00211ED2" w:rsidP="00BE75F4">
      <w:pPr>
        <w:spacing w:line="276" w:lineRule="auto"/>
        <w:ind w:left="360" w:hanging="360"/>
        <w:rPr>
          <w:rFonts w:ascii="Arial" w:hAnsi="Arial" w:cs="Arial"/>
        </w:rPr>
      </w:pPr>
    </w:p>
    <w:p w:rsidR="00BE75F4" w:rsidRPr="00B32186" w:rsidRDefault="00B21DE1" w:rsidP="00BE75F4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0</w:t>
      </w:r>
      <w:r w:rsidR="00BE75F4" w:rsidRPr="00B32186">
        <w:rPr>
          <w:rFonts w:ascii="Arial" w:hAnsi="Arial" w:cs="Arial"/>
          <w:b/>
        </w:rPr>
        <w:t>.</w:t>
      </w:r>
      <w:r w:rsidR="005625FA">
        <w:rPr>
          <w:rFonts w:ascii="Arial" w:hAnsi="Arial" w:cs="Arial"/>
          <w:b/>
        </w:rPr>
        <w:tab/>
      </w:r>
      <w:r w:rsidR="00BE75F4" w:rsidRPr="00B32186">
        <w:rPr>
          <w:rFonts w:ascii="Arial" w:hAnsi="Arial" w:cs="Arial"/>
          <w:b/>
        </w:rPr>
        <w:t xml:space="preserve">Krijgt u informatie </w:t>
      </w:r>
      <w:r w:rsidR="009113E0">
        <w:rPr>
          <w:rFonts w:ascii="Arial" w:hAnsi="Arial" w:cs="Arial"/>
          <w:b/>
        </w:rPr>
        <w:t xml:space="preserve">van &lt;naam org&gt; </w:t>
      </w:r>
      <w:r w:rsidR="00BE75F4" w:rsidRPr="00B32186">
        <w:rPr>
          <w:rFonts w:ascii="Arial" w:hAnsi="Arial" w:cs="Arial"/>
          <w:b/>
        </w:rPr>
        <w:t>over de cliëntenraad?</w:t>
      </w:r>
      <w:r w:rsidR="006D730A">
        <w:rPr>
          <w:rFonts w:ascii="Arial" w:hAnsi="Arial" w:cs="Arial"/>
          <w:b/>
        </w:rPr>
        <w:t xml:space="preserve"> </w:t>
      </w:r>
    </w:p>
    <w:p w:rsidR="005625FA" w:rsidRPr="008A54A2" w:rsidRDefault="005625FA" w:rsidP="005625FA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625FA" w:rsidRPr="008A54A2" w:rsidTr="005625FA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625FA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85" name="Text Box 38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4" o:spid="_x0000_s1119" type="#_x0000_t202" style="position:absolute;margin-left:0;margin-top:2pt;width:11.35pt;height:11.35pt;z-index:251608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wp2N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625FA" w:rsidRPr="00B32186" w:rsidRDefault="005625FA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nooit</w:t>
            </w:r>
          </w:p>
        </w:tc>
      </w:tr>
      <w:tr w:rsidR="005625FA" w:rsidRPr="008A54A2" w:rsidTr="005625FA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625FA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84" name="Text Box 38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5" o:spid="_x0000_s1120" type="#_x0000_t202" style="position:absolute;margin-left:0;margin-top:2pt;width:11.35pt;height:11.35pt;z-index:251609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XzrT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625FA" w:rsidRPr="00B32186" w:rsidRDefault="005625FA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soms</w:t>
            </w:r>
          </w:p>
        </w:tc>
      </w:tr>
      <w:tr w:rsidR="005625FA" w:rsidRPr="008A54A2" w:rsidTr="005625FA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625FA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183" name="Text Box 38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6" o:spid="_x0000_s1121" type="#_x0000_t202" style="position:absolute;margin-left:0;margin-top:2pt;width:11.35pt;height:11.35pt;z-index:251610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Ook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625FA" w:rsidRPr="00B32186" w:rsidRDefault="005625FA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meestal</w:t>
            </w:r>
          </w:p>
        </w:tc>
      </w:tr>
      <w:tr w:rsidR="005625FA" w:rsidRPr="008A54A2" w:rsidTr="005625FA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625FA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182" name="Text Box 38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5625FA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67" o:spid="_x0000_s1122" type="#_x0000_t202" style="position:absolute;margin-left:0;margin-top:2pt;width:11.35pt;height:11.35pt;z-index:251611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CqdTI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5625FA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625FA" w:rsidRPr="00B32186" w:rsidRDefault="005625FA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altijd</w:t>
            </w:r>
          </w:p>
        </w:tc>
      </w:tr>
    </w:tbl>
    <w:p w:rsidR="00A0727D" w:rsidRPr="00E51924" w:rsidRDefault="00A0727D" w:rsidP="00BE75F4">
      <w:pPr>
        <w:spacing w:line="276" w:lineRule="auto"/>
        <w:ind w:left="360" w:hanging="360"/>
        <w:rPr>
          <w:rFonts w:ascii="Arial" w:hAnsi="Arial" w:cs="Arial"/>
        </w:rPr>
      </w:pPr>
    </w:p>
    <w:p w:rsidR="00E9437B" w:rsidRPr="00E51924" w:rsidRDefault="00E9437B" w:rsidP="00BE75F4">
      <w:pPr>
        <w:spacing w:line="276" w:lineRule="auto"/>
        <w:ind w:left="360" w:hanging="360"/>
        <w:rPr>
          <w:rFonts w:ascii="Arial" w:hAnsi="Arial" w:cs="Arial"/>
        </w:rPr>
      </w:pPr>
    </w:p>
    <w:p w:rsidR="006D730A" w:rsidRPr="00B32186" w:rsidRDefault="00B21DE1" w:rsidP="006D730A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1</w:t>
      </w:r>
      <w:r w:rsidR="00BE75F4" w:rsidRPr="00B32186">
        <w:rPr>
          <w:rFonts w:ascii="Arial" w:hAnsi="Arial" w:cs="Arial"/>
          <w:b/>
        </w:rPr>
        <w:t>.</w:t>
      </w:r>
      <w:r w:rsidR="00BE75F4" w:rsidRPr="00B32186">
        <w:rPr>
          <w:rFonts w:ascii="Arial" w:hAnsi="Arial" w:cs="Arial"/>
          <w:b/>
        </w:rPr>
        <w:tab/>
      </w:r>
      <w:r w:rsidR="009113E0">
        <w:rPr>
          <w:rFonts w:ascii="Arial" w:hAnsi="Arial" w:cs="Arial"/>
          <w:b/>
        </w:rPr>
        <w:t>Krijgt u informatie van &lt;naam org&gt; over</w:t>
      </w:r>
      <w:r w:rsidR="00BE75F4" w:rsidRPr="00B32186">
        <w:rPr>
          <w:rFonts w:ascii="Arial" w:hAnsi="Arial" w:cs="Arial"/>
          <w:b/>
        </w:rPr>
        <w:t xml:space="preserve"> hoe u een klacht moet indienen</w:t>
      </w:r>
      <w:r w:rsidR="009113E0">
        <w:rPr>
          <w:rFonts w:ascii="Arial" w:hAnsi="Arial" w:cs="Arial"/>
          <w:b/>
        </w:rPr>
        <w:t>,</w:t>
      </w:r>
      <w:r w:rsidR="00BE75F4" w:rsidRPr="00B32186">
        <w:rPr>
          <w:rFonts w:ascii="Arial" w:hAnsi="Arial" w:cs="Arial"/>
          <w:b/>
        </w:rPr>
        <w:t xml:space="preserve"> als u niet tevreden bent</w:t>
      </w:r>
      <w:r w:rsidR="00D40351">
        <w:rPr>
          <w:rFonts w:ascii="Arial" w:hAnsi="Arial" w:cs="Arial"/>
          <w:b/>
        </w:rPr>
        <w:t xml:space="preserve"> over de hulp</w:t>
      </w:r>
      <w:r w:rsidR="00BE75F4" w:rsidRPr="00B32186">
        <w:rPr>
          <w:rFonts w:ascii="Arial" w:hAnsi="Arial" w:cs="Arial"/>
          <w:b/>
        </w:rPr>
        <w:t>?</w:t>
      </w:r>
      <w:r w:rsidR="006D730A">
        <w:rPr>
          <w:rFonts w:ascii="Arial" w:hAnsi="Arial" w:cs="Arial"/>
          <w:b/>
        </w:rPr>
        <w:t xml:space="preserve"> </w:t>
      </w:r>
    </w:p>
    <w:p w:rsidR="00E4660B" w:rsidRPr="008A54A2" w:rsidRDefault="00E4660B" w:rsidP="00E4660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181" name="Text Box 38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4" o:spid="_x0000_s1123" type="#_x0000_t202" style="position:absolute;margin-left:0;margin-top:2pt;width:11.35pt;height:11.35pt;z-index:251620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1SV0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180" name="Text Box 38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5" o:spid="_x0000_s1124" type="#_x0000_t202" style="position:absolute;margin-left:0;margin-top:2pt;width:11.35pt;height:11.35pt;z-index:251621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d5HHM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E4660B" w:rsidRPr="00E51924" w:rsidRDefault="00E4660B" w:rsidP="00E4660B">
      <w:pPr>
        <w:spacing w:line="276" w:lineRule="auto"/>
        <w:ind w:left="360" w:hanging="360"/>
        <w:rPr>
          <w:rFonts w:ascii="Arial" w:hAnsi="Arial" w:cs="Arial"/>
        </w:rPr>
      </w:pPr>
    </w:p>
    <w:p w:rsidR="003D5173" w:rsidRPr="00E51924" w:rsidRDefault="003D5173" w:rsidP="00B21DE1">
      <w:pPr>
        <w:spacing w:line="276" w:lineRule="auto"/>
        <w:ind w:left="360" w:hanging="360"/>
        <w:rPr>
          <w:rFonts w:ascii="Arial" w:hAnsi="Arial" w:cs="Arial"/>
        </w:rPr>
      </w:pPr>
    </w:p>
    <w:p w:rsidR="00B21DE1" w:rsidRPr="00B32186" w:rsidRDefault="00B21DE1" w:rsidP="00B21DE1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2</w:t>
      </w:r>
      <w:r w:rsidRPr="00B32186">
        <w:rPr>
          <w:rFonts w:ascii="Arial" w:hAnsi="Arial" w:cs="Arial"/>
          <w:b/>
        </w:rPr>
        <w:t>.</w:t>
      </w:r>
      <w:r w:rsidRPr="00B321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Begrijpt u de brieven en folders die u van &lt;naam org&gt; krijgt</w:t>
      </w:r>
      <w:r w:rsidRPr="00B32186">
        <w:rPr>
          <w:rFonts w:ascii="Arial" w:hAnsi="Arial" w:cs="Arial"/>
          <w:b/>
        </w:rPr>
        <w:t>?</w:t>
      </w:r>
    </w:p>
    <w:p w:rsidR="00E4660B" w:rsidRPr="008A54A2" w:rsidRDefault="00E4660B" w:rsidP="00E4660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A1656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7D671B" w:rsidP="00CF2156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179" name="Text Box 43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3" o:spid="_x0000_s1125" type="#_x0000_t202" style="position:absolute;margin-left:0;margin-top:2pt;width:11.35pt;height:11.35pt;z-index:251801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dz2y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A16567" w:rsidP="00CF215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n.v.t., ik</w:t>
            </w:r>
            <w:r w:rsidR="00387D63">
              <w:rPr>
                <w:rFonts w:ascii="Arial" w:hAnsi="Arial" w:cs="Arial"/>
              </w:rPr>
              <w:t xml:space="preserve"> ontvang geen brieven/folders / </w:t>
            </w:r>
            <w:r>
              <w:rPr>
                <w:rFonts w:ascii="Arial" w:hAnsi="Arial" w:cs="Arial"/>
              </w:rPr>
              <w:t xml:space="preserve"> </w:t>
            </w:r>
            <w:r w:rsidR="00387D63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>kan niet (meer) lezen</w:t>
            </w:r>
          </w:p>
        </w:tc>
      </w:tr>
      <w:tr w:rsidR="00A1656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178" name="Text Box 4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9" o:spid="_x0000_s1126" type="#_x0000_t202" style="position:absolute;margin-left:0;margin-top:2pt;width:11.35pt;height:11.35pt;z-index:251796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w33u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A1656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A1656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177" name="Text Box 4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0" o:spid="_x0000_s1127" type="#_x0000_t202" style="position:absolute;margin-left:0;margin-top:2pt;width:11.35pt;height:11.35pt;z-index:251798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8ZWj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A1656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A1656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176" name="Text Box 4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1" o:spid="_x0000_s1128" type="#_x0000_t202" style="position:absolute;margin-left:0;margin-top:2pt;width:11.35pt;height:11.35pt;z-index:251799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D7xaZf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A1656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A1656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A1656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175" name="Text Box 43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A16567" w:rsidRDefault="00A16567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2" o:spid="_x0000_s1129" type="#_x0000_t202" style="position:absolute;margin-left:0;margin-top:2pt;width:11.35pt;height:11.35pt;z-index:251800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nPkb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A16567" w:rsidRDefault="00A16567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A16567" w:rsidRPr="008A54A2" w:rsidRDefault="00A1656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E7AAA" w:rsidRPr="001E7AAA" w:rsidRDefault="001E7AAA" w:rsidP="00271EB1">
      <w:pPr>
        <w:spacing w:line="276" w:lineRule="auto"/>
        <w:rPr>
          <w:rFonts w:ascii="Arial" w:hAnsi="Arial" w:cs="Arial"/>
          <w:sz w:val="24"/>
          <w:szCs w:val="24"/>
        </w:rPr>
      </w:pPr>
    </w:p>
    <w:p w:rsidR="009C2A2D" w:rsidRDefault="009C2A2D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0E11BE" w:rsidRPr="00D52667" w:rsidRDefault="009C2A2D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E57E26" w:rsidRPr="00D52667">
        <w:rPr>
          <w:rFonts w:ascii="Arial" w:hAnsi="Arial" w:cs="Arial"/>
          <w:b/>
          <w:sz w:val="24"/>
          <w:szCs w:val="24"/>
        </w:rPr>
        <w:lastRenderedPageBreak/>
        <w:t>D</w:t>
      </w:r>
      <w:r w:rsidR="000E11BE" w:rsidRPr="00D52667">
        <w:rPr>
          <w:rFonts w:ascii="Arial" w:hAnsi="Arial" w:cs="Arial"/>
          <w:b/>
          <w:sz w:val="24"/>
          <w:szCs w:val="24"/>
        </w:rPr>
        <w:t xml:space="preserve">e </w:t>
      </w:r>
      <w:r w:rsidR="00823DCF">
        <w:rPr>
          <w:rFonts w:ascii="Arial" w:hAnsi="Arial" w:cs="Arial"/>
          <w:b/>
          <w:sz w:val="24"/>
          <w:szCs w:val="24"/>
        </w:rPr>
        <w:t xml:space="preserve">ambulant </w:t>
      </w:r>
      <w:r w:rsidR="000E11BE" w:rsidRPr="00D52667">
        <w:rPr>
          <w:rFonts w:ascii="Arial" w:hAnsi="Arial" w:cs="Arial"/>
          <w:b/>
          <w:sz w:val="24"/>
          <w:szCs w:val="24"/>
        </w:rPr>
        <w:t>begeleiders</w:t>
      </w:r>
    </w:p>
    <w:p w:rsidR="000E11BE" w:rsidRPr="00B32186" w:rsidRDefault="000E11BE" w:rsidP="00271EB1">
      <w:pPr>
        <w:spacing w:line="276" w:lineRule="auto"/>
        <w:rPr>
          <w:rFonts w:ascii="Arial" w:hAnsi="Arial" w:cs="Arial"/>
          <w:b/>
        </w:rPr>
      </w:pPr>
    </w:p>
    <w:p w:rsidR="00F176A4" w:rsidRPr="00B32186" w:rsidRDefault="00014CBF" w:rsidP="00F176A4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De volgende vragen gaan ov</w:t>
      </w:r>
      <w:r w:rsidR="007F517A" w:rsidRPr="00B32186">
        <w:rPr>
          <w:rFonts w:ascii="Arial" w:hAnsi="Arial" w:cs="Arial"/>
        </w:rPr>
        <w:t xml:space="preserve">er </w:t>
      </w:r>
      <w:r w:rsidR="004669B9" w:rsidRPr="00B32186">
        <w:rPr>
          <w:rFonts w:ascii="Arial" w:hAnsi="Arial" w:cs="Arial"/>
        </w:rPr>
        <w:t xml:space="preserve">uw ambulant </w:t>
      </w:r>
      <w:r w:rsidR="007F517A" w:rsidRPr="00B32186">
        <w:rPr>
          <w:rFonts w:ascii="Arial" w:hAnsi="Arial" w:cs="Arial"/>
        </w:rPr>
        <w:t xml:space="preserve">begeleiders </w:t>
      </w:r>
      <w:r w:rsidR="004669B9" w:rsidRPr="00B32186">
        <w:rPr>
          <w:rFonts w:ascii="Arial" w:hAnsi="Arial" w:cs="Arial"/>
        </w:rPr>
        <w:t>zelf</w:t>
      </w:r>
      <w:r w:rsidRPr="00B32186">
        <w:rPr>
          <w:rFonts w:ascii="Arial" w:hAnsi="Arial" w:cs="Arial"/>
        </w:rPr>
        <w:t>.</w:t>
      </w:r>
      <w:r w:rsidR="00F176A4" w:rsidRPr="00B32186">
        <w:rPr>
          <w:rFonts w:ascii="Arial" w:hAnsi="Arial" w:cs="Arial"/>
        </w:rPr>
        <w:t xml:space="preserve"> Het gaat hierbij om de </w:t>
      </w:r>
      <w:r w:rsidR="00F176A4" w:rsidRPr="00B32186">
        <w:rPr>
          <w:rFonts w:ascii="Arial" w:hAnsi="Arial" w:cs="Arial"/>
          <w:u w:val="single"/>
        </w:rPr>
        <w:t>afgel</w:t>
      </w:r>
      <w:r w:rsidR="00F176A4" w:rsidRPr="00B32186">
        <w:rPr>
          <w:rFonts w:ascii="Arial" w:hAnsi="Arial" w:cs="Arial"/>
          <w:u w:val="single"/>
        </w:rPr>
        <w:t>o</w:t>
      </w:r>
      <w:r w:rsidR="00F176A4" w:rsidRPr="00B32186">
        <w:rPr>
          <w:rFonts w:ascii="Arial" w:hAnsi="Arial" w:cs="Arial"/>
          <w:u w:val="single"/>
        </w:rPr>
        <w:t>pen 12 maanden</w:t>
      </w:r>
      <w:r w:rsidR="00F176A4" w:rsidRPr="00B32186">
        <w:rPr>
          <w:rFonts w:ascii="Arial" w:hAnsi="Arial" w:cs="Arial"/>
        </w:rPr>
        <w:t>.</w:t>
      </w:r>
    </w:p>
    <w:p w:rsidR="00014CBF" w:rsidRPr="00B32186" w:rsidRDefault="00014CBF" w:rsidP="00271EB1">
      <w:pPr>
        <w:spacing w:line="276" w:lineRule="auto"/>
        <w:rPr>
          <w:rFonts w:ascii="Arial" w:hAnsi="Arial" w:cs="Arial"/>
        </w:rPr>
      </w:pPr>
    </w:p>
    <w:p w:rsidR="000E11BE" w:rsidRPr="00B32186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3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E11BE" w:rsidRPr="00B32186">
        <w:rPr>
          <w:rFonts w:ascii="Arial" w:hAnsi="Arial" w:cs="Arial"/>
          <w:b/>
        </w:rPr>
        <w:t xml:space="preserve">Nemen de </w:t>
      </w:r>
      <w:r w:rsidR="004669B9" w:rsidRPr="00B32186">
        <w:rPr>
          <w:rFonts w:ascii="Arial" w:hAnsi="Arial" w:cs="Arial"/>
          <w:b/>
        </w:rPr>
        <w:t xml:space="preserve">ambulant </w:t>
      </w:r>
      <w:r w:rsidR="000E11BE" w:rsidRPr="00B32186">
        <w:rPr>
          <w:rFonts w:ascii="Arial" w:hAnsi="Arial" w:cs="Arial"/>
          <w:b/>
        </w:rPr>
        <w:t>begeleiders u serieus</w:t>
      </w:r>
      <w:r w:rsidR="003B27C1" w:rsidRPr="00B32186">
        <w:rPr>
          <w:rFonts w:ascii="Arial" w:hAnsi="Arial" w:cs="Arial"/>
          <w:b/>
        </w:rPr>
        <w:t>?</w:t>
      </w:r>
    </w:p>
    <w:p w:rsidR="00E4660B" w:rsidRPr="008A54A2" w:rsidRDefault="00E4660B" w:rsidP="00E4660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174" name="Text Box 38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2" o:spid="_x0000_s1130" type="#_x0000_t202" style="position:absolute;margin-left:0;margin-top:2pt;width:11.35pt;height:11.35pt;z-index:251612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hK9d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73" name="Text Box 38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3" o:spid="_x0000_s1131" type="#_x0000_t202" style="position:absolute;margin-left:0;margin-top:2pt;width:11.35pt;height:11.35pt;z-index:251613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N+2P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72" name="Text Box 38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4" o:spid="_x0000_s1132" type="#_x0000_t202" style="position:absolute;margin-left:0;margin-top:2pt;width:11.35pt;height:11.35pt;z-index:251614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o/KM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71" name="Text Box 38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75" o:spid="_x0000_s1133" type="#_x0000_t202" style="position:absolute;margin-left:0;margin-top:2pt;width:11.35pt;height:11.35pt;z-index:251615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yrfz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E4660B" w:rsidRPr="00E51924" w:rsidRDefault="00E4660B" w:rsidP="00E4660B">
      <w:pPr>
        <w:spacing w:line="276" w:lineRule="auto"/>
        <w:rPr>
          <w:rFonts w:ascii="Arial" w:hAnsi="Arial" w:cs="Arial"/>
        </w:rPr>
      </w:pPr>
    </w:p>
    <w:p w:rsidR="00CB4142" w:rsidRPr="00E51924" w:rsidRDefault="00CB4142" w:rsidP="00271EB1">
      <w:pPr>
        <w:spacing w:line="276" w:lineRule="auto"/>
        <w:rPr>
          <w:rFonts w:ascii="Arial" w:hAnsi="Arial" w:cs="Arial"/>
        </w:rPr>
      </w:pPr>
    </w:p>
    <w:p w:rsidR="000E11BE" w:rsidRPr="00B32186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4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3B27C1" w:rsidRPr="00B32186">
        <w:rPr>
          <w:rFonts w:ascii="Arial" w:hAnsi="Arial" w:cs="Arial"/>
          <w:b/>
        </w:rPr>
        <w:t xml:space="preserve">Houden de </w:t>
      </w:r>
      <w:r w:rsidR="00587515">
        <w:rPr>
          <w:rFonts w:ascii="Arial" w:hAnsi="Arial" w:cs="Arial"/>
          <w:b/>
        </w:rPr>
        <w:t xml:space="preserve">ambulant </w:t>
      </w:r>
      <w:r w:rsidR="003B27C1" w:rsidRPr="00B32186">
        <w:rPr>
          <w:rFonts w:ascii="Arial" w:hAnsi="Arial" w:cs="Arial"/>
          <w:b/>
        </w:rPr>
        <w:t>begeleiders rekening met wat u graag wil?</w:t>
      </w:r>
    </w:p>
    <w:p w:rsidR="00E4660B" w:rsidRPr="008A54A2" w:rsidRDefault="00E4660B" w:rsidP="00E4660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170" name="Text Box 38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0" o:spid="_x0000_s1134" type="#_x0000_t202" style="position:absolute;margin-left:0;margin-top:2pt;width:11.35pt;height:11.35pt;z-index:251616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mDA2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69" name="Text Box 38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1" o:spid="_x0000_s1135" type="#_x0000_t202" style="position:absolute;margin-left:0;margin-top:2pt;width:11.35pt;height:11.35pt;z-index:251617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UhJwc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68" name="Text Box 38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2" o:spid="_x0000_s1136" type="#_x0000_t202" style="position:absolute;margin-left:0;margin-top:2pt;width:11.35pt;height:11.35pt;z-index:251618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IBif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E4660B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4660B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67" name="Text Box 38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E4660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3" o:spid="_x0000_s1137" type="#_x0000_t202" style="position:absolute;margin-left:0;margin-top:2pt;width:11.35pt;height:11.35pt;z-index:251619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BzJJAIAAE0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1YQcy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E4660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4660B" w:rsidRPr="008A54A2" w:rsidRDefault="00E4660B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E4660B" w:rsidRPr="00E51924" w:rsidRDefault="00E4660B" w:rsidP="00E4660B">
      <w:pPr>
        <w:spacing w:line="276" w:lineRule="auto"/>
        <w:rPr>
          <w:rFonts w:ascii="Arial" w:hAnsi="Arial" w:cs="Arial"/>
        </w:rPr>
      </w:pPr>
    </w:p>
    <w:p w:rsidR="00CB4142" w:rsidRPr="00E51924" w:rsidRDefault="00CB4142" w:rsidP="003A52DB">
      <w:pPr>
        <w:spacing w:line="276" w:lineRule="auto"/>
        <w:ind w:left="360" w:hanging="360"/>
        <w:rPr>
          <w:rFonts w:ascii="Arial" w:hAnsi="Arial" w:cs="Arial"/>
        </w:rPr>
      </w:pPr>
    </w:p>
    <w:p w:rsidR="003B27C1" w:rsidRPr="00B32186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5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5D355A">
        <w:rPr>
          <w:rFonts w:ascii="Arial" w:hAnsi="Arial" w:cs="Arial"/>
          <w:b/>
        </w:rPr>
        <w:t xml:space="preserve">Luisteren de </w:t>
      </w:r>
      <w:r w:rsidR="00587515">
        <w:rPr>
          <w:rFonts w:ascii="Arial" w:hAnsi="Arial" w:cs="Arial"/>
          <w:b/>
        </w:rPr>
        <w:t xml:space="preserve">ambulant </w:t>
      </w:r>
      <w:r w:rsidR="003B27C1" w:rsidRPr="00B32186">
        <w:rPr>
          <w:rFonts w:ascii="Arial" w:hAnsi="Arial" w:cs="Arial"/>
          <w:b/>
        </w:rPr>
        <w:t xml:space="preserve">begeleiders </w:t>
      </w:r>
      <w:r w:rsidR="009113E0">
        <w:rPr>
          <w:rFonts w:ascii="Arial" w:hAnsi="Arial" w:cs="Arial"/>
          <w:b/>
        </w:rPr>
        <w:t>met aandacht</w:t>
      </w:r>
      <w:r w:rsidR="005D355A">
        <w:rPr>
          <w:rFonts w:ascii="Arial" w:hAnsi="Arial" w:cs="Arial"/>
          <w:b/>
        </w:rPr>
        <w:t xml:space="preserve"> naar u</w:t>
      </w:r>
      <w:r w:rsidR="003B27C1" w:rsidRPr="00B32186">
        <w:rPr>
          <w:rFonts w:ascii="Arial" w:hAnsi="Arial" w:cs="Arial"/>
          <w:b/>
        </w:rPr>
        <w:t xml:space="preserve">? </w:t>
      </w:r>
    </w:p>
    <w:p w:rsidR="004D3E17" w:rsidRPr="008A54A2" w:rsidRDefault="004D3E17" w:rsidP="004D3E1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166" name="Text Box 38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6" o:spid="_x0000_s1138" type="#_x0000_t202" style="position:absolute;margin-left:0;margin-top:2pt;width:11.35pt;height:11.35pt;z-index:251622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EUF/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65" name="Text Box 3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7" o:spid="_x0000_s1139" type="#_x0000_t202" style="position:absolute;margin-left:0;margin-top:2pt;width:11.35pt;height:11.35pt;z-index:251623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7MMvei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64" name="Text Box 38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8" o:spid="_x0000_s1140" type="#_x0000_t202" style="position:absolute;margin-left:0;margin-top:2pt;width:11.35pt;height:11.35pt;z-index:251624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DkQKQ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163" name="Text Box 38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89" o:spid="_x0000_s1141" type="#_x0000_t202" style="position:absolute;margin-left:0;margin-top:2pt;width:11.35pt;height:11.35pt;z-index:251625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sNngI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D3E17" w:rsidRPr="00E51924" w:rsidRDefault="004D3E17" w:rsidP="004D3E17">
      <w:pPr>
        <w:spacing w:line="276" w:lineRule="auto"/>
        <w:rPr>
          <w:rFonts w:ascii="Arial" w:hAnsi="Arial" w:cs="Arial"/>
        </w:rPr>
      </w:pPr>
    </w:p>
    <w:p w:rsidR="00A0727D" w:rsidRPr="00E51924" w:rsidRDefault="00A0727D" w:rsidP="003A52DB">
      <w:pPr>
        <w:spacing w:line="276" w:lineRule="auto"/>
        <w:ind w:left="360" w:hanging="360"/>
        <w:rPr>
          <w:rFonts w:ascii="Arial" w:hAnsi="Arial" w:cs="Arial"/>
        </w:rPr>
      </w:pPr>
    </w:p>
    <w:p w:rsidR="000E11BE" w:rsidRPr="00B32186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6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E11BE" w:rsidRPr="00B32186">
        <w:rPr>
          <w:rFonts w:ascii="Arial" w:hAnsi="Arial" w:cs="Arial"/>
          <w:b/>
        </w:rPr>
        <w:t xml:space="preserve">Hebben de </w:t>
      </w:r>
      <w:r w:rsidR="008938C4" w:rsidRPr="00B32186">
        <w:rPr>
          <w:rFonts w:ascii="Arial" w:hAnsi="Arial" w:cs="Arial"/>
          <w:b/>
        </w:rPr>
        <w:t xml:space="preserve">ambulant </w:t>
      </w:r>
      <w:r w:rsidR="000E11BE" w:rsidRPr="00B32186">
        <w:rPr>
          <w:rFonts w:ascii="Arial" w:hAnsi="Arial" w:cs="Arial"/>
          <w:b/>
        </w:rPr>
        <w:t>begeleiders genoeg tijd voor u</w:t>
      </w:r>
      <w:r w:rsidR="003B27C1" w:rsidRPr="00B32186">
        <w:rPr>
          <w:rFonts w:ascii="Arial" w:hAnsi="Arial" w:cs="Arial"/>
          <w:b/>
        </w:rPr>
        <w:t>?</w:t>
      </w:r>
    </w:p>
    <w:p w:rsidR="004D3E17" w:rsidRPr="008A54A2" w:rsidRDefault="004D3E17" w:rsidP="004D3E1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162" name="Text Box 38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0" o:spid="_x0000_s1142" type="#_x0000_t202" style="position:absolute;margin-left:0;margin-top:2pt;width:11.35pt;height:11.35pt;z-index:251627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KMlq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61" name="Text Box 38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1" o:spid="_x0000_s1143" type="#_x0000_t202" style="position:absolute;margin-left:0;margin-top:2pt;width:11.35pt;height:11.35pt;z-index:251628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FMpg1o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160" name="Text Box 38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2" o:spid="_x0000_s1144" type="#_x0000_t202" style="position:absolute;margin-left:0;margin-top:2pt;width:11.35pt;height:11.35pt;z-index:251629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4jFZg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59" name="Text Box 38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3" o:spid="_x0000_s1145" type="#_x0000_t202" style="position:absolute;margin-left:0;margin-top:2pt;width:11.35pt;height:11.35pt;z-index:251630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mwTI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D3E17" w:rsidRPr="00E51924" w:rsidRDefault="004D3E17" w:rsidP="004D3E17">
      <w:pPr>
        <w:spacing w:line="276" w:lineRule="auto"/>
        <w:rPr>
          <w:rFonts w:ascii="Arial" w:hAnsi="Arial" w:cs="Arial"/>
        </w:rPr>
      </w:pPr>
    </w:p>
    <w:p w:rsidR="004D3E17" w:rsidRPr="00E51924" w:rsidRDefault="004D3E17" w:rsidP="004D3E17">
      <w:pPr>
        <w:spacing w:line="276" w:lineRule="auto"/>
        <w:ind w:left="360" w:hanging="360"/>
        <w:rPr>
          <w:rFonts w:ascii="Arial" w:hAnsi="Arial" w:cs="Arial"/>
        </w:rPr>
      </w:pPr>
    </w:p>
    <w:p w:rsidR="000E11BE" w:rsidRPr="00B32186" w:rsidRDefault="001E7AAA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5D355A">
        <w:rPr>
          <w:rFonts w:ascii="Arial" w:hAnsi="Arial" w:cs="Arial"/>
          <w:b/>
        </w:rPr>
        <w:lastRenderedPageBreak/>
        <w:t>2</w:t>
      </w:r>
      <w:r>
        <w:rPr>
          <w:rFonts w:ascii="Arial" w:hAnsi="Arial" w:cs="Arial"/>
          <w:b/>
        </w:rPr>
        <w:t>7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E11BE" w:rsidRPr="00B32186">
        <w:rPr>
          <w:rFonts w:ascii="Arial" w:hAnsi="Arial" w:cs="Arial"/>
          <w:b/>
        </w:rPr>
        <w:t xml:space="preserve">Leggen de </w:t>
      </w:r>
      <w:r w:rsidR="00587515">
        <w:rPr>
          <w:rFonts w:ascii="Arial" w:hAnsi="Arial" w:cs="Arial"/>
          <w:b/>
        </w:rPr>
        <w:t xml:space="preserve">ambulant </w:t>
      </w:r>
      <w:r w:rsidR="000E11BE" w:rsidRPr="00B32186">
        <w:rPr>
          <w:rFonts w:ascii="Arial" w:hAnsi="Arial" w:cs="Arial"/>
          <w:b/>
        </w:rPr>
        <w:t xml:space="preserve">begeleiders dingen </w:t>
      </w:r>
      <w:r w:rsidR="003B27C1" w:rsidRPr="00B32186">
        <w:rPr>
          <w:rFonts w:ascii="Arial" w:hAnsi="Arial" w:cs="Arial"/>
          <w:b/>
        </w:rPr>
        <w:t>op een begrijpelijke manier uit?</w:t>
      </w:r>
    </w:p>
    <w:p w:rsidR="004D3E17" w:rsidRPr="008A54A2" w:rsidRDefault="004D3E17" w:rsidP="004D3E1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158" name="Text Box 38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4" o:spid="_x0000_s1146" type="#_x0000_t202" style="position:absolute;margin-left:0;margin-top:2pt;width:11.35pt;height:11.35pt;z-index:251631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383v0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157" name="Text Box 38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5" o:spid="_x0000_s1147" type="#_x0000_t202" style="position:absolute;margin-left:0;margin-top:2pt;width:11.35pt;height:11.35pt;z-index:251632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tjEKe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56" name="Text Box 38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6" o:spid="_x0000_s1148" type="#_x0000_t202" style="position:absolute;margin-left:0;margin-top:2pt;width:11.35pt;height:11.35pt;z-index:251633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Eixb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55" name="Text Box 38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7" o:spid="_x0000_s1149" type="#_x0000_t202" style="position:absolute;margin-left:0;margin-top:2pt;width:11.35pt;height:11.35pt;z-index:251634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ooIfw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D3E17" w:rsidRPr="00E51924" w:rsidRDefault="004D3E17" w:rsidP="004D3E17">
      <w:pPr>
        <w:spacing w:line="276" w:lineRule="auto"/>
        <w:rPr>
          <w:rFonts w:ascii="Arial" w:hAnsi="Arial" w:cs="Arial"/>
        </w:rPr>
      </w:pPr>
    </w:p>
    <w:p w:rsidR="004D3E17" w:rsidRPr="00E51924" w:rsidRDefault="004D3E17" w:rsidP="004D3E17">
      <w:pPr>
        <w:spacing w:line="276" w:lineRule="auto"/>
        <w:ind w:left="360" w:hanging="360"/>
        <w:rPr>
          <w:rFonts w:ascii="Arial" w:hAnsi="Arial" w:cs="Arial"/>
        </w:rPr>
      </w:pPr>
    </w:p>
    <w:p w:rsidR="000E11BE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1E7AAA">
        <w:rPr>
          <w:rFonts w:ascii="Arial" w:hAnsi="Arial" w:cs="Arial"/>
          <w:b/>
        </w:rPr>
        <w:t>8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E11BE" w:rsidRPr="00B32186">
        <w:rPr>
          <w:rFonts w:ascii="Arial" w:hAnsi="Arial" w:cs="Arial"/>
          <w:b/>
        </w:rPr>
        <w:t xml:space="preserve">Bent u bang voor een </w:t>
      </w:r>
      <w:r w:rsidR="004669B9" w:rsidRPr="00B32186">
        <w:rPr>
          <w:rFonts w:ascii="Arial" w:hAnsi="Arial" w:cs="Arial"/>
          <w:b/>
        </w:rPr>
        <w:t xml:space="preserve">ambulant </w:t>
      </w:r>
      <w:r w:rsidR="000E11BE" w:rsidRPr="00B32186">
        <w:rPr>
          <w:rFonts w:ascii="Arial" w:hAnsi="Arial" w:cs="Arial"/>
          <w:b/>
        </w:rPr>
        <w:t>begeleider</w:t>
      </w:r>
      <w:r w:rsidR="004669B9" w:rsidRPr="00B32186">
        <w:rPr>
          <w:rFonts w:ascii="Arial" w:hAnsi="Arial" w:cs="Arial"/>
          <w:b/>
        </w:rPr>
        <w:t>?</w:t>
      </w:r>
    </w:p>
    <w:p w:rsidR="004D3E17" w:rsidRPr="008A54A2" w:rsidRDefault="004D3E17" w:rsidP="004D3E1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154" name="Text Box 38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8" o:spid="_x0000_s1150" type="#_x0000_t202" style="position:absolute;margin-left:0;margin-top:2pt;width:11.35pt;height:11.35pt;z-index:251635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ePE4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53" name="Text Box 38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99" o:spid="_x0000_s1151" type="#_x0000_t202" style="position:absolute;margin-left:0;margin-top:2pt;width:11.35pt;height:11.35pt;z-index:251636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nKKow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52" name="Text Box 39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0" o:spid="_x0000_s1152" type="#_x0000_t202" style="position:absolute;margin-left:0;margin-top:2pt;width:11.35pt;height:11.35pt;z-index:251637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9gnR0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151" name="Text Box 39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1" o:spid="_x0000_s1153" type="#_x0000_t202" style="position:absolute;margin-left:0;margin-top:2pt;width:11.35pt;height:11.35pt;z-index:251638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DI5Zxs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E0260E" w:rsidRPr="00E51924" w:rsidRDefault="00E0260E" w:rsidP="00E0260E">
      <w:pPr>
        <w:spacing w:line="276" w:lineRule="auto"/>
        <w:rPr>
          <w:rFonts w:ascii="Arial" w:hAnsi="Arial" w:cs="Arial"/>
        </w:rPr>
      </w:pPr>
    </w:p>
    <w:p w:rsidR="00793DB1" w:rsidRPr="00E51924" w:rsidRDefault="00793DB1" w:rsidP="00E0260E">
      <w:pPr>
        <w:spacing w:line="276" w:lineRule="auto"/>
        <w:rPr>
          <w:rFonts w:ascii="Arial" w:hAnsi="Arial" w:cs="Arial"/>
        </w:rPr>
      </w:pPr>
    </w:p>
    <w:p w:rsidR="000E11BE" w:rsidRPr="00B32186" w:rsidRDefault="001E7AAA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3B27C1" w:rsidRPr="00B32186">
        <w:rPr>
          <w:rFonts w:ascii="Arial" w:hAnsi="Arial" w:cs="Arial"/>
          <w:b/>
        </w:rPr>
        <w:t xml:space="preserve">Vindt u de </w:t>
      </w:r>
      <w:r w:rsidR="00587515">
        <w:rPr>
          <w:rFonts w:ascii="Arial" w:hAnsi="Arial" w:cs="Arial"/>
          <w:b/>
        </w:rPr>
        <w:t xml:space="preserve">ambulant </w:t>
      </w:r>
      <w:r w:rsidR="003B27C1" w:rsidRPr="00B32186">
        <w:rPr>
          <w:rFonts w:ascii="Arial" w:hAnsi="Arial" w:cs="Arial"/>
          <w:b/>
        </w:rPr>
        <w:t xml:space="preserve">begeleiders </w:t>
      </w:r>
      <w:r w:rsidR="00587515">
        <w:rPr>
          <w:rFonts w:ascii="Arial" w:hAnsi="Arial" w:cs="Arial"/>
          <w:b/>
        </w:rPr>
        <w:t>goed in hun werk?</w:t>
      </w:r>
    </w:p>
    <w:p w:rsidR="004D3E17" w:rsidRPr="008A54A2" w:rsidRDefault="004D3E17" w:rsidP="004D3E1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50" name="Text Box 39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2" o:spid="_x0000_s1154" type="#_x0000_t202" style="position:absolute;margin-left:0;margin-top:2pt;width:11.35pt;height:11.35pt;z-index:251639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L8p38y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49" name="Text Box 39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3" o:spid="_x0000_s1155" type="#_x0000_t202" style="position:absolute;margin-left:0;margin-top:2pt;width:11.35pt;height:11.35pt;z-index:251640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bfSts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48" name="Text Box 39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4" o:spid="_x0000_s1156" type="#_x0000_t202" style="position:absolute;margin-left:0;margin-top:2pt;width:11.35pt;height:11.35pt;z-index:251641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A07ps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147" name="Text Box 39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5" o:spid="_x0000_s1157" type="#_x0000_t202" style="position:absolute;margin-left:0;margin-top:2pt;width:11.35pt;height:11.35pt;z-index:251642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GoCLA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D3E17" w:rsidRPr="00E51924" w:rsidRDefault="004D3E17" w:rsidP="004D3E17">
      <w:pPr>
        <w:spacing w:line="276" w:lineRule="auto"/>
        <w:rPr>
          <w:rFonts w:ascii="Arial" w:hAnsi="Arial" w:cs="Arial"/>
        </w:rPr>
      </w:pPr>
    </w:p>
    <w:p w:rsidR="00587515" w:rsidRPr="00E51924" w:rsidRDefault="00587515" w:rsidP="00E0260E">
      <w:pPr>
        <w:spacing w:line="276" w:lineRule="auto"/>
        <w:rPr>
          <w:rFonts w:ascii="Arial" w:hAnsi="Arial" w:cs="Arial"/>
        </w:rPr>
      </w:pPr>
    </w:p>
    <w:p w:rsidR="009C6DEC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0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587515">
        <w:rPr>
          <w:rFonts w:ascii="Arial" w:hAnsi="Arial" w:cs="Arial"/>
          <w:b/>
        </w:rPr>
        <w:t xml:space="preserve">Zijn er </w:t>
      </w:r>
      <w:r w:rsidR="003B27C1" w:rsidRPr="00B32186">
        <w:rPr>
          <w:rFonts w:ascii="Arial" w:hAnsi="Arial" w:cs="Arial"/>
          <w:b/>
        </w:rPr>
        <w:t xml:space="preserve">het afgelopen jaar </w:t>
      </w:r>
      <w:r w:rsidR="00AC6A9D" w:rsidRPr="00B32186">
        <w:rPr>
          <w:rFonts w:ascii="Arial" w:hAnsi="Arial" w:cs="Arial"/>
          <w:b/>
        </w:rPr>
        <w:t xml:space="preserve">wisselingen van </w:t>
      </w:r>
      <w:r w:rsidR="004669B9" w:rsidRPr="00B32186">
        <w:rPr>
          <w:rFonts w:ascii="Arial" w:hAnsi="Arial" w:cs="Arial"/>
          <w:b/>
        </w:rPr>
        <w:t xml:space="preserve">ambulant </w:t>
      </w:r>
      <w:r w:rsidR="00AC6A9D" w:rsidRPr="00B32186">
        <w:rPr>
          <w:rFonts w:ascii="Arial" w:hAnsi="Arial" w:cs="Arial"/>
          <w:b/>
        </w:rPr>
        <w:t>begele</w:t>
      </w:r>
      <w:r w:rsidR="003B27C1" w:rsidRPr="00B32186">
        <w:rPr>
          <w:rFonts w:ascii="Arial" w:hAnsi="Arial" w:cs="Arial"/>
          <w:b/>
        </w:rPr>
        <w:t>iders ge</w:t>
      </w:r>
      <w:r w:rsidR="00587515">
        <w:rPr>
          <w:rFonts w:ascii="Arial" w:hAnsi="Arial" w:cs="Arial"/>
          <w:b/>
        </w:rPr>
        <w:t>weest</w:t>
      </w:r>
      <w:r w:rsidR="003B27C1" w:rsidRPr="00B32186">
        <w:rPr>
          <w:rFonts w:ascii="Arial" w:hAnsi="Arial" w:cs="Arial"/>
          <w:b/>
        </w:rPr>
        <w:t>?</w:t>
      </w:r>
    </w:p>
    <w:p w:rsidR="004D3E17" w:rsidRPr="008A54A2" w:rsidRDefault="004D3E17" w:rsidP="004D3E1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46" name="Text Box 39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6" o:spid="_x0000_s1158" type="#_x0000_t202" style="position:absolute;margin-left:0;margin-top:2pt;width:11.35pt;height:11.35pt;z-index:251643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9jIFE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45" name="Text Box 39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7" o:spid="_x0000_s1159" type="#_x0000_t202" style="position:absolute;margin-left:0;margin-top:2pt;width:11.35pt;height:11.35pt;z-index:251644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sBcpvy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44" name="Text Box 39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8" o:spid="_x0000_s1160" type="#_x0000_t202" style="position:absolute;margin-left:0;margin-top:2pt;width:11.35pt;height:11.35pt;z-index:251645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HTrOA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D3E17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D3E17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143" name="Text Box 39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D3E1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09" o:spid="_x0000_s1161" type="#_x0000_t202" style="position:absolute;margin-left:0;margin-top:2pt;width:11.35pt;height:11.35pt;z-index:251646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ajDm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D3E1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D3E17" w:rsidRPr="008A54A2" w:rsidRDefault="004D3E17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D3E17" w:rsidRPr="00E51924" w:rsidRDefault="004D3E17" w:rsidP="004D3E17">
      <w:pPr>
        <w:spacing w:line="276" w:lineRule="auto"/>
        <w:rPr>
          <w:rFonts w:ascii="Arial" w:hAnsi="Arial" w:cs="Arial"/>
        </w:rPr>
      </w:pPr>
    </w:p>
    <w:p w:rsidR="004D3E17" w:rsidRPr="00E51924" w:rsidRDefault="004D3E17" w:rsidP="004D3E17">
      <w:pPr>
        <w:spacing w:line="276" w:lineRule="auto"/>
        <w:ind w:left="360" w:hanging="360"/>
        <w:rPr>
          <w:rFonts w:ascii="Arial" w:hAnsi="Arial" w:cs="Arial"/>
        </w:rPr>
      </w:pPr>
    </w:p>
    <w:p w:rsidR="009C6DEC" w:rsidRPr="00D52667" w:rsidRDefault="001502E7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C12611">
        <w:rPr>
          <w:rFonts w:ascii="Arial" w:hAnsi="Arial" w:cs="Arial"/>
          <w:b/>
          <w:sz w:val="24"/>
          <w:szCs w:val="24"/>
        </w:rPr>
        <w:t>Samenhang in de hulp</w:t>
      </w:r>
    </w:p>
    <w:p w:rsidR="009C6DEC" w:rsidRPr="00E51924" w:rsidRDefault="009C6DEC" w:rsidP="00271EB1">
      <w:pPr>
        <w:spacing w:line="276" w:lineRule="auto"/>
        <w:rPr>
          <w:rFonts w:ascii="Arial" w:hAnsi="Arial" w:cs="Arial"/>
        </w:rPr>
      </w:pPr>
    </w:p>
    <w:p w:rsidR="00F176A4" w:rsidRPr="00B32186" w:rsidRDefault="00363ACA" w:rsidP="00F176A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D4A29" w:rsidRPr="00B32186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 xml:space="preserve">komen nu </w:t>
      </w:r>
      <w:r w:rsidR="006D4A29" w:rsidRPr="00B32186">
        <w:rPr>
          <w:rFonts w:ascii="Arial" w:hAnsi="Arial" w:cs="Arial"/>
        </w:rPr>
        <w:t>een paar vragen over uw vaste begeleider</w:t>
      </w:r>
      <w:r w:rsidR="003C3014">
        <w:rPr>
          <w:rFonts w:ascii="Arial" w:hAnsi="Arial" w:cs="Arial"/>
        </w:rPr>
        <w:t xml:space="preserve"> en de samenhang in de hulp</w:t>
      </w:r>
      <w:r w:rsidR="006D4A29" w:rsidRPr="00B32186">
        <w:rPr>
          <w:rFonts w:ascii="Arial" w:hAnsi="Arial" w:cs="Arial"/>
        </w:rPr>
        <w:t>.</w:t>
      </w:r>
      <w:r w:rsidR="00F176A4" w:rsidRPr="00B32186">
        <w:rPr>
          <w:rFonts w:ascii="Arial" w:hAnsi="Arial" w:cs="Arial"/>
        </w:rPr>
        <w:t xml:space="preserve"> Het gaat hierbij om de </w:t>
      </w:r>
      <w:r w:rsidR="00F176A4" w:rsidRPr="00B32186">
        <w:rPr>
          <w:rFonts w:ascii="Arial" w:hAnsi="Arial" w:cs="Arial"/>
          <w:u w:val="single"/>
        </w:rPr>
        <w:t>afg</w:t>
      </w:r>
      <w:r w:rsidR="00F176A4" w:rsidRPr="00B32186">
        <w:rPr>
          <w:rFonts w:ascii="Arial" w:hAnsi="Arial" w:cs="Arial"/>
          <w:u w:val="single"/>
        </w:rPr>
        <w:t>e</w:t>
      </w:r>
      <w:r w:rsidR="00F176A4" w:rsidRPr="00B32186">
        <w:rPr>
          <w:rFonts w:ascii="Arial" w:hAnsi="Arial" w:cs="Arial"/>
          <w:u w:val="single"/>
        </w:rPr>
        <w:t>lopen 12 maanden</w:t>
      </w:r>
      <w:r w:rsidR="00F176A4" w:rsidRPr="00B32186">
        <w:rPr>
          <w:rFonts w:ascii="Arial" w:hAnsi="Arial" w:cs="Arial"/>
        </w:rPr>
        <w:t>.</w:t>
      </w:r>
    </w:p>
    <w:p w:rsidR="006D4A29" w:rsidRPr="00B32186" w:rsidRDefault="006D4A29" w:rsidP="00271EB1">
      <w:pPr>
        <w:spacing w:line="276" w:lineRule="auto"/>
        <w:rPr>
          <w:rFonts w:ascii="Arial" w:hAnsi="Arial" w:cs="Arial"/>
          <w:b/>
        </w:rPr>
      </w:pPr>
    </w:p>
    <w:p w:rsidR="009C6DEC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1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9C6DEC" w:rsidRPr="00B32186">
        <w:rPr>
          <w:rFonts w:ascii="Arial" w:hAnsi="Arial" w:cs="Arial"/>
          <w:b/>
        </w:rPr>
        <w:t xml:space="preserve">Heeft u een </w:t>
      </w:r>
      <w:r w:rsidR="000E1654" w:rsidRPr="00B32186">
        <w:rPr>
          <w:rFonts w:ascii="Arial" w:hAnsi="Arial" w:cs="Arial"/>
          <w:b/>
        </w:rPr>
        <w:t>vaste</w:t>
      </w:r>
      <w:r w:rsidR="008938C4" w:rsidRPr="00B32186">
        <w:rPr>
          <w:rFonts w:ascii="Arial" w:hAnsi="Arial" w:cs="Arial"/>
          <w:b/>
        </w:rPr>
        <w:t xml:space="preserve"> begeleider</w:t>
      </w:r>
      <w:r w:rsidR="00710428" w:rsidRPr="00B32186">
        <w:rPr>
          <w:rFonts w:ascii="Arial" w:hAnsi="Arial" w:cs="Arial"/>
          <w:b/>
        </w:rPr>
        <w:t>?</w:t>
      </w:r>
    </w:p>
    <w:p w:rsidR="000E69E6" w:rsidRPr="008A54A2" w:rsidRDefault="000E69E6" w:rsidP="000E69E6">
      <w:pPr>
        <w:spacing w:line="144" w:lineRule="auto"/>
        <w:rPr>
          <w:rFonts w:ascii="Arial" w:hAnsi="Arial" w:cs="Arial"/>
          <w:i/>
        </w:rPr>
      </w:pPr>
    </w:p>
    <w:tbl>
      <w:tblPr>
        <w:tblW w:w="8589" w:type="dxa"/>
        <w:tblInd w:w="454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1445"/>
        <w:gridCol w:w="756"/>
        <w:gridCol w:w="5991"/>
      </w:tblGrid>
      <w:tr w:rsidR="000E69E6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0E69E6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5715" r="6985" b="12065"/>
                      <wp:wrapNone/>
                      <wp:docPr id="142" name="Text Box 39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0E69E6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0E69E6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0" o:spid="_x0000_s1162" type="#_x0000_t202" style="position:absolute;margin-left:0;margin-top:2pt;width:11.35pt;height:11.35pt;z-index:251647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0zQd8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0E69E6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0E69E6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69E6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1445" w:type="dxa"/>
            <w:vAlign w:val="center"/>
          </w:tcPr>
          <w:p w:rsidR="000E69E6" w:rsidRPr="00CA40A9" w:rsidRDefault="000E69E6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756" w:type="dxa"/>
            <w:vAlign w:val="center"/>
          </w:tcPr>
          <w:p w:rsidR="000E69E6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1430" t="54610" r="20320" b="59690"/>
                      <wp:wrapNone/>
                      <wp:docPr id="141" name="Line 39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B2C8AF" id="Line 3911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MaKwIAAE4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C+GlMa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5991" w:type="dxa"/>
            <w:vAlign w:val="center"/>
          </w:tcPr>
          <w:p w:rsidR="000E69E6" w:rsidRPr="00CA40A9" w:rsidRDefault="000E69E6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3</w:t>
            </w:r>
            <w:r w:rsidR="001E7AAA">
              <w:rPr>
                <w:rFonts w:ascii="Arial" w:hAnsi="Arial" w:cs="Arial"/>
              </w:rPr>
              <w:t>3</w:t>
            </w:r>
          </w:p>
        </w:tc>
      </w:tr>
      <w:tr w:rsidR="000E69E6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0E69E6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10160" r="6985" b="7620"/>
                      <wp:wrapNone/>
                      <wp:docPr id="140" name="Text Box 39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0E69E6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0E69E6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2" o:spid="_x0000_s1163" type="#_x0000_t202" style="position:absolute;margin-left:0;margin-top:2pt;width:11.35pt;height:11.35pt;z-index:251649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ElL1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0E69E6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0E69E6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69E6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1445" w:type="dxa"/>
            <w:vAlign w:val="center"/>
          </w:tcPr>
          <w:p w:rsidR="000E69E6" w:rsidRPr="00CA40A9" w:rsidRDefault="000E69E6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756" w:type="dxa"/>
            <w:vAlign w:val="center"/>
          </w:tcPr>
          <w:p w:rsidR="000E69E6" w:rsidRPr="008A54A2" w:rsidRDefault="000E69E6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5991" w:type="dxa"/>
            <w:vAlign w:val="center"/>
          </w:tcPr>
          <w:p w:rsidR="000E69E6" w:rsidRPr="00CA40A9" w:rsidRDefault="000E69E6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  <w:tr w:rsidR="000E69E6" w:rsidRPr="00CA40A9" w:rsidTr="001D3C7C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0E69E6" w:rsidRPr="00CA40A9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5715" r="6985" b="12065"/>
                      <wp:wrapNone/>
                      <wp:docPr id="139" name="Text Box 39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0E69E6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0E69E6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6" o:spid="_x0000_s1164" type="#_x0000_t202" style="position:absolute;margin-left:0;margin-top:2pt;width:11.35pt;height:11.35pt;z-index:251651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fxDN2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0E69E6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0E69E6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69E6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1445" w:type="dxa"/>
            <w:vAlign w:val="center"/>
          </w:tcPr>
          <w:p w:rsidR="000E69E6" w:rsidRDefault="000E69E6" w:rsidP="001D3C7C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ik niet</w:t>
            </w:r>
          </w:p>
        </w:tc>
        <w:tc>
          <w:tcPr>
            <w:tcW w:w="756" w:type="dxa"/>
            <w:vAlign w:val="center"/>
          </w:tcPr>
          <w:p w:rsidR="000E69E6" w:rsidRPr="008A54A2" w:rsidRDefault="007D671B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1430" t="54610" r="20320" b="59690"/>
                      <wp:wrapNone/>
                      <wp:docPr id="138" name="Line 39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B811E1" id="Line 391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0bVOpi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5991" w:type="dxa"/>
            <w:vAlign w:val="center"/>
          </w:tcPr>
          <w:p w:rsidR="000E69E6" w:rsidRPr="00CA40A9" w:rsidRDefault="000E69E6" w:rsidP="009D7008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3</w:t>
            </w:r>
            <w:r w:rsidR="001E7AAA">
              <w:rPr>
                <w:rFonts w:ascii="Arial" w:hAnsi="Arial" w:cs="Arial"/>
              </w:rPr>
              <w:t>3</w:t>
            </w:r>
          </w:p>
        </w:tc>
      </w:tr>
    </w:tbl>
    <w:p w:rsidR="009C2A2D" w:rsidRDefault="009C2A2D" w:rsidP="003A52DB">
      <w:pPr>
        <w:spacing w:line="276" w:lineRule="auto"/>
        <w:ind w:left="360" w:hanging="360"/>
        <w:rPr>
          <w:rFonts w:ascii="Arial" w:hAnsi="Arial" w:cs="Arial"/>
          <w:b/>
        </w:rPr>
      </w:pPr>
    </w:p>
    <w:p w:rsidR="009C6DEC" w:rsidRPr="00B32186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2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9C6DEC" w:rsidRPr="00B32186">
        <w:rPr>
          <w:rFonts w:ascii="Arial" w:hAnsi="Arial" w:cs="Arial"/>
          <w:b/>
        </w:rPr>
        <w:t xml:space="preserve">Kunt u met uw vragen bij </w:t>
      </w:r>
      <w:r w:rsidR="006D4A29" w:rsidRPr="00B32186">
        <w:rPr>
          <w:rFonts w:ascii="Arial" w:hAnsi="Arial" w:cs="Arial"/>
          <w:b/>
        </w:rPr>
        <w:t>uw</w:t>
      </w:r>
      <w:r w:rsidR="009C6DEC" w:rsidRPr="00B32186">
        <w:rPr>
          <w:rFonts w:ascii="Arial" w:hAnsi="Arial" w:cs="Arial"/>
          <w:b/>
        </w:rPr>
        <w:t xml:space="preserve"> </w:t>
      </w:r>
      <w:r w:rsidR="00710428" w:rsidRPr="00B32186">
        <w:rPr>
          <w:rFonts w:ascii="Arial" w:hAnsi="Arial" w:cs="Arial"/>
          <w:b/>
        </w:rPr>
        <w:t xml:space="preserve">vaste </w:t>
      </w:r>
      <w:r w:rsidR="005F7E80" w:rsidRPr="00B32186">
        <w:rPr>
          <w:rFonts w:ascii="Arial" w:hAnsi="Arial" w:cs="Arial"/>
          <w:b/>
        </w:rPr>
        <w:t xml:space="preserve">begeleider </w:t>
      </w:r>
      <w:r w:rsidR="009C6DEC" w:rsidRPr="00B32186">
        <w:rPr>
          <w:rFonts w:ascii="Arial" w:hAnsi="Arial" w:cs="Arial"/>
          <w:b/>
        </w:rPr>
        <w:t>terecht</w:t>
      </w:r>
      <w:r w:rsidR="00710428" w:rsidRPr="00B32186">
        <w:rPr>
          <w:rFonts w:ascii="Arial" w:hAnsi="Arial" w:cs="Arial"/>
          <w:b/>
        </w:rPr>
        <w:t>?</w:t>
      </w:r>
    </w:p>
    <w:p w:rsidR="00216234" w:rsidRPr="008A54A2" w:rsidRDefault="00216234" w:rsidP="002162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37" name="Text Box 3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17" o:spid="_x0000_s1165" type="#_x0000_t202" style="position:absolute;margin-left:0;margin-top:2pt;width:11.35pt;height:11.35pt;z-index:251652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y07R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047F79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n.v.t., ik heb geen vragen voor mijn begeleider</w:t>
            </w:r>
          </w:p>
        </w:tc>
      </w:tr>
      <w:tr w:rsidR="00047F7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7D671B" w:rsidP="00960E6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136" name="Text Box 4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7" o:spid="_x0000_s1166" type="#_x0000_t202" style="position:absolute;margin-left:0;margin-top:2pt;width:11.35pt;height:11.35pt;z-index:251805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lJFr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047F79" w:rsidP="00960E6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047F7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135" name="Text Box 43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4" o:spid="_x0000_s1167" type="#_x0000_t202" style="position:absolute;margin-left:0;margin-top:2pt;width:11.35pt;height:11.35pt;z-index:251802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Ow27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047F7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047F7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134" name="Text Box 4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5" o:spid="_x0000_s1168" type="#_x0000_t202" style="position:absolute;margin-left:0;margin-top:2pt;width:11.35pt;height:11.35pt;z-index:251803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xM9W4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047F7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047F7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047F7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133" name="Text Box 43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047F79" w:rsidRDefault="00047F79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66" o:spid="_x0000_s1169" type="#_x0000_t202" style="position:absolute;margin-left:0;margin-top:2pt;width:11.35pt;height:11.35pt;z-index:251804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05s9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047F79" w:rsidRDefault="00047F79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47F79" w:rsidRPr="008A54A2" w:rsidRDefault="00047F7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216234" w:rsidRPr="008A54A2" w:rsidRDefault="00216234" w:rsidP="00216234">
      <w:pPr>
        <w:spacing w:line="276" w:lineRule="auto"/>
        <w:rPr>
          <w:rFonts w:ascii="Arial" w:hAnsi="Arial" w:cs="Arial"/>
          <w:b/>
        </w:rPr>
      </w:pPr>
    </w:p>
    <w:p w:rsidR="004669B9" w:rsidRPr="00B32186" w:rsidRDefault="004669B9" w:rsidP="00271EB1">
      <w:pPr>
        <w:spacing w:line="276" w:lineRule="auto"/>
        <w:rPr>
          <w:rFonts w:ascii="Arial" w:hAnsi="Arial" w:cs="Arial"/>
          <w:b/>
        </w:rPr>
      </w:pPr>
    </w:p>
    <w:p w:rsidR="004669B9" w:rsidRPr="00B32186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3</w:t>
      </w:r>
      <w:r w:rsidR="004669B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669B9" w:rsidRPr="00B32186">
        <w:rPr>
          <w:rFonts w:ascii="Arial" w:hAnsi="Arial" w:cs="Arial"/>
          <w:b/>
        </w:rPr>
        <w:t>Als een ambulant begeleider ziek is, komt er dan een vervanger?</w:t>
      </w:r>
    </w:p>
    <w:p w:rsidR="00216234" w:rsidRPr="008A54A2" w:rsidRDefault="00216234" w:rsidP="002162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132" name="Text Box 39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1" o:spid="_x0000_s1170" type="#_x0000_t202" style="position:absolute;margin-left:0;margin-top:2pt;width:11.35pt;height:11.35pt;z-index:251653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CCmQq/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31" name="Text Box 39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2" o:spid="_x0000_s1171" type="#_x0000_t202" style="position:absolute;margin-left:0;margin-top:2pt;width:11.35pt;height:11.35pt;z-index:251654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pfj67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30" name="Text Box 3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3" o:spid="_x0000_s1172" type="#_x0000_t202" style="position:absolute;margin-left:0;margin-top:2pt;width:11.35pt;height:11.35pt;z-index:251655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dy4W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129" name="Text Box 39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4" o:spid="_x0000_s1173" type="#_x0000_t202" style="position:absolute;margin-left:0;margin-top:2pt;width:11.35pt;height:11.35pt;z-index:251656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gIIG/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128" name="Text Box 39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25" o:spid="_x0000_s1174" type="#_x0000_t202" style="position:absolute;margin-left:0;margin-top:2pt;width:11.35pt;height:11.35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+YYOM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ik niet</w:t>
            </w:r>
          </w:p>
        </w:tc>
      </w:tr>
    </w:tbl>
    <w:p w:rsidR="00216234" w:rsidRPr="008A54A2" w:rsidRDefault="00216234" w:rsidP="00216234">
      <w:pPr>
        <w:spacing w:line="276" w:lineRule="auto"/>
        <w:rPr>
          <w:rFonts w:ascii="Arial" w:hAnsi="Arial" w:cs="Arial"/>
          <w:b/>
        </w:rPr>
      </w:pPr>
    </w:p>
    <w:p w:rsidR="007F517A" w:rsidRPr="00B32186" w:rsidRDefault="007F517A" w:rsidP="00271EB1">
      <w:pPr>
        <w:spacing w:line="276" w:lineRule="auto"/>
        <w:rPr>
          <w:rFonts w:ascii="Arial" w:hAnsi="Arial" w:cs="Arial"/>
          <w:b/>
        </w:rPr>
      </w:pPr>
    </w:p>
    <w:p w:rsidR="009C6DEC" w:rsidRPr="00B32186" w:rsidRDefault="005D355A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4</w:t>
      </w:r>
      <w:r w:rsidR="006D4A29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1502E7">
        <w:rPr>
          <w:rFonts w:ascii="Arial" w:hAnsi="Arial" w:cs="Arial"/>
          <w:b/>
        </w:rPr>
        <w:t xml:space="preserve">Gaat er wel eens </w:t>
      </w:r>
      <w:r w:rsidR="009C6DEC" w:rsidRPr="00B32186">
        <w:rPr>
          <w:rFonts w:ascii="Arial" w:hAnsi="Arial" w:cs="Arial"/>
          <w:b/>
        </w:rPr>
        <w:t xml:space="preserve">wat </w:t>
      </w:r>
      <w:r w:rsidR="006D4A29" w:rsidRPr="00B32186">
        <w:rPr>
          <w:rFonts w:ascii="Arial" w:hAnsi="Arial" w:cs="Arial"/>
          <w:b/>
        </w:rPr>
        <w:t xml:space="preserve">mis </w:t>
      </w:r>
      <w:r w:rsidR="009C6DEC" w:rsidRPr="00B32186">
        <w:rPr>
          <w:rFonts w:ascii="Arial" w:hAnsi="Arial" w:cs="Arial"/>
          <w:b/>
        </w:rPr>
        <w:t xml:space="preserve">omdat de </w:t>
      </w:r>
      <w:r w:rsidR="000E787F" w:rsidRPr="00B32186">
        <w:rPr>
          <w:rFonts w:ascii="Arial" w:hAnsi="Arial" w:cs="Arial"/>
          <w:b/>
        </w:rPr>
        <w:t xml:space="preserve">ambulant </w:t>
      </w:r>
      <w:r w:rsidR="009C6DEC" w:rsidRPr="00B32186">
        <w:rPr>
          <w:rFonts w:ascii="Arial" w:hAnsi="Arial" w:cs="Arial"/>
          <w:b/>
        </w:rPr>
        <w:t>begeleiders niet op de hoogte zi</w:t>
      </w:r>
      <w:r w:rsidR="006D4A29" w:rsidRPr="00B32186">
        <w:rPr>
          <w:rFonts w:ascii="Arial" w:hAnsi="Arial" w:cs="Arial"/>
          <w:b/>
        </w:rPr>
        <w:t>jn van uw situatie?</w:t>
      </w:r>
    </w:p>
    <w:p w:rsidR="00216234" w:rsidRPr="008A54A2" w:rsidRDefault="00216234" w:rsidP="002162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27" name="Text Box 39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1" o:spid="_x0000_s1175" type="#_x0000_t202" style="position:absolute;margin-left:0;margin-top:2pt;width:11.35pt;height:11.35pt;z-index:251658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yb9JA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26" name="Text Box 3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2" o:spid="_x0000_s1176" type="#_x0000_t202" style="position:absolute;margin-left:0;margin-top:2pt;width:11.35pt;height:11.35pt;z-index:251659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Ky1b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125" name="Text Box 3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3" o:spid="_x0000_s1177" type="#_x0000_t202" style="position:absolute;margin-left:0;margin-top:2pt;width:11.35pt;height:11.35pt;z-index:251660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l7t1g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124" name="Text Box 3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4" o:spid="_x0000_s1178" type="#_x0000_t202" style="position:absolute;margin-left:0;margin-top:2pt;width:11.35pt;height:11.35pt;z-index:251661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iRUFs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123" name="Text Box 3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5" o:spid="_x0000_s1179" type="#_x0000_t202" style="position:absolute;margin-left:0;margin-top:2pt;width:11.35pt;height:11.35pt;z-index:251662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sabL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ik niet</w:t>
            </w:r>
          </w:p>
        </w:tc>
      </w:tr>
    </w:tbl>
    <w:p w:rsidR="00216234" w:rsidRPr="008A54A2" w:rsidRDefault="00216234" w:rsidP="00216234">
      <w:pPr>
        <w:spacing w:line="276" w:lineRule="auto"/>
        <w:rPr>
          <w:rFonts w:ascii="Arial" w:hAnsi="Arial" w:cs="Arial"/>
          <w:b/>
        </w:rPr>
      </w:pPr>
    </w:p>
    <w:p w:rsidR="00A0727D" w:rsidRDefault="00A0727D" w:rsidP="00E0260E">
      <w:pPr>
        <w:spacing w:line="276" w:lineRule="auto"/>
        <w:rPr>
          <w:rFonts w:ascii="Arial" w:hAnsi="Arial" w:cs="Arial"/>
          <w:b/>
        </w:rPr>
      </w:pPr>
    </w:p>
    <w:p w:rsidR="00A0727D" w:rsidRPr="00B32186" w:rsidRDefault="00A0727D" w:rsidP="00A0727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5</w:t>
      </w:r>
      <w:r w:rsidRPr="00B32186">
        <w:rPr>
          <w:rFonts w:ascii="Arial" w:hAnsi="Arial" w:cs="Arial"/>
          <w:b/>
        </w:rPr>
        <w:t>.</w:t>
      </w:r>
      <w:r w:rsidRPr="00B321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Moet u vaak dezelfde dingen opnieuw uitleggen aan uw begeleiders?</w:t>
      </w:r>
    </w:p>
    <w:p w:rsidR="00216234" w:rsidRPr="008A54A2" w:rsidRDefault="00216234" w:rsidP="002162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22" name="Text Box 39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6" o:spid="_x0000_s1180" type="#_x0000_t202" style="position:absolute;margin-left:0;margin-top:2pt;width:11.35pt;height:11.35pt;z-index:251663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m9gT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121" name="Text Box 3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7" o:spid="_x0000_s1181" type="#_x0000_t202" style="position:absolute;margin-left:0;margin-top:2pt;width:11.35pt;height:11.35pt;z-index:251664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yIToj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120" name="Text Box 3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8" o:spid="_x0000_s1182" type="#_x0000_t202" style="position:absolute;margin-left:0;margin-top:2pt;width:11.35pt;height:11.35pt;z-index:251665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lAbdA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119" name="Text Box 39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39" o:spid="_x0000_s1183" type="#_x0000_t202" style="position:absolute;margin-left:0;margin-top:2pt;width:11.35pt;height:11.35pt;z-index:251666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8GFYH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16234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216234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18" name="Text Box 39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2162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40" o:spid="_x0000_s1184" type="#_x0000_t202" style="position:absolute;margin-left:0;margin-top:2pt;width:11.35pt;height:11.35pt;z-index:251667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Zkp5W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2162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16234" w:rsidRPr="008A54A2" w:rsidRDefault="00216234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ik niet</w:t>
            </w:r>
          </w:p>
        </w:tc>
      </w:tr>
    </w:tbl>
    <w:p w:rsidR="00216234" w:rsidRPr="008A54A2" w:rsidRDefault="00216234" w:rsidP="00216234">
      <w:pPr>
        <w:spacing w:line="276" w:lineRule="auto"/>
        <w:rPr>
          <w:rFonts w:ascii="Arial" w:hAnsi="Arial" w:cs="Arial"/>
          <w:b/>
        </w:rPr>
      </w:pPr>
    </w:p>
    <w:p w:rsidR="00A0727D" w:rsidRPr="00B32186" w:rsidRDefault="00A0727D" w:rsidP="00271EB1">
      <w:pPr>
        <w:spacing w:line="276" w:lineRule="auto"/>
        <w:rPr>
          <w:rFonts w:ascii="Arial" w:hAnsi="Arial" w:cs="Arial"/>
          <w:b/>
        </w:rPr>
      </w:pPr>
    </w:p>
    <w:p w:rsidR="000F5705" w:rsidRPr="00D52667" w:rsidRDefault="00C7159D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8E0F6C" w:rsidRPr="00D52667">
        <w:rPr>
          <w:rFonts w:ascii="Arial" w:hAnsi="Arial" w:cs="Arial"/>
          <w:b/>
          <w:sz w:val="24"/>
          <w:szCs w:val="24"/>
        </w:rPr>
        <w:lastRenderedPageBreak/>
        <w:t>Algeheel oordeel</w:t>
      </w:r>
    </w:p>
    <w:p w:rsidR="008E0F6C" w:rsidRPr="00B32186" w:rsidRDefault="008E0F6C" w:rsidP="00271EB1">
      <w:pPr>
        <w:spacing w:line="276" w:lineRule="auto"/>
        <w:rPr>
          <w:rFonts w:ascii="Arial" w:hAnsi="Arial" w:cs="Arial"/>
          <w:b/>
        </w:rPr>
      </w:pPr>
    </w:p>
    <w:p w:rsidR="009A0B3D" w:rsidRPr="00B32186" w:rsidRDefault="009A0B3D" w:rsidP="00271EB1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>Nu volgen nog een paar vragen over &lt;naam org&gt; zelf.</w:t>
      </w:r>
    </w:p>
    <w:p w:rsidR="009A0B3D" w:rsidRPr="00B32186" w:rsidRDefault="009A0B3D" w:rsidP="00271EB1">
      <w:pPr>
        <w:spacing w:line="276" w:lineRule="auto"/>
        <w:rPr>
          <w:rFonts w:ascii="Arial" w:hAnsi="Arial" w:cs="Arial"/>
          <w:b/>
        </w:rPr>
      </w:pPr>
    </w:p>
    <w:p w:rsidR="000F5705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6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F5705" w:rsidRPr="00B32186">
        <w:rPr>
          <w:rFonts w:ascii="Arial" w:hAnsi="Arial" w:cs="Arial"/>
          <w:b/>
        </w:rPr>
        <w:t>Zou u &lt;naam org&gt; bij anderen aanbevelen?</w:t>
      </w:r>
    </w:p>
    <w:p w:rsidR="00603C49" w:rsidRPr="008A54A2" w:rsidRDefault="00603C49" w:rsidP="00603C4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603C4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117" name="Text Box 39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8" o:spid="_x0000_s1185" type="#_x0000_t202" style="position:absolute;margin-left:0;margin-top:2pt;width:11.35pt;height:11.35pt;z-index:251668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q0PP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603C4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603C4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16" name="Text Box 39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69" o:spid="_x0000_s1186" type="#_x0000_t202" style="position:absolute;margin-left:0;margin-top:2pt;width:11.35pt;height:11.35pt;z-index:251670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QZmH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603C4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603C4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15" name="Text Box 39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0" o:spid="_x0000_s1187" type="#_x0000_t202" style="position:absolute;margin-left:0;margin-top:2pt;width:11.35pt;height:11.35pt;z-index:251671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9xNa0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603C4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603C49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03C49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14" name="Text Box 39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03C4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1" o:spid="_x0000_s1188" type="#_x0000_t202" style="position:absolute;margin-left:0;margin-top:2pt;width:11.35pt;height:11.35pt;z-index:251672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AwgvHE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03C4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03C49" w:rsidRPr="008A54A2" w:rsidRDefault="00603C49" w:rsidP="009D70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603C49" w:rsidRPr="008A54A2" w:rsidRDefault="00603C49" w:rsidP="00603C49">
      <w:pPr>
        <w:spacing w:line="276" w:lineRule="auto"/>
        <w:rPr>
          <w:rFonts w:ascii="Arial" w:hAnsi="Arial" w:cs="Arial"/>
          <w:b/>
        </w:rPr>
      </w:pPr>
    </w:p>
    <w:p w:rsidR="00D47E9D" w:rsidRDefault="00D47E9D" w:rsidP="004B1F2F">
      <w:pPr>
        <w:spacing w:line="276" w:lineRule="auto"/>
        <w:ind w:left="360" w:hanging="360"/>
        <w:rPr>
          <w:rFonts w:ascii="Arial" w:hAnsi="Arial" w:cs="Arial"/>
          <w:b/>
        </w:rPr>
      </w:pPr>
    </w:p>
    <w:p w:rsidR="004B1F2F" w:rsidRDefault="00EE58BD" w:rsidP="004B1F2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7</w:t>
      </w:r>
      <w:r w:rsidR="00E9437B">
        <w:rPr>
          <w:rFonts w:ascii="Arial" w:hAnsi="Arial" w:cs="Arial"/>
          <w:b/>
        </w:rPr>
        <w:t>.</w:t>
      </w:r>
      <w:r w:rsidR="00603C49">
        <w:rPr>
          <w:rFonts w:ascii="Arial" w:hAnsi="Arial" w:cs="Arial"/>
          <w:b/>
        </w:rPr>
        <w:tab/>
      </w:r>
      <w:r w:rsidR="004B1F2F">
        <w:rPr>
          <w:rFonts w:ascii="Arial" w:hAnsi="Arial" w:cs="Arial"/>
          <w:b/>
        </w:rPr>
        <w:t>Welk cijfer geeft u &lt;naam org&gt;? Een 0 betekent: heel erg slecht. Een 10 betekent: heel erg goed.</w:t>
      </w:r>
    </w:p>
    <w:p w:rsidR="00681034" w:rsidRPr="006436D5" w:rsidRDefault="00681034" w:rsidP="00681034">
      <w:pPr>
        <w:spacing w:line="144" w:lineRule="auto"/>
        <w:rPr>
          <w:rFonts w:ascii="Arial" w:hAnsi="Arial" w:cs="Arial"/>
          <w:i/>
          <w:sz w:val="20"/>
        </w:rPr>
      </w:pPr>
    </w:p>
    <w:tbl>
      <w:tblPr>
        <w:tblW w:w="0" w:type="auto"/>
        <w:tblInd w:w="35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793"/>
        <w:gridCol w:w="793"/>
        <w:gridCol w:w="792"/>
        <w:gridCol w:w="793"/>
        <w:gridCol w:w="793"/>
        <w:gridCol w:w="793"/>
        <w:gridCol w:w="792"/>
        <w:gridCol w:w="793"/>
        <w:gridCol w:w="793"/>
        <w:gridCol w:w="793"/>
      </w:tblGrid>
      <w:tr w:rsidR="00681034" w:rsidRPr="009D017A" w:rsidTr="009D017A">
        <w:tc>
          <w:tcPr>
            <w:tcW w:w="2378" w:type="dxa"/>
            <w:gridSpan w:val="3"/>
          </w:tcPr>
          <w:p w:rsidR="00681034" w:rsidRPr="009D017A" w:rsidRDefault="00681034" w:rsidP="009D017A">
            <w:pPr>
              <w:tabs>
                <w:tab w:val="left" w:pos="280"/>
              </w:tabs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9D017A">
              <w:rPr>
                <w:rFonts w:ascii="Arial" w:hAnsi="Arial" w:cs="Arial"/>
                <w:i/>
                <w:sz w:val="20"/>
              </w:rPr>
              <w:tab/>
              <w:t xml:space="preserve">slechtst mogelijke </w:t>
            </w:r>
            <w:r w:rsidRPr="009D017A">
              <w:rPr>
                <w:rFonts w:ascii="Arial" w:hAnsi="Arial" w:cs="Arial"/>
                <w:i/>
                <w:sz w:val="20"/>
              </w:rPr>
              <w:tab/>
              <w:t>zorginstelling</w:t>
            </w:r>
          </w:p>
        </w:tc>
        <w:tc>
          <w:tcPr>
            <w:tcW w:w="792" w:type="dxa"/>
          </w:tcPr>
          <w:p w:rsidR="00681034" w:rsidRPr="009D017A" w:rsidRDefault="00681034" w:rsidP="009D017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92" w:type="dxa"/>
          </w:tcPr>
          <w:p w:rsidR="00681034" w:rsidRPr="009D017A" w:rsidRDefault="00681034" w:rsidP="009D017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379" w:type="dxa"/>
            <w:gridSpan w:val="3"/>
          </w:tcPr>
          <w:p w:rsidR="003E64E9" w:rsidRDefault="00681034" w:rsidP="009D017A">
            <w:pPr>
              <w:spacing w:line="276" w:lineRule="auto"/>
              <w:ind w:right="251"/>
              <w:jc w:val="right"/>
              <w:rPr>
                <w:rFonts w:ascii="Arial" w:hAnsi="Arial" w:cs="Arial"/>
                <w:i/>
                <w:sz w:val="20"/>
              </w:rPr>
            </w:pPr>
            <w:r w:rsidRPr="009D017A">
              <w:rPr>
                <w:rFonts w:ascii="Arial" w:hAnsi="Arial" w:cs="Arial"/>
                <w:i/>
                <w:sz w:val="20"/>
              </w:rPr>
              <w:t>best mogelijke</w:t>
            </w:r>
            <w:r w:rsidR="003E64E9">
              <w:rPr>
                <w:rFonts w:ascii="Arial" w:hAnsi="Arial" w:cs="Arial"/>
                <w:i/>
                <w:sz w:val="20"/>
              </w:rPr>
              <w:softHyphen/>
            </w:r>
            <w:r w:rsidR="003E64E9">
              <w:rPr>
                <w:rFonts w:ascii="Arial" w:hAnsi="Arial" w:cs="Arial"/>
                <w:i/>
                <w:sz w:val="20"/>
              </w:rPr>
              <w:softHyphen/>
            </w:r>
            <w:r w:rsidRPr="009D017A">
              <w:rPr>
                <w:rFonts w:ascii="Arial" w:hAnsi="Arial" w:cs="Arial"/>
                <w:i/>
                <w:sz w:val="20"/>
              </w:rPr>
              <w:t xml:space="preserve"> </w:t>
            </w:r>
          </w:p>
          <w:p w:rsidR="00681034" w:rsidRPr="009D017A" w:rsidRDefault="00681034" w:rsidP="009D017A">
            <w:pPr>
              <w:spacing w:line="276" w:lineRule="auto"/>
              <w:ind w:right="251"/>
              <w:jc w:val="right"/>
              <w:rPr>
                <w:rFonts w:ascii="Arial" w:hAnsi="Arial" w:cs="Arial"/>
                <w:i/>
                <w:sz w:val="20"/>
              </w:rPr>
            </w:pPr>
            <w:r w:rsidRPr="009D017A">
              <w:rPr>
                <w:rFonts w:ascii="Arial" w:hAnsi="Arial" w:cs="Arial"/>
                <w:i/>
                <w:sz w:val="20"/>
              </w:rPr>
              <w:t>zorgi</w:t>
            </w:r>
            <w:r w:rsidRPr="009D017A">
              <w:rPr>
                <w:rFonts w:ascii="Arial" w:hAnsi="Arial" w:cs="Arial"/>
                <w:i/>
                <w:sz w:val="20"/>
              </w:rPr>
              <w:t>n</w:t>
            </w:r>
            <w:r w:rsidRPr="009D017A">
              <w:rPr>
                <w:rFonts w:ascii="Arial" w:hAnsi="Arial" w:cs="Arial"/>
                <w:i/>
                <w:sz w:val="20"/>
              </w:rPr>
              <w:t>stelling</w:t>
            </w:r>
          </w:p>
        </w:tc>
      </w:tr>
      <w:tr w:rsidR="00681034" w:rsidRPr="009D017A" w:rsidTr="009D017A">
        <w:tc>
          <w:tcPr>
            <w:tcW w:w="792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792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92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793" w:type="dxa"/>
          </w:tcPr>
          <w:p w:rsidR="00681034" w:rsidRPr="009D017A" w:rsidRDefault="00681034" w:rsidP="009D017A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9D017A">
              <w:rPr>
                <w:rFonts w:ascii="Arial" w:hAnsi="Arial" w:cs="Arial"/>
                <w:sz w:val="20"/>
              </w:rPr>
              <w:t>10</w:t>
            </w:r>
          </w:p>
        </w:tc>
      </w:tr>
      <w:tr w:rsidR="00681034" w:rsidRPr="009D017A" w:rsidTr="009D017A">
        <w:tc>
          <w:tcPr>
            <w:tcW w:w="792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2700" r="7620" b="5080"/>
                      <wp:wrapNone/>
                      <wp:docPr id="113" name="Text Box 39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2" o:spid="_x0000_s1189" type="#_x0000_t202" style="position:absolute;left:0;text-align:left;margin-left:0;margin-top:2pt;width:11.35pt;height:11.35pt;z-index:2516730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YmIeC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890" t="12700" r="8890" b="5080"/>
                      <wp:wrapNone/>
                      <wp:docPr id="112" name="Text Box 3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3" o:spid="_x0000_s1190" type="#_x0000_t202" style="position:absolute;left:0;text-align:left;margin-left:0;margin-top:2pt;width:11.35pt;height:11.35pt;z-index:2516741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jsJry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7620" t="12700" r="10160" b="5080"/>
                      <wp:wrapNone/>
                      <wp:docPr id="111" name="Text Box 39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4" o:spid="_x0000_s1191" type="#_x0000_t202" style="position:absolute;left:0;text-align:left;margin-left:0;margin-top:2pt;width:11.35pt;height:11.35pt;z-index:2516751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mzHIc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2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715" t="12700" r="12065" b="5080"/>
                      <wp:wrapNone/>
                      <wp:docPr id="110" name="Text Box 39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5" o:spid="_x0000_s1192" type="#_x0000_t202" style="position:absolute;left:0;text-align:left;margin-left:0;margin-top:2pt;width:11.35pt;height:11.35pt;z-index:2516761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fMji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3970" t="12700" r="13335" b="5080"/>
                      <wp:wrapNone/>
                      <wp:docPr id="109" name="Text Box 39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6" o:spid="_x0000_s1193" type="#_x0000_t202" style="position:absolute;left:0;text-align:left;margin-left:0;margin-top:2pt;width:11.35pt;height:11.35pt;z-index:2516771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8iRF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12700" r="5080" b="5080"/>
                      <wp:wrapNone/>
                      <wp:docPr id="108" name="Text Box 39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7" o:spid="_x0000_s1194" type="#_x0000_t202" style="position:absolute;left:0;text-align:left;margin-left:0;margin-top:2pt;width:11.35pt;height:11.35pt;z-index:2516782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HUGEG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1430" t="12700" r="6350" b="5080"/>
                      <wp:wrapNone/>
                      <wp:docPr id="107" name="Text Box 39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8" o:spid="_x0000_s1195" type="#_x0000_t202" style="position:absolute;left:0;text-align:left;margin-left:0;margin-top:2pt;width:11.35pt;height:11.35pt;z-index:2516792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WeDz8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2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12700" r="8255" b="5080"/>
                      <wp:wrapNone/>
                      <wp:docPr id="106" name="Text Box 39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79" o:spid="_x0000_s1196" type="#_x0000_t202" style="position:absolute;left:0;text-align:left;margin-left:0;margin-top:2pt;width:11.35pt;height:11.35pt;z-index:2516802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9cLZo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12700" r="9525" b="5080"/>
                      <wp:wrapNone/>
                      <wp:docPr id="105" name="Text Box 3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80" o:spid="_x0000_s1197" type="#_x0000_t202" style="position:absolute;left:0;text-align:left;margin-left:0;margin-top:2pt;width:11.35pt;height:11.35pt;z-index:2516812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BKP2ia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985" t="12700" r="10795" b="5080"/>
                      <wp:wrapNone/>
                      <wp:docPr id="104" name="Text Box 39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81" o:spid="_x0000_s1198" type="#_x0000_t202" style="position:absolute;left:0;text-align:left;margin-left:0;margin-top:2pt;width:11.35pt;height:11.35pt;z-index:2516823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XG1HL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681034" w:rsidRPr="009D017A" w:rsidRDefault="007D671B" w:rsidP="009D017A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</w:rPr>
            </w:pPr>
            <w:r w:rsidRPr="009D017A">
              <w:rPr>
                <w:rFonts w:ascii="Helvetica" w:hAnsi="Helvetica"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715" t="12700" r="12065" b="5080"/>
                      <wp:wrapNone/>
                      <wp:docPr id="103" name="Text Box 39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6810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82" o:spid="_x0000_s1199" type="#_x0000_t202" style="position:absolute;left:0;text-align:left;margin-left:0;margin-top:2pt;width:11.35pt;height:11.35pt;z-index:2516833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9FoIgIAAEw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CP0Wg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6810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9437B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</w:p>
    <w:p w:rsidR="00E9437B" w:rsidRDefault="00E9437B" w:rsidP="003A52DB">
      <w:pPr>
        <w:spacing w:line="276" w:lineRule="auto"/>
        <w:ind w:left="360" w:hanging="360"/>
        <w:rPr>
          <w:rFonts w:ascii="Arial" w:hAnsi="Arial" w:cs="Arial"/>
          <w:b/>
        </w:rPr>
      </w:pPr>
    </w:p>
    <w:p w:rsidR="000F5705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1E7AAA">
        <w:rPr>
          <w:rFonts w:ascii="Arial" w:hAnsi="Arial" w:cs="Arial"/>
          <w:b/>
        </w:rPr>
        <w:t>8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F5705" w:rsidRPr="00B32186">
        <w:rPr>
          <w:rFonts w:ascii="Arial" w:hAnsi="Arial" w:cs="Arial"/>
          <w:b/>
        </w:rPr>
        <w:t>Als u één ding kon veranderen aan de hulp die u krijgt van &lt;naam org&gt;, wat is dat dan?</w:t>
      </w:r>
    </w:p>
    <w:p w:rsidR="004C1968" w:rsidRPr="008A54A2" w:rsidRDefault="004C1968" w:rsidP="004C1968">
      <w:pPr>
        <w:spacing w:line="144" w:lineRule="auto"/>
        <w:rPr>
          <w:rFonts w:ascii="Arial" w:hAnsi="Arial" w:cs="Arial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6"/>
      </w:tblGrid>
      <w:tr w:rsidR="004C1968" w:rsidRPr="009D017A" w:rsidTr="009D017A">
        <w:tc>
          <w:tcPr>
            <w:tcW w:w="8726" w:type="dxa"/>
          </w:tcPr>
          <w:p w:rsidR="004C1968" w:rsidRPr="009D017A" w:rsidRDefault="004C1968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4C1968" w:rsidRPr="009D017A" w:rsidRDefault="004C1968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4C1968" w:rsidRDefault="004C1968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C7159D" w:rsidRPr="009D017A" w:rsidRDefault="00C7159D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4C1968" w:rsidRPr="009D017A" w:rsidRDefault="004C1968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4C1968" w:rsidRPr="009D017A" w:rsidRDefault="004C1968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4C1968" w:rsidRPr="009D017A" w:rsidRDefault="004C1968" w:rsidP="009D017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1916C3" w:rsidRPr="00B32186" w:rsidRDefault="001916C3" w:rsidP="00271EB1">
      <w:pPr>
        <w:spacing w:line="276" w:lineRule="auto"/>
        <w:rPr>
          <w:rFonts w:ascii="Arial" w:hAnsi="Arial" w:cs="Arial"/>
          <w:b/>
        </w:rPr>
      </w:pPr>
    </w:p>
    <w:p w:rsidR="00BB79D4" w:rsidRPr="00D52667" w:rsidRDefault="00C7159D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0F2F21" w:rsidRPr="00D52667">
        <w:rPr>
          <w:rFonts w:ascii="Arial" w:hAnsi="Arial" w:cs="Arial"/>
          <w:b/>
          <w:sz w:val="24"/>
          <w:szCs w:val="24"/>
        </w:rPr>
        <w:lastRenderedPageBreak/>
        <w:t xml:space="preserve">Persoonsgegevens </w:t>
      </w:r>
    </w:p>
    <w:p w:rsidR="00BB79D4" w:rsidRPr="00B32186" w:rsidRDefault="00BB79D4" w:rsidP="00271EB1">
      <w:pPr>
        <w:spacing w:line="276" w:lineRule="auto"/>
        <w:rPr>
          <w:rFonts w:ascii="Arial" w:hAnsi="Arial" w:cs="Arial"/>
        </w:rPr>
      </w:pPr>
    </w:p>
    <w:p w:rsidR="00BB79D4" w:rsidRPr="00B32186" w:rsidRDefault="00BB79D4" w:rsidP="00271EB1">
      <w:pPr>
        <w:spacing w:line="276" w:lineRule="auto"/>
        <w:rPr>
          <w:rFonts w:ascii="Arial" w:hAnsi="Arial" w:cs="Arial"/>
        </w:rPr>
      </w:pPr>
      <w:r w:rsidRPr="00B32186">
        <w:rPr>
          <w:rFonts w:ascii="Arial" w:hAnsi="Arial" w:cs="Arial"/>
        </w:rPr>
        <w:t xml:space="preserve">Tot slot, willen we nog enkele vragen </w:t>
      </w:r>
      <w:r w:rsidR="0064024A" w:rsidRPr="00B32186">
        <w:rPr>
          <w:rFonts w:ascii="Arial" w:hAnsi="Arial" w:cs="Arial"/>
        </w:rPr>
        <w:t xml:space="preserve">over uzelf </w:t>
      </w:r>
      <w:r w:rsidR="00B70F39">
        <w:rPr>
          <w:rFonts w:ascii="Arial" w:hAnsi="Arial" w:cs="Arial"/>
        </w:rPr>
        <w:t xml:space="preserve">en uw beperking(en) </w:t>
      </w:r>
      <w:r w:rsidRPr="00B32186">
        <w:rPr>
          <w:rFonts w:ascii="Arial" w:hAnsi="Arial" w:cs="Arial"/>
        </w:rPr>
        <w:t>stellen.</w:t>
      </w:r>
      <w:r w:rsidR="00C37A44">
        <w:rPr>
          <w:rFonts w:ascii="Arial" w:hAnsi="Arial" w:cs="Arial"/>
        </w:rPr>
        <w:t xml:space="preserve"> </w:t>
      </w:r>
      <w:r w:rsidR="00C37A44" w:rsidRPr="00C12611">
        <w:rPr>
          <w:rFonts w:ascii="Arial" w:hAnsi="Arial" w:cs="Arial"/>
        </w:rPr>
        <w:t>Deze informatie gebruiken we om te kijken of er verschillen zijn tussen mensen. Bijvoorbeeld tussen mannen en vrouwen.</w:t>
      </w:r>
      <w:r w:rsidR="00C37A44">
        <w:rPr>
          <w:rFonts w:ascii="Arial" w:hAnsi="Arial" w:cs="Arial"/>
        </w:rPr>
        <w:t xml:space="preserve"> </w:t>
      </w:r>
    </w:p>
    <w:p w:rsidR="009D4305" w:rsidRPr="00B32186" w:rsidRDefault="009D4305" w:rsidP="000624F1">
      <w:pPr>
        <w:spacing w:line="276" w:lineRule="auto"/>
        <w:ind w:left="454" w:hanging="454"/>
        <w:rPr>
          <w:rFonts w:ascii="Arial" w:hAnsi="Arial" w:cs="Arial"/>
          <w:b/>
        </w:rPr>
      </w:pPr>
    </w:p>
    <w:p w:rsidR="004F57BB" w:rsidRPr="00B32186" w:rsidRDefault="001E7AAA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39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>Bent u een man of vrouw?</w:t>
      </w:r>
    </w:p>
    <w:p w:rsidR="004C1968" w:rsidRPr="008A54A2" w:rsidRDefault="004C1968" w:rsidP="004C196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C196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C196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102" name="Text Box 39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C19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C19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83" o:spid="_x0000_s1200" type="#_x0000_t202" style="position:absolute;margin-left:0;margin-top:2pt;width:11.35pt;height:11.35pt;z-index:251684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li0IgIAAEw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PeWL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C19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C19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C1968" w:rsidRPr="008A54A2" w:rsidRDefault="004C1968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</w:t>
            </w:r>
          </w:p>
        </w:tc>
      </w:tr>
      <w:tr w:rsidR="004C196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4C196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101" name="Text Box 39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4C19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4C19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84" o:spid="_x0000_s1201" type="#_x0000_t202" style="position:absolute;margin-left:0;margin-top:2pt;width:11.35pt;height:11.35pt;z-index:251685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jT3js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4C19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4C19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4C1968" w:rsidRPr="008A54A2" w:rsidRDefault="004C1968" w:rsidP="009D70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vrouw</w:t>
            </w:r>
          </w:p>
        </w:tc>
      </w:tr>
    </w:tbl>
    <w:p w:rsidR="00A0727D" w:rsidRDefault="00A0727D" w:rsidP="00E0260E">
      <w:pPr>
        <w:spacing w:line="276" w:lineRule="auto"/>
        <w:rPr>
          <w:rFonts w:ascii="Arial" w:hAnsi="Arial" w:cs="Arial"/>
          <w:b/>
        </w:rPr>
      </w:pPr>
    </w:p>
    <w:p w:rsidR="00DC03D4" w:rsidRDefault="00DC03D4" w:rsidP="00A0727D">
      <w:pPr>
        <w:spacing w:line="276" w:lineRule="auto"/>
        <w:rPr>
          <w:rFonts w:ascii="Arial" w:hAnsi="Arial" w:cs="Arial"/>
          <w:b/>
        </w:rPr>
      </w:pPr>
    </w:p>
    <w:p w:rsidR="00E86870" w:rsidRPr="00B32186" w:rsidRDefault="00A0727D" w:rsidP="009D700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0</w:t>
      </w:r>
      <w:r w:rsidR="009A5E65" w:rsidRPr="00B32186">
        <w:rPr>
          <w:rFonts w:ascii="Arial" w:hAnsi="Arial" w:cs="Arial"/>
          <w:b/>
        </w:rPr>
        <w:t>.</w:t>
      </w:r>
      <w:r w:rsidR="009D7008">
        <w:rPr>
          <w:rFonts w:ascii="Arial" w:hAnsi="Arial" w:cs="Arial"/>
          <w:b/>
        </w:rPr>
        <w:tab/>
      </w:r>
      <w:r w:rsidR="00E86870" w:rsidRPr="00B32186">
        <w:rPr>
          <w:rFonts w:ascii="Arial" w:hAnsi="Arial" w:cs="Arial"/>
          <w:b/>
        </w:rPr>
        <w:t>Hoe oud bent u?</w:t>
      </w:r>
    </w:p>
    <w:p w:rsidR="009D7008" w:rsidRPr="008A54A2" w:rsidRDefault="009D7008" w:rsidP="009D7008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00" name="Text Box 4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0" o:spid="_x0000_s1202" type="#_x0000_t202" style="position:absolute;margin-left:0;margin-top:2pt;width:11.35pt;height:11.35pt;z-index:251686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JFdD98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jonger dan 1</w:t>
            </w:r>
            <w:r w:rsidR="00924BAF">
              <w:rPr>
                <w:rFonts w:ascii="Arial" w:hAnsi="Arial" w:cs="Arial"/>
              </w:rPr>
              <w:t>6</w:t>
            </w:r>
            <w:r w:rsidRPr="00B32186">
              <w:rPr>
                <w:rFonts w:ascii="Arial" w:hAnsi="Arial" w:cs="Arial"/>
              </w:rPr>
              <w:t xml:space="preserve">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99" name="Text Box 40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1" o:spid="_x0000_s1203" type="#_x0000_t202" style="position:absolute;margin-left:0;margin-top:2pt;width:11.35pt;height:11.35pt;z-index:251687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CVkc8eJgIAAEw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1</w:t>
            </w:r>
            <w:r w:rsidR="00924BAF">
              <w:rPr>
                <w:rFonts w:ascii="Arial" w:hAnsi="Arial" w:cs="Arial"/>
              </w:rPr>
              <w:t>6</w:t>
            </w:r>
            <w:r w:rsidRPr="00B32186">
              <w:rPr>
                <w:rFonts w:ascii="Arial" w:hAnsi="Arial" w:cs="Arial"/>
              </w:rPr>
              <w:t xml:space="preserve"> t/m 24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98" name="Text Box 40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2" o:spid="_x0000_s1204" type="#_x0000_t202" style="position:absolute;margin-left:0;margin-top:2pt;width:11.35pt;height:11.35pt;z-index:251688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78quM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25 t/m 34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97" name="Text Box 40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3" o:spid="_x0000_s1205" type="#_x0000_t202" style="position:absolute;margin-left:0;margin-top:2pt;width:11.35pt;height:11.35pt;z-index:251689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HlIiL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35 t/m 44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96" name="Text Box 40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4" o:spid="_x0000_s1206" type="#_x0000_t202" style="position:absolute;margin-left:0;margin-top:2pt;width:11.35pt;height:11.35pt;z-index:251690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/r7LU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45 t/m 54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95" name="Text Box 4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5" o:spid="_x0000_s1207" type="#_x0000_t202" style="position:absolute;margin-left:0;margin-top:2pt;width:11.35pt;height:11.35pt;z-index:251691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IEXVU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55 t/m 64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94" name="Text Box 40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6" o:spid="_x0000_s1208" type="#_x0000_t202" style="position:absolute;margin-left:0;margin-top:2pt;width:11.35pt;height:11.35pt;z-index:251692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oT4/X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65 t/m 74 jaar</w:t>
            </w:r>
          </w:p>
        </w:tc>
      </w:tr>
      <w:tr w:rsidR="009D7008" w:rsidRPr="008A54A2" w:rsidTr="009D7008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D7008" w:rsidRPr="008A54A2" w:rsidRDefault="007D671B" w:rsidP="009D70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93" name="Text Box 40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D7008" w:rsidRDefault="009D7008" w:rsidP="009D70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07" o:spid="_x0000_s1209" type="#_x0000_t202" style="position:absolute;margin-left:0;margin-top:2pt;width:11.35pt;height:11.35pt;z-index:251693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ndT08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D7008" w:rsidRDefault="009D7008" w:rsidP="009D70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D7008" w:rsidRPr="00B32186" w:rsidRDefault="009D7008" w:rsidP="009D7008">
            <w:r w:rsidRPr="00B32186">
              <w:rPr>
                <w:rFonts w:ascii="Arial" w:hAnsi="Arial" w:cs="Arial"/>
              </w:rPr>
              <w:t>75 jaar of ouder</w:t>
            </w:r>
          </w:p>
        </w:tc>
      </w:tr>
    </w:tbl>
    <w:p w:rsidR="009D7008" w:rsidRPr="008A54A2" w:rsidRDefault="009D7008" w:rsidP="009D7008">
      <w:pPr>
        <w:spacing w:line="276" w:lineRule="auto"/>
        <w:rPr>
          <w:rFonts w:ascii="Arial" w:hAnsi="Arial" w:cs="Arial"/>
          <w:b/>
        </w:rPr>
      </w:pPr>
    </w:p>
    <w:p w:rsidR="00D47E9D" w:rsidRDefault="00D47E9D" w:rsidP="00352F06">
      <w:pPr>
        <w:spacing w:line="276" w:lineRule="auto"/>
        <w:ind w:left="360" w:hanging="360"/>
        <w:rPr>
          <w:rFonts w:ascii="Arial" w:hAnsi="Arial" w:cs="Arial"/>
          <w:b/>
        </w:rPr>
      </w:pPr>
    </w:p>
    <w:p w:rsidR="00352F06" w:rsidRPr="00B32186" w:rsidRDefault="00352F06" w:rsidP="00352F06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1</w:t>
      </w:r>
      <w:r w:rsidRPr="00B32186">
        <w:rPr>
          <w:rFonts w:ascii="Arial" w:hAnsi="Arial" w:cs="Arial"/>
          <w:b/>
        </w:rPr>
        <w:t>.</w:t>
      </w:r>
      <w:r w:rsidR="009D7008">
        <w:rPr>
          <w:rFonts w:ascii="Arial" w:hAnsi="Arial" w:cs="Arial"/>
          <w:b/>
        </w:rPr>
        <w:tab/>
      </w:r>
      <w:r w:rsidRPr="00B32186">
        <w:rPr>
          <w:rFonts w:ascii="Arial" w:hAnsi="Arial" w:cs="Arial"/>
          <w:b/>
        </w:rPr>
        <w:t xml:space="preserve">Wat voor </w:t>
      </w:r>
      <w:r>
        <w:rPr>
          <w:rFonts w:ascii="Arial" w:hAnsi="Arial" w:cs="Arial"/>
          <w:b/>
        </w:rPr>
        <w:t>lichamelijk</w:t>
      </w:r>
      <w:r w:rsidRPr="00B32186">
        <w:rPr>
          <w:rFonts w:ascii="Arial" w:hAnsi="Arial" w:cs="Arial"/>
          <w:b/>
        </w:rPr>
        <w:t xml:space="preserve">e </w:t>
      </w:r>
      <w:r>
        <w:rPr>
          <w:rFonts w:ascii="Arial" w:hAnsi="Arial" w:cs="Arial"/>
          <w:b/>
        </w:rPr>
        <w:t xml:space="preserve">beperking </w:t>
      </w:r>
      <w:r w:rsidRPr="00B32186">
        <w:rPr>
          <w:rFonts w:ascii="Arial" w:hAnsi="Arial" w:cs="Arial"/>
          <w:b/>
        </w:rPr>
        <w:t xml:space="preserve">heeft u? </w:t>
      </w:r>
    </w:p>
    <w:p w:rsidR="00352F06" w:rsidRPr="00B32186" w:rsidRDefault="00352F06" w:rsidP="00352F06">
      <w:pPr>
        <w:spacing w:line="276" w:lineRule="auto"/>
        <w:ind w:left="360" w:hanging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ab/>
        <w:t>Meer</w:t>
      </w:r>
      <w:r>
        <w:rPr>
          <w:rFonts w:ascii="Arial" w:hAnsi="Arial" w:cs="Arial"/>
          <w:i/>
        </w:rPr>
        <w:t xml:space="preserve"> antwoorden aankruisen mag. </w:t>
      </w:r>
    </w:p>
    <w:p w:rsidR="00B71B41" w:rsidRPr="008A54A2" w:rsidRDefault="00B71B41" w:rsidP="00B71B41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92" name="Text Box 4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2" o:spid="_x0000_s1210" type="#_x0000_t202" style="position:absolute;margin-left:0;margin-top:2pt;width:11.35pt;height:11.35pt;z-index:251694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rpzem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dwarslaesie / verlamming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91" name="Text Box 4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3" o:spid="_x0000_s1211" type="#_x0000_t202" style="position:absolute;margin-left:0;margin-top:2pt;width:11.35pt;height:11.35pt;z-index:251695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ErrX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ontbrekende / slecht functionerende ledematen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90" name="Text Box 40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4" o:spid="_x0000_s1212" type="#_x0000_t202" style="position:absolute;margin-left:0;margin-top:2pt;width:11.35pt;height:11.35pt;z-index:251696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+AX6O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spierdystrofie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89" name="Text Box 4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5" o:spid="_x0000_s1213" type="#_x0000_t202" style="position:absolute;margin-left:0;margin-top:2pt;width:11.35pt;height:11.35pt;z-index:251697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Mie8o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CVA / beroerte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88" name="Text Box 4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6" o:spid="_x0000_s1214" type="#_x0000_t202" style="position:absolute;margin-left:0;margin-top:2pt;width:11.35pt;height:11.35pt;z-index:251698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Qta6s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Aangeboren Hersenletsel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87" name="Text Box 4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7" o:spid="_x0000_s1215" type="#_x0000_t202" style="position:absolute;margin-left:0;margin-top:2pt;width:11.35pt;height:11.35pt;z-index:251699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JWDi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multiple sclerose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86" name="Text Box 4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8" o:spid="_x0000_s1216" type="#_x0000_t202" style="position:absolute;margin-left:0;margin-top:2pt;width:11.35pt;height:11.35pt;z-index:251700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17Fsk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fibromyalgie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85" name="Text Box 40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39" o:spid="_x0000_s1217" type="#_x0000_t202" style="position:absolute;margin-left:0;margin-top:2pt;width:11.35pt;height:11.35pt;z-index:251701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fGm9vS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taaislijmziekte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84" name="Text Box 4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40" o:spid="_x0000_s1218" type="#_x0000_t202" style="position:absolute;margin-left:0;margin-top:2pt;width:11.35pt;height:11.35pt;z-index:251702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0N2X8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longklachten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83" name="Text Box 4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41" o:spid="_x0000_s1219" type="#_x0000_t202" style="position:absolute;margin-left:0;margin-top:2pt;width:11.35pt;height:11.35pt;z-index:251703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U9Xay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rugklachten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82" name="Text Box 40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42" o:spid="_x0000_s1220" type="#_x0000_t202" style="position:absolute;margin-left:0;margin-top:2pt;width:11.35pt;height:11.35pt;z-index:251704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1Xm6Q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Default="00B71B41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chronische vermoeidheid</w:t>
            </w:r>
          </w:p>
        </w:tc>
      </w:tr>
      <w:tr w:rsidR="00B71B41" w:rsidRPr="008A54A2" w:rsidTr="00B71B41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71B41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81" name="Text Box 4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71B41" w:rsidRDefault="00B71B41" w:rsidP="00B71B4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44" o:spid="_x0000_s1221" type="#_x0000_t202" style="position:absolute;margin-left:0;margin-top:2pt;width:11.35pt;height:11.35pt;z-index:251705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D0N3F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71B41" w:rsidRDefault="00B71B41" w:rsidP="00B71B4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71B41" w:rsidRPr="00B32186" w:rsidRDefault="00B71B41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B71B41" w:rsidRPr="008A54A2" w:rsidRDefault="00B71B41" w:rsidP="00B71B41">
      <w:pPr>
        <w:spacing w:line="276" w:lineRule="auto"/>
        <w:rPr>
          <w:rFonts w:ascii="Arial" w:hAnsi="Arial" w:cs="Arial"/>
          <w:b/>
        </w:rPr>
      </w:pPr>
    </w:p>
    <w:p w:rsidR="00EE58BD" w:rsidRDefault="00EE58BD" w:rsidP="00352F06">
      <w:pPr>
        <w:tabs>
          <w:tab w:val="left" w:pos="360"/>
        </w:tabs>
        <w:spacing w:line="276" w:lineRule="auto"/>
        <w:rPr>
          <w:rFonts w:ascii="Arial" w:hAnsi="Arial" w:cs="Arial"/>
          <w:b/>
        </w:rPr>
      </w:pPr>
    </w:p>
    <w:p w:rsidR="00352F06" w:rsidRPr="00B32186" w:rsidRDefault="00EE58BD" w:rsidP="00352F06">
      <w:pPr>
        <w:tabs>
          <w:tab w:val="left" w:pos="36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2</w:t>
      </w:r>
      <w:r w:rsidR="00352F06" w:rsidRPr="00B32186">
        <w:rPr>
          <w:rFonts w:ascii="Arial" w:hAnsi="Arial" w:cs="Arial"/>
          <w:b/>
        </w:rPr>
        <w:t>.</w:t>
      </w:r>
      <w:r w:rsidR="00352F06" w:rsidRPr="00B32186">
        <w:rPr>
          <w:rFonts w:ascii="Arial" w:hAnsi="Arial" w:cs="Arial"/>
          <w:b/>
        </w:rPr>
        <w:tab/>
        <w:t xml:space="preserve">Heeft u nog een andere aandoening of beperking? Zo ja, welke? </w:t>
      </w:r>
    </w:p>
    <w:p w:rsidR="00352F06" w:rsidRPr="00B32186" w:rsidRDefault="00352F06" w:rsidP="00352F06">
      <w:pPr>
        <w:tabs>
          <w:tab w:val="left" w:pos="360"/>
        </w:tabs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1A1A07" w:rsidRPr="008A54A2" w:rsidRDefault="001A1A07" w:rsidP="001A1A07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80" name="Text Box 4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1" o:spid="_x0000_s1222" type="#_x0000_t202" style="position:absolute;margin-left:0;margin-top:2pt;width:11.35pt;height:11.35pt;z-index:251706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9sEBqi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nee, geen andere aandoening of beperking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79" name="Text Box 4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2" o:spid="_x0000_s1223" type="#_x0000_t202" style="position:absolute;margin-left:0;margin-top:2pt;width:11.35pt;height:11.35pt;z-index:251707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4xnVX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problemen met spreken of taal (bijv. afasie)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78" name="Text Box 40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3" o:spid="_x0000_s1224" type="#_x0000_t202" style="position:absolute;margin-left:0;margin-top:2pt;width:11.35pt;height:11.35pt;z-index:251708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caJY4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slechthorend / doof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77" name="Text Box 40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4" o:spid="_x0000_s1225" type="#_x0000_t202" style="position:absolute;margin-left:0;margin-top:2pt;width:11.35pt;height:11.35pt;z-index:2517099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hTyrm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slechtziend / blind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76" name="Text Box 40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5" o:spid="_x0000_s1226" type="#_x0000_t202" style="position:absolute;margin-left:0;margin-top:2pt;width:11.35pt;height:11.35pt;z-index:251710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lTNo1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problemen met concentratie en oriëntatie (cognitieve stoornis) 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75" name="Text Box 40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6" o:spid="_x0000_s1227" type="#_x0000_t202" style="position:absolute;margin-left:0;margin-top:2pt;width:11.35pt;height:11.35pt;z-index:2517120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RfBej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psychische problemen zoals depressie, gedragsproblemen, persoonlijkheidsve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andering 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74" name="Text Box 4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7" o:spid="_x0000_s1228" type="#_x0000_t202" style="position:absolute;margin-left:0;margin-top:2pt;width:11.35pt;height:11.35pt;z-index:251713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Vf+dw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tabs>
                <w:tab w:val="right" w:leader="dot" w:pos="5406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verstandelijke beperking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73" name="Text Box 40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88" o:spid="_x0000_s1229" type="#_x0000_t202" style="position:absolute;margin-left:0;margin-top:2pt;width:11.35pt;height:11.35pt;z-index:251714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dAlIX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tabs>
                <w:tab w:val="right" w:leader="dot" w:pos="5406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dementie</w:t>
            </w:r>
            <w:r>
              <w:rPr>
                <w:rFonts w:ascii="Arial" w:hAnsi="Arial" w:cs="Arial"/>
              </w:rPr>
              <w:t xml:space="preserve"> / vergeetachtigheid / ziekte van Alzheimer</w:t>
            </w:r>
          </w:p>
        </w:tc>
      </w:tr>
      <w:tr w:rsidR="001A1A07" w:rsidRPr="008A54A2" w:rsidTr="001A1A07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A1A07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72" name="Text Box 4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1A1A07" w:rsidRDefault="001A1A07" w:rsidP="001A1A0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93" o:spid="_x0000_s1230" type="#_x0000_t202" style="position:absolute;margin-left:0;margin-top:2pt;width:11.35pt;height:11.35pt;z-index:251715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sF7S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1A1A07" w:rsidRDefault="001A1A07" w:rsidP="001A1A0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A1A07" w:rsidRPr="00B32186" w:rsidRDefault="001A1A07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1A1A07" w:rsidRPr="008A54A2" w:rsidRDefault="001A1A07" w:rsidP="001A1A07">
      <w:pPr>
        <w:spacing w:line="276" w:lineRule="auto"/>
        <w:rPr>
          <w:rFonts w:ascii="Arial" w:hAnsi="Arial" w:cs="Arial"/>
          <w:b/>
        </w:rPr>
      </w:pPr>
    </w:p>
    <w:p w:rsidR="00352F06" w:rsidRDefault="00352F06" w:rsidP="00352F06">
      <w:pPr>
        <w:spacing w:line="276" w:lineRule="auto"/>
        <w:ind w:left="360" w:hanging="360"/>
        <w:rPr>
          <w:rFonts w:ascii="Arial" w:hAnsi="Arial" w:cs="Arial"/>
          <w:b/>
        </w:rPr>
      </w:pPr>
    </w:p>
    <w:p w:rsidR="00352F06" w:rsidRPr="00CA40A9" w:rsidRDefault="00EE58BD" w:rsidP="00352F06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3</w:t>
      </w:r>
      <w:r w:rsidR="00352F06" w:rsidRPr="00CA40A9">
        <w:rPr>
          <w:rFonts w:ascii="Arial" w:hAnsi="Arial" w:cs="Arial"/>
          <w:b/>
        </w:rPr>
        <w:t>.</w:t>
      </w:r>
      <w:r w:rsidR="00352F06" w:rsidRPr="00CA40A9">
        <w:rPr>
          <w:rFonts w:ascii="Arial" w:hAnsi="Arial" w:cs="Arial"/>
          <w:b/>
        </w:rPr>
        <w:tab/>
      </w:r>
      <w:r w:rsidR="00352F06">
        <w:rPr>
          <w:rFonts w:ascii="Arial" w:hAnsi="Arial" w:cs="Arial"/>
          <w:b/>
        </w:rPr>
        <w:t xml:space="preserve">Maakt u gebruik van </w:t>
      </w:r>
      <w:r w:rsidR="00352F06" w:rsidRPr="00CA40A9">
        <w:rPr>
          <w:rFonts w:ascii="Arial" w:hAnsi="Arial" w:cs="Arial"/>
          <w:b/>
        </w:rPr>
        <w:t xml:space="preserve">een </w:t>
      </w:r>
      <w:r w:rsidR="00352F06" w:rsidRPr="00C12611">
        <w:rPr>
          <w:rFonts w:ascii="Arial" w:hAnsi="Arial" w:cs="Arial"/>
          <w:b/>
        </w:rPr>
        <w:t>rolstoel</w:t>
      </w:r>
      <w:r w:rsidR="00AE79CA">
        <w:rPr>
          <w:rFonts w:ascii="Arial" w:hAnsi="Arial" w:cs="Arial"/>
          <w:b/>
        </w:rPr>
        <w:t xml:space="preserve"> of </w:t>
      </w:r>
      <w:r w:rsidR="00D71B12" w:rsidRPr="00C12611">
        <w:rPr>
          <w:rFonts w:ascii="Arial" w:hAnsi="Arial" w:cs="Arial"/>
          <w:b/>
        </w:rPr>
        <w:t>scootmobiel</w:t>
      </w:r>
      <w:r w:rsidR="00352F06" w:rsidRPr="00C12611">
        <w:rPr>
          <w:rFonts w:ascii="Arial" w:hAnsi="Arial" w:cs="Arial"/>
          <w:b/>
        </w:rPr>
        <w:t>?</w:t>
      </w:r>
      <w:r w:rsidR="00352F06" w:rsidRPr="00CA40A9">
        <w:rPr>
          <w:rFonts w:ascii="Arial" w:hAnsi="Arial" w:cs="Arial"/>
          <w:b/>
        </w:rPr>
        <w:t xml:space="preserve"> </w:t>
      </w:r>
    </w:p>
    <w:p w:rsidR="00946F2B" w:rsidRPr="008A54A2" w:rsidRDefault="00946F2B" w:rsidP="00946F2B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46F2B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71" name="Text Box 4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94" o:spid="_x0000_s1231" type="#_x0000_t202" style="position:absolute;margin-left:0;margin-top:2pt;width:11.35pt;height:11.35pt;z-index:251716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nZa1a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946F2B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70" name="Text Box 40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95" o:spid="_x0000_s1232" type="#_x0000_t202" style="position:absolute;margin-left:0;margin-top:2pt;width:11.35pt;height:11.35pt;z-index:251717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zW+0E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946F2B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69" name="Text Box 4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96" o:spid="_x0000_s1233" type="#_x0000_t202" style="position:absolute;margin-left:0;margin-top:2pt;width:11.35pt;height:11.35pt;z-index:251718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tDcByC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946F2B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68" name="Text Box 40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97" o:spid="_x0000_s1234" type="#_x0000_t202" style="position:absolute;margin-left:0;margin-top:2pt;width:11.35pt;height:11.35pt;z-index:251719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12aIFC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8A54A2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946F2B" w:rsidRPr="008A54A2" w:rsidRDefault="00946F2B" w:rsidP="00946F2B">
      <w:pPr>
        <w:spacing w:line="276" w:lineRule="auto"/>
        <w:rPr>
          <w:rFonts w:ascii="Arial" w:hAnsi="Arial" w:cs="Arial"/>
          <w:b/>
        </w:rPr>
      </w:pPr>
    </w:p>
    <w:p w:rsidR="00D47E9D" w:rsidRDefault="00D47E9D" w:rsidP="00352F06">
      <w:pPr>
        <w:spacing w:line="276" w:lineRule="auto"/>
        <w:ind w:left="360" w:hanging="360"/>
        <w:rPr>
          <w:rFonts w:ascii="Arial" w:hAnsi="Arial" w:cs="Arial"/>
          <w:b/>
        </w:rPr>
      </w:pPr>
    </w:p>
    <w:p w:rsidR="00352F06" w:rsidRPr="00CA40A9" w:rsidRDefault="00EE58BD" w:rsidP="00352F06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4</w:t>
      </w:r>
      <w:r w:rsidR="00352F06" w:rsidRPr="00CA40A9">
        <w:rPr>
          <w:rFonts w:ascii="Arial" w:hAnsi="Arial" w:cs="Arial"/>
          <w:b/>
        </w:rPr>
        <w:t>.</w:t>
      </w:r>
      <w:r w:rsidR="00352F06" w:rsidRPr="00CA40A9">
        <w:rPr>
          <w:rFonts w:ascii="Arial" w:hAnsi="Arial" w:cs="Arial"/>
          <w:b/>
        </w:rPr>
        <w:tab/>
        <w:t>Hoe gezond voelt u zich?</w:t>
      </w:r>
    </w:p>
    <w:p w:rsidR="00946F2B" w:rsidRPr="008A54A2" w:rsidRDefault="00946F2B" w:rsidP="00946F2B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67" name="Text Box 4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3" o:spid="_x0000_s1235" type="#_x0000_t202" style="position:absolute;margin-left:0;margin-top:2pt;width:11.35pt;height:11.35pt;z-index:251720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s6g/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uitstekend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66" name="Text Box 4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4" o:spid="_x0000_s1236" type="#_x0000_t202" style="position:absolute;margin-left:0;margin-top:2pt;width:11.35pt;height:11.35pt;z-index:251721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th00U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zeer goed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65" name="Text Box 4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5" o:spid="_x0000_s1237" type="#_x0000_t202" style="position:absolute;margin-left:0;margin-top:2pt;width:11.35pt;height:11.35pt;z-index:251722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bhrD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goed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64" name="Text Box 4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6" o:spid="_x0000_s1238" type="#_x0000_t202" style="position:absolute;margin-left:0;margin-top:2pt;width:11.35pt;height:11.35pt;z-index:251723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nhy7w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matig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63" name="Text Box 4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27" o:spid="_x0000_s1239" type="#_x0000_t202" style="position:absolute;margin-left:0;margin-top:2pt;width:11.35pt;height:11.35pt;z-index:251724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r w:rsidRPr="00CA40A9">
              <w:rPr>
                <w:rFonts w:ascii="Arial" w:hAnsi="Arial" w:cs="Arial"/>
              </w:rPr>
              <w:t>slecht</w:t>
            </w:r>
          </w:p>
        </w:tc>
      </w:tr>
    </w:tbl>
    <w:p w:rsidR="00946F2B" w:rsidRPr="008A54A2" w:rsidRDefault="00946F2B" w:rsidP="00946F2B">
      <w:pPr>
        <w:spacing w:line="276" w:lineRule="auto"/>
        <w:rPr>
          <w:rFonts w:ascii="Arial" w:hAnsi="Arial" w:cs="Arial"/>
          <w:b/>
        </w:rPr>
      </w:pPr>
    </w:p>
    <w:p w:rsidR="00DC03D4" w:rsidRDefault="00DC03D4" w:rsidP="00352F06">
      <w:pPr>
        <w:spacing w:line="276" w:lineRule="auto"/>
        <w:ind w:left="360" w:hanging="360"/>
        <w:rPr>
          <w:rFonts w:ascii="Arial" w:hAnsi="Arial" w:cs="Arial"/>
          <w:b/>
        </w:rPr>
      </w:pPr>
    </w:p>
    <w:p w:rsidR="00352F06" w:rsidRPr="00CA40A9" w:rsidRDefault="00EE58BD" w:rsidP="00352F06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5</w:t>
      </w:r>
      <w:r w:rsidR="00352F06" w:rsidRPr="00CA40A9">
        <w:rPr>
          <w:rFonts w:ascii="Arial" w:hAnsi="Arial" w:cs="Arial"/>
          <w:b/>
        </w:rPr>
        <w:t>.</w:t>
      </w:r>
      <w:r w:rsidR="00352F06" w:rsidRPr="00CA40A9">
        <w:rPr>
          <w:rFonts w:ascii="Arial" w:hAnsi="Arial" w:cs="Arial"/>
          <w:b/>
        </w:rPr>
        <w:tab/>
      </w:r>
      <w:r w:rsidR="00352F06">
        <w:rPr>
          <w:rFonts w:ascii="Arial" w:hAnsi="Arial" w:cs="Arial"/>
          <w:b/>
        </w:rPr>
        <w:t>Hoe woont u</w:t>
      </w:r>
      <w:r w:rsidR="00352F06" w:rsidRPr="00CA40A9">
        <w:rPr>
          <w:rFonts w:ascii="Arial" w:hAnsi="Arial" w:cs="Arial"/>
          <w:b/>
        </w:rPr>
        <w:t xml:space="preserve">? </w:t>
      </w:r>
    </w:p>
    <w:p w:rsidR="00946F2B" w:rsidRPr="008A54A2" w:rsidRDefault="00946F2B" w:rsidP="00946F2B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62" name="Text Box 4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55" o:spid="_x0000_s1240" type="#_x0000_t202" style="position:absolute;margin-left:0;margin-top:2pt;width:11.35pt;height:11.35pt;z-index:251725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Tpkd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 xml:space="preserve">woon alleen (eigen woning/appartement) 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61" name="Text Box 4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56" o:spid="_x0000_s1241" type="#_x0000_t202" style="position:absolute;margin-left:0;margin-top:2pt;width:11.35pt;height:11.35pt;z-index:251726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kqbmb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</w:t>
            </w:r>
            <w:r>
              <w:rPr>
                <w:rFonts w:ascii="Arial" w:hAnsi="Arial" w:cs="Arial"/>
              </w:rPr>
              <w:t xml:space="preserve"> woon samen met partner (en/of kinderen)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60" name="Text Box 4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57" o:spid="_x0000_s1242" type="#_x0000_t202" style="position:absolute;margin-left:0;margin-top:2pt;width:11.35pt;height:11.35pt;z-index:251727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vYyZm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k woon bij mijn ouder(s) of familie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59" name="Text Box 4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58" o:spid="_x0000_s1243" type="#_x0000_t202" style="position:absolute;margin-left:0;margin-top:2pt;width:11.35pt;height:11.35pt;z-index:251728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D2wop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woon samen met andere mensen met een beperking in een woonvorm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58" name="Text Box 4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59" o:spid="_x0000_s1244" type="#_x0000_t202" style="position:absolute;margin-left:0;margin-top:2pt;width:11.35pt;height:11.35pt;z-index:251729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GowL6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CA40A9" w:rsidRDefault="00946F2B" w:rsidP="00A1131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woon zelfstandig in een woonvorm voor mensen met een beperking</w:t>
            </w:r>
          </w:p>
        </w:tc>
      </w:tr>
      <w:tr w:rsidR="00946F2B" w:rsidRPr="008A54A2" w:rsidTr="00946F2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46F2B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57" name="Text Box 4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946F2B" w:rsidRDefault="00946F2B" w:rsidP="00946F2B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64" o:spid="_x0000_s1245" type="#_x0000_t202" style="position:absolute;margin-left:0;margin-top:2pt;width:11.35pt;height:11.35pt;z-index:251730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54V8Q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946F2B" w:rsidRDefault="00946F2B" w:rsidP="00946F2B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46F2B" w:rsidRPr="00B32186" w:rsidRDefault="00946F2B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946F2B" w:rsidRDefault="00946F2B" w:rsidP="00946F2B">
      <w:pPr>
        <w:spacing w:line="276" w:lineRule="auto"/>
        <w:rPr>
          <w:rFonts w:ascii="Arial" w:hAnsi="Arial" w:cs="Arial"/>
          <w:b/>
        </w:rPr>
      </w:pPr>
    </w:p>
    <w:p w:rsidR="004F57BB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6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 xml:space="preserve">Wat is </w:t>
      </w:r>
      <w:r w:rsidR="00152598" w:rsidRPr="00B32186">
        <w:rPr>
          <w:rFonts w:ascii="Arial" w:hAnsi="Arial" w:cs="Arial"/>
          <w:b/>
        </w:rPr>
        <w:t xml:space="preserve">de </w:t>
      </w:r>
      <w:r w:rsidR="004F57BB" w:rsidRPr="00B32186">
        <w:rPr>
          <w:rFonts w:ascii="Arial" w:hAnsi="Arial" w:cs="Arial"/>
          <w:b/>
        </w:rPr>
        <w:t>hoogste opleiding</w:t>
      </w:r>
      <w:r w:rsidR="00152598" w:rsidRPr="00B32186">
        <w:rPr>
          <w:rFonts w:ascii="Arial" w:hAnsi="Arial" w:cs="Arial"/>
          <w:b/>
        </w:rPr>
        <w:t xml:space="preserve"> die u heeft afgerond</w:t>
      </w:r>
      <w:r w:rsidR="004F57BB" w:rsidRPr="00B32186">
        <w:rPr>
          <w:rFonts w:ascii="Arial" w:hAnsi="Arial" w:cs="Arial"/>
          <w:b/>
        </w:rPr>
        <w:t xml:space="preserve">? </w:t>
      </w:r>
    </w:p>
    <w:p w:rsidR="00540783" w:rsidRPr="008A54A2" w:rsidRDefault="00540783" w:rsidP="00540783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56" name="Text Box 4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2" o:spid="_x0000_s1246" type="#_x0000_t202" style="position:absolute;margin-left:0;margin-top:2pt;width:11.35pt;height:11.35pt;z-index:251731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EXKr4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geen opleiding (lager onderwijs niet afgemaakt)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55" name="Text Box 4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3" o:spid="_x0000_s1247" type="#_x0000_t202" style="position:absolute;margin-left:0;margin-top:2pt;width:11.35pt;height:11.35pt;z-index:251732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f0vH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lager onderwijs (basisschool, speciaal basisonderwijs)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54" name="Text Box 4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4" o:spid="_x0000_s1248" type="#_x0000_t202" style="position:absolute;margin-left:0;margin-top:2pt;width:11.35pt;height:11.35pt;z-index:251733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8Nl5y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lager of voorbereidend beroepsonderwijs (bijv. LTS, LEAO, LHNO, VMBO)</w:t>
            </w:r>
          </w:p>
        </w:tc>
      </w:tr>
      <w:tr w:rsidR="00540783" w:rsidRPr="00D31377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53" name="Text Box 4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5" o:spid="_x0000_s1249" type="#_x0000_t202" style="position:absolute;margin-left:0;margin-top:2pt;width:11.35pt;height:11.35pt;z-index:251734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BNAIE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B32186">
              <w:rPr>
                <w:rFonts w:ascii="Arial" w:hAnsi="Arial" w:cs="Arial"/>
              </w:rPr>
              <w:t xml:space="preserve">middelbaar algemeen voortgezet onderwijs (bijv. </w:t>
            </w:r>
            <w:r w:rsidRPr="00B32186">
              <w:rPr>
                <w:rFonts w:ascii="Arial" w:hAnsi="Arial" w:cs="Arial"/>
                <w:lang w:val="pt-BR"/>
              </w:rPr>
              <w:t>MAVO, (M)ULO, MBO-kort, VMBO-t)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D31377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52" name="Text Box 4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6" o:spid="_x0000_s1250" type="#_x0000_t202" style="position:absolute;margin-left:0;margin-top:2pt;width:11.35pt;height:11.35pt;z-index:251735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5kIa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middelbaar beroepsonderwijs en beroepsbegeleidend onderwijs (bijv. MTS, MEAO, BOL, BBL, INAS)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51" name="Text Box 4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7" o:spid="_x0000_s1251" type="#_x0000_t202" style="position:absolute;margin-left:0;margin-top:2pt;width:11.35pt;height:11.35pt;z-index:251736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NZ3Qx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hoger algemeen en voorbereidend wetenschappelijk onderwijs (bijv. HAVO, VWO, Atheneum)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50" name="Text Box 4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8" o:spid="_x0000_s1252" type="#_x0000_t202" style="position:absolute;margin-left:0;margin-top:2pt;width:11.35pt;height:11.35pt;z-index:251737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ac+zj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hoger beroepsonderwijs (zoals HBO, HTS, HEAO, HBO-V)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49" name="Text Box 4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99" o:spid="_x0000_s1253" type="#_x0000_t202" style="position:absolute;margin-left:0;margin-top:2pt;width:11.35pt;height:11.35pt;z-index:251738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hvWnOyECAABK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wetenschappelijk onderwijs (universiteit)</w:t>
            </w:r>
          </w:p>
        </w:tc>
      </w:tr>
      <w:tr w:rsidR="00540783" w:rsidRPr="008A54A2" w:rsidTr="00540783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40783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48" name="Text Box 4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540783" w:rsidRDefault="00540783" w:rsidP="0054078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01" o:spid="_x0000_s1254" type="#_x0000_t202" style="position:absolute;margin-left:0;margin-top:2pt;width:11.35pt;height:11.35pt;z-index:251739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saTq8iAgAASg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540783" w:rsidRDefault="00540783" w:rsidP="0054078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40783" w:rsidRPr="00B32186" w:rsidRDefault="00540783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540783" w:rsidRDefault="00540783" w:rsidP="00540783">
      <w:pPr>
        <w:spacing w:line="276" w:lineRule="auto"/>
        <w:rPr>
          <w:rFonts w:ascii="Arial" w:hAnsi="Arial" w:cs="Arial"/>
          <w:b/>
        </w:rPr>
      </w:pPr>
    </w:p>
    <w:p w:rsidR="00540783" w:rsidRPr="008A54A2" w:rsidRDefault="00540783" w:rsidP="00540783">
      <w:pPr>
        <w:spacing w:line="276" w:lineRule="auto"/>
        <w:rPr>
          <w:rFonts w:ascii="Arial" w:hAnsi="Arial" w:cs="Arial"/>
          <w:b/>
        </w:rPr>
      </w:pPr>
    </w:p>
    <w:p w:rsidR="00352F06" w:rsidRPr="00CA40A9" w:rsidRDefault="00EE58BD" w:rsidP="00352F06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7</w:t>
      </w:r>
      <w:r w:rsidR="00352F06" w:rsidRPr="00CA40A9">
        <w:rPr>
          <w:rFonts w:ascii="Arial" w:hAnsi="Arial" w:cs="Arial"/>
          <w:b/>
        </w:rPr>
        <w:t>.</w:t>
      </w:r>
      <w:r w:rsidR="00352F06" w:rsidRPr="00CA40A9">
        <w:rPr>
          <w:rFonts w:ascii="Arial" w:hAnsi="Arial" w:cs="Arial"/>
          <w:b/>
        </w:rPr>
        <w:tab/>
        <w:t xml:space="preserve">Wat doet u overdag? </w:t>
      </w:r>
    </w:p>
    <w:p w:rsidR="00352F06" w:rsidRPr="00CA40A9" w:rsidRDefault="00352F06" w:rsidP="00352F06">
      <w:pPr>
        <w:spacing w:line="276" w:lineRule="auto"/>
        <w:ind w:left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6F330D" w:rsidRPr="008A54A2" w:rsidRDefault="006F330D" w:rsidP="006F330D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47" name="Text Box 4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29" o:spid="_x0000_s1255" type="#_x0000_t202" style="position:absolute;margin-left:0;margin-top:2pt;width:11.35pt;height:11.35pt;z-index:251740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K8WKh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6F330D" w:rsidP="006F330D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ga naar de dagbesteding/activiteitencentrum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46" name="Text Box 4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0" o:spid="_x0000_s1256" type="#_x0000_t202" style="position:absolute;margin-left:0;margin-top:2pt;width:11.35pt;height:11.35pt;z-index:251741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ltDQ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6F330D" w:rsidP="006F330D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ik ga naar </w:t>
            </w:r>
            <w:r w:rsidR="003C3014">
              <w:rPr>
                <w:rFonts w:ascii="Arial" w:hAnsi="Arial" w:cs="Arial"/>
              </w:rPr>
              <w:t xml:space="preserve">de </w:t>
            </w:r>
            <w:r w:rsidRPr="00CA40A9">
              <w:rPr>
                <w:rFonts w:ascii="Arial" w:hAnsi="Arial" w:cs="Arial"/>
              </w:rPr>
              <w:t>sociale werkvoorziening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45" name="Text Box 4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1" o:spid="_x0000_s1257" type="#_x0000_t202" style="position:absolute;margin-left:0;margin-top:2pt;width:11.35pt;height:11.35pt;z-index:251742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F27fjU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6F330D" w:rsidP="006F330D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volg een opleiding of scholing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44" name="Text Box 4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2" o:spid="_x0000_s1258" type="#_x0000_t202" style="position:absolute;margin-left:0;margin-top:2pt;width:11.35pt;height:11.35pt;z-index:251743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D+q8d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6F330D" w:rsidP="006F330D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heb betaald werk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43" name="Text Box 4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3" o:spid="_x0000_s1259" type="#_x0000_t202" style="position:absolute;margin-left:0;margin-top:2pt;width:11.35pt;height:11.35pt;z-index:251744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RCiTd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6F330D" w:rsidP="006F330D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doe vrijwilligerswerk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42" name="Text Box 4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4" o:spid="_x0000_s1260" type="#_x0000_t202" style="position:absolute;margin-left:0;margin-top:2pt;width:11.35pt;height:11.35pt;z-index:251745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3Y18XC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6F330D" w:rsidP="006F330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krijg</w:t>
            </w:r>
            <w:r w:rsidRPr="00CA40A9">
              <w:rPr>
                <w:rFonts w:ascii="Arial" w:hAnsi="Arial" w:cs="Arial"/>
              </w:rPr>
              <w:t xml:space="preserve"> therapie/behandeling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41" name="Text Box 4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8" o:spid="_x0000_s1261" type="#_x0000_t202" style="position:absolute;margin-left:0;margin-top:2pt;width:11.35pt;height:11.35pt;z-index:251747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W+yF4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3C3014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doe het </w:t>
            </w:r>
            <w:r w:rsidR="00162352">
              <w:rPr>
                <w:rFonts w:ascii="Arial" w:hAnsi="Arial" w:cs="Arial"/>
              </w:rPr>
              <w:t>huishouden / werkzaamheden in en rond het huis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40" name="Text Box 4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6" o:spid="_x0000_s1262" type="#_x0000_t202" style="position:absolute;margin-left:0;margin-top:2pt;width:11.35pt;height:11.35pt;z-index:251746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flxbM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CA40A9" w:rsidRDefault="00162352" w:rsidP="006F330D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C054E8" w:rsidRDefault="00C054E8" w:rsidP="00E56D76">
      <w:pPr>
        <w:spacing w:line="276" w:lineRule="auto"/>
        <w:rPr>
          <w:rFonts w:ascii="Arial" w:hAnsi="Arial" w:cs="Arial"/>
        </w:rPr>
      </w:pPr>
    </w:p>
    <w:p w:rsidR="00162352" w:rsidRDefault="00162352" w:rsidP="00E56D76">
      <w:pPr>
        <w:spacing w:line="276" w:lineRule="auto"/>
        <w:rPr>
          <w:rFonts w:ascii="Arial" w:hAnsi="Arial" w:cs="Arial"/>
        </w:rPr>
      </w:pPr>
    </w:p>
    <w:p w:rsidR="004F57BB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1E7AAA">
        <w:rPr>
          <w:rFonts w:ascii="Arial" w:hAnsi="Arial" w:cs="Arial"/>
          <w:b/>
        </w:rPr>
        <w:t>8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0F5705" w:rsidRPr="00B32186">
        <w:rPr>
          <w:rFonts w:ascii="Arial" w:hAnsi="Arial" w:cs="Arial"/>
          <w:b/>
        </w:rPr>
        <w:t>Wa</w:t>
      </w:r>
      <w:r w:rsidR="004F57BB" w:rsidRPr="00B32186">
        <w:rPr>
          <w:rFonts w:ascii="Arial" w:hAnsi="Arial" w:cs="Arial"/>
          <w:b/>
        </w:rPr>
        <w:t xml:space="preserve">t is </w:t>
      </w:r>
      <w:r w:rsidR="00B31DFE" w:rsidRPr="00B31DFE">
        <w:rPr>
          <w:rFonts w:ascii="Arial" w:hAnsi="Arial" w:cs="Arial"/>
          <w:b/>
          <w:u w:val="single"/>
        </w:rPr>
        <w:t>uw</w:t>
      </w:r>
      <w:r w:rsidR="00B31DFE">
        <w:rPr>
          <w:rFonts w:ascii="Arial" w:hAnsi="Arial" w:cs="Arial"/>
          <w:b/>
        </w:rPr>
        <w:t xml:space="preserve"> </w:t>
      </w:r>
      <w:r w:rsidR="004F57BB" w:rsidRPr="00B32186">
        <w:rPr>
          <w:rFonts w:ascii="Arial" w:hAnsi="Arial" w:cs="Arial"/>
          <w:b/>
        </w:rPr>
        <w:t>geboorteland?</w:t>
      </w:r>
    </w:p>
    <w:p w:rsidR="006F330D" w:rsidRPr="008A54A2" w:rsidRDefault="006F330D" w:rsidP="006F330D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39" name="Text Box 4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75" o:spid="_x0000_s1263" type="#_x0000_t202" style="position:absolute;margin-left:0;margin-top:2pt;width:11.35pt;height:11.35pt;z-index:251748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GQZ3w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Nederland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8" name="Text Box 4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76" o:spid="_x0000_s1264" type="#_x0000_t202" style="position:absolute;margin-left:0;margin-top:2pt;width:11.35pt;height:11.35pt;z-index:251749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BNK/V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Indonesië/voormalig Nederlands-Indië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7" name="Text Box 4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77" o:spid="_x0000_s1265" type="#_x0000_t202" style="position:absolute;margin-left:0;margin-top:2pt;width:11.35pt;height:11.35pt;z-index:251750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8LBqv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Suriname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6" name="Text Box 4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78" o:spid="_x0000_s1266" type="#_x0000_t202" style="position:absolute;margin-left:0;margin-top:2pt;width:11.35pt;height:11.35pt;z-index:251751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asMPJ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Marokko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35" name="Text Box 4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79" o:spid="_x0000_s1267" type="#_x0000_t202" style="position:absolute;margin-left:0;margin-top:2pt;width:11.35pt;height:11.35pt;z-index:251752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rFdY2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Turkije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4" name="Text Box 4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0" o:spid="_x0000_s1268" type="#_x0000_t202" style="position:absolute;margin-left:0;margin-top:2pt;width:11.35pt;height:11.35pt;z-index:251753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WejTx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Duitsland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33" name="Text Box 4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1" o:spid="_x0000_s1269" type="#_x0000_t202" style="position:absolute;margin-left:0;margin-top:2pt;width:11.35pt;height:11.35pt;z-index:251755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GxUHS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Nederlands Antillen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2" name="Text Box 4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2" o:spid="_x0000_s1270" type="#_x0000_t202" style="position:absolute;margin-left:0;margin-top:2pt;width:11.35pt;height:11.35pt;z-index:251756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Ynhp8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Aruba</w:t>
            </w:r>
          </w:p>
        </w:tc>
      </w:tr>
      <w:tr w:rsidR="006F330D" w:rsidRPr="008A54A2" w:rsidTr="006F330D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1" name="Text Box 4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4" o:spid="_x0000_s1271" type="#_x0000_t202" style="position:absolute;margin-left:0;margin-top:2pt;width:11.35pt;height:11.35pt;z-index:251757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Wg0a9C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4F57BB" w:rsidRPr="00B32186" w:rsidRDefault="001E7AAA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49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>Wat is het geboorteland van uw vader?</w:t>
      </w:r>
    </w:p>
    <w:p w:rsidR="006F330D" w:rsidRPr="008A54A2" w:rsidRDefault="006F330D" w:rsidP="006F330D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0" name="Text Box 4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5" o:spid="_x0000_s1272" type="#_x0000_t202" style="position:absolute;margin-left:0;margin-top:2pt;width:11.35pt;height:11.35pt;z-index:251758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9pUw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Nederland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9" name="Text Box 4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6" o:spid="_x0000_s1273" type="#_x0000_t202" style="position:absolute;margin-left:0;margin-top:2pt;width:11.35pt;height:11.35pt;z-index:251759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lxWov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Indonesië/voormalig Nederlands-Indië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8" name="Text Box 4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7" o:spid="_x0000_s1274" type="#_x0000_t202" style="position:absolute;margin-left:0;margin-top:2pt;width:11.35pt;height:11.35pt;z-index:251760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TFlhu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Suriname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7" name="Text Box 4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8" o:spid="_x0000_s1275" type="#_x0000_t202" style="position:absolute;margin-left:0;margin-top:2pt;width:11.35pt;height:11.35pt;z-index:251761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f0UwX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Marokko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6" name="Text Box 4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89" o:spid="_x0000_s1276" type="#_x0000_t202" style="position:absolute;margin-left:0;margin-top:2pt;width:11.35pt;height:11.35pt;z-index:251762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u0bAj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Turkije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5" name="Text Box 4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0" o:spid="_x0000_s1277" type="#_x0000_t202" style="position:absolute;margin-left:0;margin-top:2pt;width:11.35pt;height:11.35pt;z-index:251763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HYv3b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Duitsland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4" name="Text Box 4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1" o:spid="_x0000_s1278" type="#_x0000_t202" style="position:absolute;margin-left:0;margin-top:2pt;width:11.35pt;height:11.35pt;z-index:251764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huUiyCQCAABK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Nederlands Antillen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3" name="Text Box 4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2" o:spid="_x0000_s1279" type="#_x0000_t202" style="position:absolute;margin-left:0;margin-top:2pt;width:11.35pt;height:11.35pt;z-index:251765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l57VISECAABK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Aruba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2" name="Text Box 4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3" o:spid="_x0000_s1280" type="#_x0000_t202" style="position:absolute;margin-left:0;margin-top:2pt;width:11.35pt;height:11.35pt;z-index:251766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3qvGIiAgAASg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A0727D" w:rsidRDefault="00A0727D" w:rsidP="001916C3">
      <w:pPr>
        <w:spacing w:line="276" w:lineRule="auto"/>
        <w:rPr>
          <w:rFonts w:ascii="Arial" w:hAnsi="Arial" w:cs="Arial"/>
        </w:rPr>
      </w:pPr>
    </w:p>
    <w:p w:rsidR="001916C3" w:rsidRPr="00B32186" w:rsidRDefault="001916C3" w:rsidP="001916C3">
      <w:pPr>
        <w:spacing w:line="276" w:lineRule="auto"/>
        <w:rPr>
          <w:rFonts w:ascii="Arial" w:hAnsi="Arial" w:cs="Arial"/>
        </w:rPr>
      </w:pPr>
    </w:p>
    <w:p w:rsidR="004F57BB" w:rsidRPr="00B32186" w:rsidRDefault="00A0727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E7AAA">
        <w:rPr>
          <w:rFonts w:ascii="Arial" w:hAnsi="Arial" w:cs="Arial"/>
          <w:b/>
        </w:rPr>
        <w:t>0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>Wat is het geboorteland van uw moeder?</w:t>
      </w:r>
    </w:p>
    <w:p w:rsidR="006F330D" w:rsidRPr="008A54A2" w:rsidRDefault="006F330D" w:rsidP="006F330D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1" name="Text Box 4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4" o:spid="_x0000_s1281" type="#_x0000_t202" style="position:absolute;margin-left:0;margin-top:2pt;width:11.35pt;height:11.35pt;z-index:251767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2K7Vc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Nederland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0" name="Text Box 4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5" o:spid="_x0000_s1282" type="#_x0000_t202" style="position:absolute;margin-left:0;margin-top:2pt;width:11.35pt;height:11.35pt;z-index:251768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rSWj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Indonesië/voormalig Nederlands-Indië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19" name="Text Box 4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6" o:spid="_x0000_s1283" type="#_x0000_t202" style="position:absolute;margin-left:0;margin-top:2pt;width:11.35pt;height:11.35pt;z-index:251769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ejXwM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Suriname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18" name="Text Box 4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7" o:spid="_x0000_s1284" type="#_x0000_t202" style="position:absolute;margin-left:0;margin-top:2pt;width:11.35pt;height:11.35pt;z-index:251770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Ogr9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Marokko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7" name="Text Box 4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8" o:spid="_x0000_s1285" type="#_x0000_t202" style="position:absolute;margin-left:0;margin-top:2pt;width:11.35pt;height:11.35pt;z-index:251771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GwWvb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Turkije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16" name="Text Box 4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99" o:spid="_x0000_s1286" type="#_x0000_t202" style="position:absolute;margin-left:0;margin-top:2pt;width:11.35pt;height:11.35pt;z-index:251772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CwpsI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Duitsland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15" name="Text Box 4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0" o:spid="_x0000_s1287" type="#_x0000_t202" style="position:absolute;margin-left:0;margin-top:2pt;width:11.35pt;height:11.35pt;z-index:251773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PJMe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Nederlands Antillen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14" name="Text Box 4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1" o:spid="_x0000_s1288" type="#_x0000_t202" style="position:absolute;margin-left:0;margin-top:2pt;width:11.35pt;height:11.35pt;z-index:251774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8rBN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Aruba</w:t>
            </w:r>
          </w:p>
        </w:tc>
      </w:tr>
      <w:tr w:rsidR="006F330D" w:rsidRPr="008A54A2" w:rsidTr="00A1131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6F330D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13" name="Text Box 4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6F330D" w:rsidRDefault="006F330D" w:rsidP="006F330D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2" o:spid="_x0000_s1289" type="#_x0000_t202" style="position:absolute;margin-left:0;margin-top:2pt;width:11.35pt;height:11.35pt;z-index:251775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GvCIQIAAEw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AIRrwi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6F330D" w:rsidRDefault="006F330D" w:rsidP="006F330D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6F330D" w:rsidRPr="00B32186" w:rsidRDefault="006F330D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1916C3" w:rsidRPr="00B32186" w:rsidRDefault="001916C3" w:rsidP="001916C3">
      <w:pPr>
        <w:spacing w:line="276" w:lineRule="auto"/>
        <w:rPr>
          <w:rFonts w:ascii="Arial" w:hAnsi="Arial" w:cs="Arial"/>
        </w:rPr>
      </w:pPr>
    </w:p>
    <w:p w:rsidR="009A5E65" w:rsidRPr="00B32186" w:rsidRDefault="009A5E65" w:rsidP="003D1C79">
      <w:pPr>
        <w:spacing w:line="276" w:lineRule="auto"/>
        <w:ind w:left="454" w:hanging="454"/>
        <w:rPr>
          <w:rFonts w:ascii="Arial" w:hAnsi="Arial" w:cs="Arial"/>
          <w:b/>
        </w:rPr>
      </w:pPr>
    </w:p>
    <w:p w:rsidR="004F57BB" w:rsidRPr="00B32186" w:rsidRDefault="009A0B3D" w:rsidP="003A52DB">
      <w:pPr>
        <w:spacing w:line="276" w:lineRule="auto"/>
        <w:ind w:left="360" w:hanging="360"/>
        <w:rPr>
          <w:rFonts w:ascii="Arial" w:hAnsi="Arial" w:cs="Arial"/>
          <w:b/>
        </w:rPr>
      </w:pPr>
      <w:r w:rsidRPr="00B32186">
        <w:rPr>
          <w:rFonts w:ascii="Arial" w:hAnsi="Arial" w:cs="Arial"/>
          <w:b/>
        </w:rPr>
        <w:t>5</w:t>
      </w:r>
      <w:r w:rsidR="001E7AAA">
        <w:rPr>
          <w:rFonts w:ascii="Arial" w:hAnsi="Arial" w:cs="Arial"/>
          <w:b/>
        </w:rPr>
        <w:t>1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>Heeft iemand u geholpen om deze vragenlijst in te vullen?</w:t>
      </w:r>
    </w:p>
    <w:p w:rsidR="00BC3BFE" w:rsidRPr="008A54A2" w:rsidRDefault="00BC3BFE" w:rsidP="00BC3BFE">
      <w:pPr>
        <w:spacing w:line="144" w:lineRule="auto"/>
        <w:rPr>
          <w:rFonts w:ascii="Arial" w:hAnsi="Arial" w:cs="Arial"/>
          <w:i/>
        </w:rPr>
      </w:pPr>
    </w:p>
    <w:tbl>
      <w:tblPr>
        <w:tblW w:w="8589" w:type="dxa"/>
        <w:tblInd w:w="454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769"/>
        <w:gridCol w:w="720"/>
        <w:gridCol w:w="6703"/>
      </w:tblGrid>
      <w:tr w:rsidR="00BC3BFE" w:rsidRPr="00CA40A9" w:rsidTr="00BC3BFE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BC3BFE" w:rsidRPr="00CA40A9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6985" r="6985" b="10795"/>
                      <wp:wrapNone/>
                      <wp:docPr id="12" name="Text Box 4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3" o:spid="_x0000_s1290" type="#_x0000_t202" style="position:absolute;margin-left:0;margin-top:2pt;width:11.35pt;height:11.35pt;z-index:251776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MkIgIAAEwEAAAOAAAAZHJzL2Uyb0RvYy54bWysVNuO0zAQfUfiHyy/06SXXaq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to4y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3BFE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769" w:type="dxa"/>
            <w:vAlign w:val="center"/>
          </w:tcPr>
          <w:p w:rsidR="00BC3BFE" w:rsidRPr="00CA40A9" w:rsidRDefault="00BC3BFE" w:rsidP="00A1131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720" w:type="dxa"/>
            <w:vAlign w:val="center"/>
          </w:tcPr>
          <w:p w:rsidR="00BC3BFE" w:rsidRPr="008A54A2" w:rsidRDefault="007D671B" w:rsidP="00A1131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55880" r="20955" b="58420"/>
                      <wp:wrapNone/>
                      <wp:docPr id="11" name="Line 4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289CC9" id="Line 4304" o:spid="_x0000_s1026" style="position:absolute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ENzKgIAAE0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:rsidR="00BC3BFE" w:rsidRPr="00CA40A9" w:rsidRDefault="00BC3BFE" w:rsidP="00A1131E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6E5EE2">
              <w:rPr>
                <w:rFonts w:ascii="Arial" w:hAnsi="Arial" w:cs="Arial"/>
              </w:rPr>
              <w:t>5</w:t>
            </w:r>
            <w:r w:rsidR="001E7AAA">
              <w:rPr>
                <w:rFonts w:ascii="Arial" w:hAnsi="Arial" w:cs="Arial"/>
              </w:rPr>
              <w:t>4</w:t>
            </w:r>
          </w:p>
        </w:tc>
      </w:tr>
      <w:tr w:rsidR="00BC3BFE" w:rsidRPr="00CA40A9" w:rsidTr="00BC3BFE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BC3BFE" w:rsidRPr="00CA40A9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12065" r="6985" b="5715"/>
                      <wp:wrapNone/>
                      <wp:docPr id="10" name="Text Box 4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05" o:spid="_x0000_s1291" type="#_x0000_t202" style="position:absolute;margin-left:0;margin-top:2pt;width:11.35pt;height:11.35pt;z-index:251778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Qv2+iy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3BFE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769" w:type="dxa"/>
            <w:vAlign w:val="center"/>
          </w:tcPr>
          <w:p w:rsidR="00BC3BFE" w:rsidRPr="00CA40A9" w:rsidRDefault="00BC3BFE" w:rsidP="00A1131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720" w:type="dxa"/>
            <w:vAlign w:val="center"/>
          </w:tcPr>
          <w:p w:rsidR="00BC3BFE" w:rsidRPr="008A54A2" w:rsidRDefault="00BC3BFE" w:rsidP="00A1131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703" w:type="dxa"/>
            <w:vAlign w:val="center"/>
          </w:tcPr>
          <w:p w:rsidR="00BC3BFE" w:rsidRPr="00CA40A9" w:rsidRDefault="00BC3BFE" w:rsidP="00A1131E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C3BFE" w:rsidRDefault="00BC3BFE" w:rsidP="00BC3BFE">
      <w:pPr>
        <w:spacing w:line="276" w:lineRule="auto"/>
        <w:ind w:left="360" w:hanging="360"/>
        <w:rPr>
          <w:rFonts w:ascii="Arial" w:hAnsi="Arial" w:cs="Arial"/>
          <w:b/>
        </w:rPr>
      </w:pPr>
    </w:p>
    <w:p w:rsidR="00B066E2" w:rsidRDefault="00B066E2" w:rsidP="00B066E2">
      <w:pPr>
        <w:spacing w:line="276" w:lineRule="auto"/>
        <w:ind w:left="360" w:hanging="360"/>
        <w:rPr>
          <w:rFonts w:ascii="Arial" w:hAnsi="Arial" w:cs="Arial"/>
          <w:b/>
        </w:rPr>
      </w:pPr>
    </w:p>
    <w:p w:rsidR="00B066E2" w:rsidRPr="00B32186" w:rsidRDefault="00B066E2" w:rsidP="00B066E2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E7AAA">
        <w:rPr>
          <w:rFonts w:ascii="Arial" w:hAnsi="Arial" w:cs="Arial"/>
          <w:b/>
        </w:rPr>
        <w:t>2</w:t>
      </w:r>
      <w:r w:rsidRPr="00B32186">
        <w:rPr>
          <w:rFonts w:ascii="Arial" w:hAnsi="Arial" w:cs="Arial"/>
          <w:b/>
        </w:rPr>
        <w:t>.</w:t>
      </w:r>
      <w:r w:rsidRPr="00B3218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Wie heeft u </w:t>
      </w:r>
      <w:r w:rsidRPr="00B32186">
        <w:rPr>
          <w:rFonts w:ascii="Arial" w:hAnsi="Arial" w:cs="Arial"/>
          <w:b/>
        </w:rPr>
        <w:t>geholpen?</w:t>
      </w:r>
    </w:p>
    <w:p w:rsidR="00B066E2" w:rsidRPr="008A54A2" w:rsidRDefault="00B066E2" w:rsidP="00B066E2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066E2" w:rsidRPr="008A54A2" w:rsidTr="001D6A0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066E2" w:rsidRPr="008A54A2" w:rsidRDefault="007D671B" w:rsidP="001D6A0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9" name="Text Box 4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4" o:spid="_x0000_s1292" type="#_x0000_t202" style="position:absolute;margin-left:0;margin-top:2pt;width:11.35pt;height:11.35pt;z-index:251792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SE/eE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066E2" w:rsidRPr="00B32186" w:rsidRDefault="00B066E2" w:rsidP="001D6A0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familie of partner</w:t>
            </w:r>
          </w:p>
        </w:tc>
      </w:tr>
      <w:tr w:rsidR="00B066E2" w:rsidRPr="008A54A2" w:rsidTr="001D6A0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066E2" w:rsidRPr="008A54A2" w:rsidRDefault="007D671B" w:rsidP="001D6A0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8" name="Text Box 4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5" o:spid="_x0000_s1293" type="#_x0000_t202" style="position:absolute;margin-left:0;margin-top:2pt;width:11.35pt;height:11.35pt;z-index:251793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8m7tZ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066E2" w:rsidRPr="00B32186" w:rsidRDefault="00B066E2" w:rsidP="001D6A0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vriend of kennis</w:t>
            </w:r>
          </w:p>
        </w:tc>
      </w:tr>
      <w:tr w:rsidR="00B066E2" w:rsidRPr="008A54A2" w:rsidTr="001D6A0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066E2" w:rsidRPr="008A54A2" w:rsidRDefault="007D671B" w:rsidP="001D6A0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7" name="Text Box 4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6" o:spid="_x0000_s1294" type="#_x0000_t202" style="position:absolute;margin-left:0;margin-top:2pt;width:11.35pt;height:11.35pt;z-index:251794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hotiU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066E2" w:rsidRPr="00B32186" w:rsidRDefault="00B066E2" w:rsidP="001D6A0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persoonlijk begeleider</w:t>
            </w:r>
          </w:p>
        </w:tc>
      </w:tr>
      <w:tr w:rsidR="00B066E2" w:rsidRPr="008A54A2" w:rsidTr="001D6A0B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066E2" w:rsidRPr="008A54A2" w:rsidRDefault="007D671B" w:rsidP="001D6A0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6" name="Text Box 4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066E2" w:rsidRDefault="00B066E2" w:rsidP="00B066E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58" o:spid="_x0000_s1295" type="#_x0000_t202" style="position:absolute;margin-left:0;margin-top:2pt;width:11.35pt;height:11.35pt;z-index:251795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Pv28g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066E2" w:rsidRDefault="00B066E2" w:rsidP="00B066E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066E2" w:rsidRPr="00B32186" w:rsidRDefault="00B066E2" w:rsidP="001D6A0B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B066E2" w:rsidRPr="00B32186" w:rsidRDefault="00B066E2" w:rsidP="00B066E2">
      <w:pPr>
        <w:spacing w:line="192" w:lineRule="auto"/>
        <w:rPr>
          <w:rFonts w:ascii="Arial" w:hAnsi="Arial" w:cs="Arial"/>
          <w:b/>
        </w:rPr>
      </w:pPr>
    </w:p>
    <w:p w:rsidR="00B75973" w:rsidRDefault="00B75973" w:rsidP="001916C3">
      <w:pPr>
        <w:spacing w:line="276" w:lineRule="auto"/>
        <w:rPr>
          <w:rFonts w:ascii="Arial" w:hAnsi="Arial" w:cs="Arial"/>
          <w:b/>
        </w:rPr>
      </w:pPr>
    </w:p>
    <w:p w:rsidR="004F57BB" w:rsidRPr="00B32186" w:rsidRDefault="00076D4B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58BD">
        <w:rPr>
          <w:rFonts w:ascii="Arial" w:hAnsi="Arial" w:cs="Arial"/>
          <w:b/>
        </w:rPr>
        <w:lastRenderedPageBreak/>
        <w:t>5</w:t>
      </w:r>
      <w:r w:rsidR="001E7AAA">
        <w:rPr>
          <w:rFonts w:ascii="Arial" w:hAnsi="Arial" w:cs="Arial"/>
          <w:b/>
        </w:rPr>
        <w:t>3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>Hoe heeft die persoon u geholpen?</w:t>
      </w:r>
    </w:p>
    <w:p w:rsidR="00E56D76" w:rsidRPr="00B32186" w:rsidRDefault="00E56D76" w:rsidP="001916C3">
      <w:pPr>
        <w:spacing w:line="276" w:lineRule="auto"/>
        <w:ind w:left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 xml:space="preserve">Meer antwoorden </w:t>
      </w:r>
      <w:r w:rsidR="00B31DFE">
        <w:rPr>
          <w:rFonts w:ascii="Arial" w:hAnsi="Arial" w:cs="Arial"/>
          <w:i/>
        </w:rPr>
        <w:t>aankruisen mag</w:t>
      </w:r>
      <w:r w:rsidRPr="00B32186">
        <w:rPr>
          <w:rFonts w:ascii="Arial" w:hAnsi="Arial" w:cs="Arial"/>
          <w:i/>
        </w:rPr>
        <w:t>.</w:t>
      </w:r>
    </w:p>
    <w:p w:rsidR="00BC3BFE" w:rsidRPr="008A54A2" w:rsidRDefault="00BC3BFE" w:rsidP="00BC3BFE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BC3BFE" w:rsidRPr="008A54A2" w:rsidTr="00BC3BF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C3BFE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5" name="Text Box 4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3" o:spid="_x0000_s1296" type="#_x0000_t202" style="position:absolute;margin-left:0;margin-top:2pt;width:11.35pt;height:11.35pt;z-index:251779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6RKYI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C3BFE" w:rsidRPr="00B32186" w:rsidRDefault="00BC3BFE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hij/zij heeft de vragen voorgelezen</w:t>
            </w:r>
          </w:p>
        </w:tc>
      </w:tr>
      <w:tr w:rsidR="00BC3BFE" w:rsidRPr="008A54A2" w:rsidTr="00BC3BF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C3BFE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4" name="Text Box 4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4" o:spid="_x0000_s1297" type="#_x0000_t202" style="position:absolute;margin-left:0;margin-top:2pt;width:11.35pt;height:11.35pt;z-index:251780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p4sIgIAAEsEAAAOAAAAZHJzL2Uyb0RvYy54bWysVNuO0zAQfUfiHyy/06S31RI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O2niw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C3BFE" w:rsidRPr="00B32186" w:rsidRDefault="00BC3BFE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hij/zij heeft mijn antwoorden opgeschreven</w:t>
            </w:r>
          </w:p>
        </w:tc>
      </w:tr>
      <w:tr w:rsidR="00BC3BFE" w:rsidRPr="008A54A2" w:rsidTr="00BC3BF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C3BFE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" name="Text Box 4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5" o:spid="_x0000_s1298" type="#_x0000_t202" style="position:absolute;margin-left:0;margin-top:2pt;width:11.35pt;height:11.35pt;z-index:251781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P5deNIAIAAEs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C3BFE" w:rsidRPr="00B32186" w:rsidRDefault="00BC3BFE" w:rsidP="00A1131E">
            <w:pPr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hij/zij heeft de vragen in mijn plaats beantwoord</w:t>
            </w:r>
          </w:p>
        </w:tc>
      </w:tr>
      <w:tr w:rsidR="00BC3BFE" w:rsidRPr="008A54A2" w:rsidTr="00BC3BF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C3BFE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" name="Text Box 4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6" o:spid="_x0000_s1299" type="#_x0000_t202" style="position:absolute;margin-left:0;margin-top:2pt;width:11.35pt;height:11.35pt;z-index:251782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GkBqU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C3BFE" w:rsidRPr="00B32186" w:rsidRDefault="00BC3BFE" w:rsidP="00A1131E">
            <w:r w:rsidRPr="00B32186">
              <w:rPr>
                <w:rFonts w:ascii="Arial" w:hAnsi="Arial" w:cs="Arial"/>
              </w:rPr>
              <w:t>hij/zij heeft de vragen in mijn taal vertaald</w:t>
            </w:r>
          </w:p>
        </w:tc>
      </w:tr>
      <w:tr w:rsidR="00BC3BFE" w:rsidRPr="008A54A2" w:rsidTr="00BC3BFE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BC3BFE" w:rsidRPr="008A54A2" w:rsidRDefault="007D671B" w:rsidP="00A1131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1" name="Text Box 4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  <w:p w:rsidR="00BC3BFE" w:rsidRDefault="00BC3BFE" w:rsidP="00BC3BF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28" o:spid="_x0000_s1300" type="#_x0000_t202" style="position:absolute;margin-left:0;margin-top:2pt;width:11.35pt;height:11.35pt;z-index:251783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w055jS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  <w:p w:rsidR="00BC3BFE" w:rsidRDefault="00BC3BFE" w:rsidP="00BC3BF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BC3BFE" w:rsidRPr="00B32186" w:rsidRDefault="00BC3BFE" w:rsidP="00A1131E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1916C3" w:rsidRPr="00E51924" w:rsidRDefault="001916C3" w:rsidP="00E51924">
      <w:pPr>
        <w:spacing w:line="276" w:lineRule="auto"/>
        <w:rPr>
          <w:rFonts w:ascii="Arial" w:hAnsi="Arial" w:cs="Arial"/>
        </w:rPr>
      </w:pPr>
    </w:p>
    <w:p w:rsidR="00EE58BD" w:rsidRPr="00E51924" w:rsidRDefault="00EE58BD" w:rsidP="00E51924">
      <w:pPr>
        <w:spacing w:line="276" w:lineRule="auto"/>
        <w:ind w:left="360" w:hanging="360"/>
        <w:rPr>
          <w:rFonts w:ascii="Arial" w:hAnsi="Arial" w:cs="Arial"/>
        </w:rPr>
      </w:pPr>
    </w:p>
    <w:p w:rsidR="004F57BB" w:rsidRPr="00B32186" w:rsidRDefault="00EE58BD" w:rsidP="003A52DB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1E7AAA">
        <w:rPr>
          <w:rFonts w:ascii="Arial" w:hAnsi="Arial" w:cs="Arial"/>
          <w:b/>
        </w:rPr>
        <w:t>4</w:t>
      </w:r>
      <w:r w:rsidR="009A5E65" w:rsidRPr="00B32186">
        <w:rPr>
          <w:rFonts w:ascii="Arial" w:hAnsi="Arial" w:cs="Arial"/>
          <w:b/>
        </w:rPr>
        <w:t>.</w:t>
      </w:r>
      <w:r w:rsidR="001916C3" w:rsidRPr="00B32186">
        <w:rPr>
          <w:rFonts w:ascii="Arial" w:hAnsi="Arial" w:cs="Arial"/>
          <w:b/>
        </w:rPr>
        <w:tab/>
      </w:r>
      <w:r w:rsidR="004F57BB" w:rsidRPr="00B32186">
        <w:rPr>
          <w:rFonts w:ascii="Arial" w:hAnsi="Arial" w:cs="Arial"/>
          <w:b/>
        </w:rPr>
        <w:t xml:space="preserve">We willen de vragenlijst blijven verbeteren. We horen dan ook graag wat u van de vragenlijst vindt. Mist u iets in deze vragenlijst? </w:t>
      </w:r>
      <w:r w:rsidR="00B31DFE">
        <w:rPr>
          <w:rFonts w:ascii="Arial" w:hAnsi="Arial" w:cs="Arial"/>
          <w:b/>
        </w:rPr>
        <w:t xml:space="preserve">Vond u bepaalde vragen lastig om te beantwoorden. </w:t>
      </w:r>
      <w:r w:rsidR="004F57BB" w:rsidRPr="00B32186">
        <w:rPr>
          <w:rFonts w:ascii="Arial" w:hAnsi="Arial" w:cs="Arial"/>
          <w:b/>
        </w:rPr>
        <w:t xml:space="preserve">Of heeft u nog opmerkingen of tips. Dan kunt u dat hieronder opschrijven. </w:t>
      </w:r>
    </w:p>
    <w:p w:rsidR="00E3779A" w:rsidRPr="00B32186" w:rsidRDefault="00E3779A" w:rsidP="00E3779A">
      <w:pPr>
        <w:spacing w:line="144" w:lineRule="auto"/>
        <w:rPr>
          <w:rFonts w:ascii="Arial" w:hAnsi="Arial" w:cs="Arial"/>
        </w:rPr>
      </w:pPr>
    </w:p>
    <w:tbl>
      <w:tblPr>
        <w:tblW w:w="0" w:type="auto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6"/>
      </w:tblGrid>
      <w:tr w:rsidR="00DF6CF2" w:rsidRPr="009D017A" w:rsidTr="009D017A">
        <w:tc>
          <w:tcPr>
            <w:tcW w:w="8726" w:type="dxa"/>
          </w:tcPr>
          <w:p w:rsidR="00DF6CF2" w:rsidRPr="009D017A" w:rsidRDefault="00DF6CF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554748" w:rsidRPr="009D017A" w:rsidRDefault="00554748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DF6CF2" w:rsidRPr="009D017A" w:rsidRDefault="00DF6CF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DF6CF2" w:rsidRPr="009D017A" w:rsidRDefault="00DF6CF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DF6CF2" w:rsidRPr="009D017A" w:rsidRDefault="00DF6CF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DF6CF2" w:rsidRPr="009D017A" w:rsidRDefault="00DF6CF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D52667" w:rsidRPr="009D017A" w:rsidRDefault="00D52667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D52667" w:rsidRDefault="00D52667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B066E2" w:rsidRDefault="00B066E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B066E2" w:rsidRDefault="00B066E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B066E2" w:rsidRDefault="00B066E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B066E2" w:rsidRDefault="00B066E2" w:rsidP="009D017A">
            <w:pPr>
              <w:spacing w:line="276" w:lineRule="auto"/>
              <w:rPr>
                <w:rFonts w:ascii="Arial" w:hAnsi="Arial" w:cs="Arial"/>
              </w:rPr>
            </w:pPr>
          </w:p>
          <w:p w:rsidR="00B066E2" w:rsidRPr="009D017A" w:rsidRDefault="00B066E2" w:rsidP="009D017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54748" w:rsidRPr="00B32186" w:rsidRDefault="00554748" w:rsidP="001916C3">
      <w:pPr>
        <w:spacing w:line="276" w:lineRule="auto"/>
        <w:rPr>
          <w:rFonts w:ascii="Arial" w:hAnsi="Arial" w:cs="Arial"/>
        </w:rPr>
      </w:pPr>
    </w:p>
    <w:p w:rsidR="00554748" w:rsidRPr="00B32186" w:rsidRDefault="00554748" w:rsidP="001916C3">
      <w:pPr>
        <w:spacing w:line="276" w:lineRule="auto"/>
        <w:rPr>
          <w:rFonts w:ascii="Arial" w:hAnsi="Arial" w:cs="Arial"/>
        </w:rPr>
      </w:pPr>
    </w:p>
    <w:p w:rsidR="00413B2A" w:rsidRPr="00D52667" w:rsidRDefault="00235DE4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D52667">
        <w:rPr>
          <w:rFonts w:ascii="Arial" w:hAnsi="Arial" w:cs="Arial"/>
          <w:b/>
          <w:sz w:val="24"/>
          <w:szCs w:val="24"/>
        </w:rPr>
        <w:t>Hartelijk dank voor uw medewerking</w:t>
      </w:r>
      <w:r w:rsidR="00DF6CF2" w:rsidRPr="00D52667">
        <w:rPr>
          <w:rFonts w:ascii="Arial" w:hAnsi="Arial" w:cs="Arial"/>
          <w:b/>
          <w:sz w:val="24"/>
          <w:szCs w:val="24"/>
        </w:rPr>
        <w:t>!</w:t>
      </w:r>
    </w:p>
    <w:sectPr w:rsidR="00413B2A" w:rsidRPr="00D52667" w:rsidSect="00B0223C">
      <w:pgSz w:w="11906" w:h="16838" w:code="9"/>
      <w:pgMar w:top="1418" w:right="1418" w:bottom="1985" w:left="1418" w:header="1418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701" w:rsidRDefault="00B81701">
      <w:r>
        <w:separator/>
      </w:r>
    </w:p>
  </w:endnote>
  <w:endnote w:type="continuationSeparator" w:id="0">
    <w:p w:rsidR="00B81701" w:rsidRDefault="00B8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08" w:rsidRDefault="009D7008" w:rsidP="003829D5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D7008" w:rsidRDefault="009D7008" w:rsidP="006B6A42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008" w:rsidRPr="008439D7" w:rsidRDefault="009D7008" w:rsidP="003829D5">
    <w:pPr>
      <w:pStyle w:val="Voettekst"/>
      <w:framePr w:wrap="around" w:vAnchor="text" w:hAnchor="margin" w:xAlign="center" w:y="1"/>
      <w:rPr>
        <w:rStyle w:val="Paginanummer"/>
        <w:rFonts w:ascii="Arial" w:hAnsi="Arial" w:cs="Arial"/>
      </w:rPr>
    </w:pPr>
    <w:r w:rsidRPr="008439D7">
      <w:rPr>
        <w:rStyle w:val="Paginanummer"/>
        <w:rFonts w:ascii="Arial" w:hAnsi="Arial" w:cs="Arial"/>
      </w:rPr>
      <w:fldChar w:fldCharType="begin"/>
    </w:r>
    <w:r w:rsidRPr="008439D7">
      <w:rPr>
        <w:rStyle w:val="Paginanummer"/>
        <w:rFonts w:ascii="Arial" w:hAnsi="Arial" w:cs="Arial"/>
      </w:rPr>
      <w:instrText xml:space="preserve">PAGE  </w:instrText>
    </w:r>
    <w:r w:rsidRPr="008439D7">
      <w:rPr>
        <w:rStyle w:val="Paginanummer"/>
        <w:rFonts w:ascii="Arial" w:hAnsi="Arial" w:cs="Arial"/>
      </w:rPr>
      <w:fldChar w:fldCharType="separate"/>
    </w:r>
    <w:r w:rsidR="007D671B">
      <w:rPr>
        <w:rStyle w:val="Paginanummer"/>
        <w:rFonts w:ascii="Arial" w:hAnsi="Arial" w:cs="Arial"/>
        <w:noProof/>
      </w:rPr>
      <w:t>15</w:t>
    </w:r>
    <w:r w:rsidRPr="008439D7">
      <w:rPr>
        <w:rStyle w:val="Paginanummer"/>
        <w:rFonts w:ascii="Arial" w:hAnsi="Arial" w:cs="Arial"/>
      </w:rPr>
      <w:fldChar w:fldCharType="end"/>
    </w:r>
  </w:p>
  <w:p w:rsidR="009D7008" w:rsidRDefault="009D7008" w:rsidP="006B6A42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701" w:rsidRDefault="00B81701">
      <w:r>
        <w:separator/>
      </w:r>
    </w:p>
  </w:footnote>
  <w:footnote w:type="continuationSeparator" w:id="0">
    <w:p w:rsidR="00B81701" w:rsidRDefault="00B81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5C4E"/>
    <w:multiLevelType w:val="hybridMultilevel"/>
    <w:tmpl w:val="57EEAD08"/>
    <w:lvl w:ilvl="0" w:tplc="9092DC92">
      <w:start w:val="1"/>
      <w:numFmt w:val="bullet"/>
      <w:pStyle w:val="hokjesok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1" w:tplc="47D2A10C">
      <w:start w:val="1"/>
      <w:numFmt w:val="bullet"/>
      <w:pStyle w:val="hokjesok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15717"/>
    <w:multiLevelType w:val="hybridMultilevel"/>
    <w:tmpl w:val="B18608C2"/>
    <w:lvl w:ilvl="0" w:tplc="5E6489D2">
      <w:start w:val="1"/>
      <w:numFmt w:val="bullet"/>
      <w:lvlRestart w:val="0"/>
      <w:pStyle w:val="RAankruisvak-leeg"/>
      <w:lvlText w:val="¨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EF3"/>
    <w:multiLevelType w:val="hybridMultilevel"/>
    <w:tmpl w:val="15940CB6"/>
    <w:lvl w:ilvl="0" w:tplc="301C03D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325B0"/>
    <w:multiLevelType w:val="hybridMultilevel"/>
    <w:tmpl w:val="7CF444D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FD2072"/>
    <w:multiLevelType w:val="hybridMultilevel"/>
    <w:tmpl w:val="B422F83A"/>
    <w:lvl w:ilvl="0" w:tplc="42BA570A">
      <w:start w:val="1"/>
      <w:numFmt w:val="decimal"/>
      <w:lvlRestart w:val="0"/>
      <w:pStyle w:val="ROpsomming-cijfers"/>
      <w:lvlText w:val="%1"/>
      <w:lvlJc w:val="left"/>
      <w:pPr>
        <w:tabs>
          <w:tab w:val="num" w:pos="0"/>
        </w:tabs>
        <w:ind w:left="454" w:hanging="454"/>
      </w:pPr>
      <w:rPr>
        <w:rFonts w:ascii="Verdana" w:hAnsi="Verdana" w:hint="default"/>
        <w:b w:val="0"/>
        <w:i w:val="0"/>
        <w:caps w:val="0"/>
        <w:sz w:val="18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285F76"/>
    <w:multiLevelType w:val="hybridMultilevel"/>
    <w:tmpl w:val="0736E31A"/>
    <w:lvl w:ilvl="0" w:tplc="A36E65A6">
      <w:start w:val="1"/>
      <w:numFmt w:val="bullet"/>
      <w:lvlRestart w:val="0"/>
      <w:pStyle w:val="ROpsomming-bolletjes-klein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2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467B51"/>
    <w:multiLevelType w:val="hybridMultilevel"/>
    <w:tmpl w:val="EA3CA742"/>
    <w:lvl w:ilvl="0" w:tplc="CC0C62F0">
      <w:start w:val="1"/>
      <w:numFmt w:val="bullet"/>
      <w:lvlRestart w:val="0"/>
      <w:pStyle w:val="RAankruisvak-vinkje"/>
      <w:lvlText w:val="þ"/>
      <w:lvlJc w:val="left"/>
      <w:pPr>
        <w:tabs>
          <w:tab w:val="num" w:pos="0"/>
        </w:tabs>
        <w:ind w:left="227" w:hanging="227"/>
      </w:pPr>
      <w:rPr>
        <w:rFonts w:ascii="Wingdings" w:hAnsi="Wingdings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93FAD"/>
    <w:multiLevelType w:val="multilevel"/>
    <w:tmpl w:val="D9284C00"/>
    <w:lvl w:ilvl="0">
      <w:start w:val="1"/>
      <w:numFmt w:val="decimal"/>
      <w:lvlRestart w:val="0"/>
      <w:pStyle w:val="Kop1"/>
      <w:suff w:val="space"/>
      <w:lvlText w:val="%1"/>
      <w:lvlJc w:val="left"/>
      <w:pPr>
        <w:ind w:left="0" w:firstLine="0"/>
      </w:pPr>
      <w:rPr>
        <w:rFonts w:ascii="Verdana" w:hAnsi="Verdana" w:hint="default"/>
        <w:sz w:val="24"/>
      </w:rPr>
    </w:lvl>
    <w:lvl w:ilvl="1">
      <w:start w:val="1"/>
      <w:numFmt w:val="decimal"/>
      <w:pStyle w:val="Kop2"/>
      <w:suff w:val="space"/>
      <w:lvlText w:val="%1.%2"/>
      <w:lvlJc w:val="left"/>
      <w:pPr>
        <w:ind w:left="0" w:firstLine="0"/>
      </w:pPr>
      <w:rPr>
        <w:rFonts w:ascii="Verdana" w:hAnsi="Verdana" w:hint="default"/>
        <w:b/>
        <w:sz w:val="18"/>
      </w:rPr>
    </w:lvl>
    <w:lvl w:ilvl="2">
      <w:start w:val="1"/>
      <w:numFmt w:val="decimal"/>
      <w:pStyle w:val="Kop3"/>
      <w:suff w:val="space"/>
      <w:lvlText w:val="%1.%2.%3"/>
      <w:lvlJc w:val="left"/>
      <w:pPr>
        <w:ind w:left="0" w:firstLine="0"/>
      </w:pPr>
      <w:rPr>
        <w:rFonts w:ascii="Verdana" w:hAnsi="Verdana" w:hint="default"/>
        <w:i/>
        <w:sz w:val="18"/>
      </w:rPr>
    </w:lvl>
    <w:lvl w:ilvl="3">
      <w:start w:val="1"/>
      <w:numFmt w:val="decimal"/>
      <w:pStyle w:val="Kop4"/>
      <w:suff w:val="space"/>
      <w:lvlText w:val="%1.%2.%3.%4"/>
      <w:lvlJc w:val="left"/>
      <w:pPr>
        <w:ind w:left="0" w:firstLine="0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9666694"/>
    <w:multiLevelType w:val="multilevel"/>
    <w:tmpl w:val="CC14AE4E"/>
    <w:lvl w:ilvl="0">
      <w:start w:val="1"/>
      <w:numFmt w:val="bullet"/>
      <w:lvlRestart w:val="0"/>
      <w:pStyle w:val="ROpsomming-bullets"/>
      <w:lvlText w:val="•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bullet"/>
      <w:lvlText w:val="−"/>
      <w:lvlJc w:val="left"/>
      <w:pPr>
        <w:tabs>
          <w:tab w:val="num" w:pos="907"/>
        </w:tabs>
        <w:ind w:left="907" w:hanging="453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lvlText w:val="•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bullet"/>
      <w:lvlText w:val="−"/>
      <w:lvlJc w:val="left"/>
      <w:pPr>
        <w:tabs>
          <w:tab w:val="num" w:pos="1814"/>
        </w:tabs>
        <w:ind w:left="1814" w:hanging="453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bullet"/>
      <w:lvlText w:val="•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bullet"/>
      <w:lvlText w:val="−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bullet"/>
      <w:lvlText w:val="•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bullet"/>
      <w:lvlText w:val="−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bullet"/>
      <w:lvlText w:val="•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9" w15:restartNumberingAfterBreak="0">
    <w:nsid w:val="396F04A4"/>
    <w:multiLevelType w:val="hybridMultilevel"/>
    <w:tmpl w:val="27DEDE36"/>
    <w:lvl w:ilvl="0" w:tplc="FC8C3B9C">
      <w:start w:val="1"/>
      <w:numFmt w:val="bullet"/>
      <w:lvlRestart w:val="0"/>
      <w:pStyle w:val="ROpsomming-ingesprongen"/>
      <w:lvlText w:val="–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caps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7EB3799"/>
    <w:multiLevelType w:val="hybridMultilevel"/>
    <w:tmpl w:val="3C9CB0E2"/>
    <w:lvl w:ilvl="0" w:tplc="F91AFE7C">
      <w:start w:val="1"/>
      <w:numFmt w:val="bullet"/>
      <w:lvlRestart w:val="0"/>
      <w:pStyle w:val="ROpsomming-bolletjes"/>
      <w:lvlText w:val="•"/>
      <w:lvlJc w:val="left"/>
      <w:pPr>
        <w:tabs>
          <w:tab w:val="num" w:pos="0"/>
        </w:tabs>
        <w:ind w:left="227" w:hanging="227"/>
      </w:pPr>
      <w:rPr>
        <w:rFonts w:ascii="Verdana" w:hAnsi="Verdana" w:hint="default"/>
        <w:b w:val="0"/>
        <w:i w:val="0"/>
        <w:sz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457A88"/>
    <w:multiLevelType w:val="multilevel"/>
    <w:tmpl w:val="5A086A9C"/>
    <w:lvl w:ilvl="0">
      <w:start w:val="1"/>
      <w:numFmt w:val="decimal"/>
      <w:pStyle w:val="ROpsomming-genummerd"/>
      <w:lvlText w:val="%1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sz w:val="18"/>
      </w:rPr>
    </w:lvl>
    <w:lvl w:ilvl="1">
      <w:start w:val="1"/>
      <w:numFmt w:val="lowerLetter"/>
      <w:lvlText w:val="%2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1361"/>
        </w:tabs>
        <w:ind w:left="1361" w:hanging="454"/>
      </w:pPr>
      <w:rPr>
        <w:rFonts w:ascii="Verdana" w:hAnsi="Verdana" w:hint="default"/>
        <w:sz w:val="18"/>
      </w:rPr>
    </w:lvl>
    <w:lvl w:ilvl="3">
      <w:start w:val="1"/>
      <w:numFmt w:val="lowerLetter"/>
      <w:lvlText w:val="%4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2268"/>
        </w:tabs>
        <w:ind w:left="2268" w:hanging="454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lowerLetter"/>
      <w:lvlText w:val="%6"/>
      <w:lvlJc w:val="left"/>
      <w:pPr>
        <w:tabs>
          <w:tab w:val="num" w:pos="2722"/>
        </w:tabs>
        <w:ind w:left="2722" w:hanging="454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7"/>
      <w:lvlJc w:val="left"/>
      <w:pPr>
        <w:tabs>
          <w:tab w:val="num" w:pos="3175"/>
        </w:tabs>
        <w:ind w:left="3175" w:hanging="453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lowerLetter"/>
      <w:lvlText w:val="%8"/>
      <w:lvlJc w:val="left"/>
      <w:pPr>
        <w:tabs>
          <w:tab w:val="num" w:pos="3629"/>
        </w:tabs>
        <w:ind w:left="3629" w:hanging="45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9"/>
      <w:lvlJc w:val="left"/>
      <w:pPr>
        <w:tabs>
          <w:tab w:val="num" w:pos="4082"/>
        </w:tabs>
        <w:ind w:left="4082" w:hanging="453"/>
      </w:pPr>
      <w:rPr>
        <w:rFonts w:ascii="Verdana" w:hAnsi="Verdana" w:hint="default"/>
        <w:b w:val="0"/>
        <w:i w:val="0"/>
        <w:sz w:val="18"/>
      </w:rPr>
    </w:lvl>
  </w:abstractNum>
  <w:abstractNum w:abstractNumId="12" w15:restartNumberingAfterBreak="0">
    <w:nsid w:val="55F43D4A"/>
    <w:multiLevelType w:val="hybridMultilevel"/>
    <w:tmpl w:val="E9561C70"/>
    <w:lvl w:ilvl="0" w:tplc="03E2761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72BB6"/>
    <w:multiLevelType w:val="hybridMultilevel"/>
    <w:tmpl w:val="1102F942"/>
    <w:lvl w:ilvl="0" w:tplc="E9F633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B03373"/>
    <w:multiLevelType w:val="hybridMultilevel"/>
    <w:tmpl w:val="5DCA972E"/>
    <w:lvl w:ilvl="0" w:tplc="07268A54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437A6"/>
    <w:multiLevelType w:val="hybridMultilevel"/>
    <w:tmpl w:val="EC729010"/>
    <w:lvl w:ilvl="0" w:tplc="0413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930732"/>
    <w:multiLevelType w:val="hybridMultilevel"/>
    <w:tmpl w:val="AC1C614C"/>
    <w:lvl w:ilvl="0" w:tplc="0413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0B0D00"/>
    <w:multiLevelType w:val="hybridMultilevel"/>
    <w:tmpl w:val="61FA16A2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3"/>
  </w:num>
  <w:num w:numId="3">
    <w:abstractNumId w:val="17"/>
  </w:num>
  <w:num w:numId="4">
    <w:abstractNumId w:val="16"/>
  </w:num>
  <w:num w:numId="5">
    <w:abstractNumId w:val="14"/>
  </w:num>
  <w:num w:numId="6">
    <w:abstractNumId w:val="0"/>
  </w:num>
  <w:num w:numId="7">
    <w:abstractNumId w:val="12"/>
  </w:num>
  <w:num w:numId="8">
    <w:abstractNumId w:val="2"/>
  </w:num>
  <w:num w:numId="9">
    <w:abstractNumId w:val="15"/>
  </w:num>
  <w:num w:numId="10">
    <w:abstractNumId w:val="7"/>
  </w:num>
  <w:num w:numId="11">
    <w:abstractNumId w:val="1"/>
  </w:num>
  <w:num w:numId="12">
    <w:abstractNumId w:val="6"/>
  </w:num>
  <w:num w:numId="13">
    <w:abstractNumId w:val="10"/>
  </w:num>
  <w:num w:numId="14">
    <w:abstractNumId w:val="5"/>
  </w:num>
  <w:num w:numId="15">
    <w:abstractNumId w:val="8"/>
  </w:num>
  <w:num w:numId="16">
    <w:abstractNumId w:val="4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51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91"/>
    <w:rsid w:val="000057D0"/>
    <w:rsid w:val="0000714E"/>
    <w:rsid w:val="000140FC"/>
    <w:rsid w:val="0001462E"/>
    <w:rsid w:val="00014CBF"/>
    <w:rsid w:val="00017012"/>
    <w:rsid w:val="00023CE5"/>
    <w:rsid w:val="000348CE"/>
    <w:rsid w:val="00040187"/>
    <w:rsid w:val="00042835"/>
    <w:rsid w:val="00043A65"/>
    <w:rsid w:val="00047F79"/>
    <w:rsid w:val="00053D6E"/>
    <w:rsid w:val="00053F43"/>
    <w:rsid w:val="00054162"/>
    <w:rsid w:val="000559A4"/>
    <w:rsid w:val="000624F1"/>
    <w:rsid w:val="00065000"/>
    <w:rsid w:val="0007565B"/>
    <w:rsid w:val="00076D4B"/>
    <w:rsid w:val="00081536"/>
    <w:rsid w:val="00085737"/>
    <w:rsid w:val="00086636"/>
    <w:rsid w:val="00093FB7"/>
    <w:rsid w:val="000976FE"/>
    <w:rsid w:val="000A1BBE"/>
    <w:rsid w:val="000A45C0"/>
    <w:rsid w:val="000A6FE3"/>
    <w:rsid w:val="000C7985"/>
    <w:rsid w:val="000D5157"/>
    <w:rsid w:val="000E01C6"/>
    <w:rsid w:val="000E11BE"/>
    <w:rsid w:val="000E1654"/>
    <w:rsid w:val="000E5C6F"/>
    <w:rsid w:val="000E69E6"/>
    <w:rsid w:val="000E734F"/>
    <w:rsid w:val="000E774B"/>
    <w:rsid w:val="000E787F"/>
    <w:rsid w:val="000F0380"/>
    <w:rsid w:val="000F2834"/>
    <w:rsid w:val="000F2F21"/>
    <w:rsid w:val="000F4F6C"/>
    <w:rsid w:val="000F5705"/>
    <w:rsid w:val="001066A4"/>
    <w:rsid w:val="00110C49"/>
    <w:rsid w:val="001124AC"/>
    <w:rsid w:val="00116C86"/>
    <w:rsid w:val="00117187"/>
    <w:rsid w:val="00122492"/>
    <w:rsid w:val="001257DB"/>
    <w:rsid w:val="00125BF9"/>
    <w:rsid w:val="00131252"/>
    <w:rsid w:val="00140A64"/>
    <w:rsid w:val="00141C68"/>
    <w:rsid w:val="001435FB"/>
    <w:rsid w:val="00144A80"/>
    <w:rsid w:val="001502E7"/>
    <w:rsid w:val="001521CF"/>
    <w:rsid w:val="001521EB"/>
    <w:rsid w:val="00152575"/>
    <w:rsid w:val="00152598"/>
    <w:rsid w:val="001555A5"/>
    <w:rsid w:val="00162352"/>
    <w:rsid w:val="001626CD"/>
    <w:rsid w:val="0017313A"/>
    <w:rsid w:val="00175736"/>
    <w:rsid w:val="001779BC"/>
    <w:rsid w:val="001814CE"/>
    <w:rsid w:val="0019104A"/>
    <w:rsid w:val="001916C3"/>
    <w:rsid w:val="001A1989"/>
    <w:rsid w:val="001A1A07"/>
    <w:rsid w:val="001B1297"/>
    <w:rsid w:val="001B5B25"/>
    <w:rsid w:val="001B7FC8"/>
    <w:rsid w:val="001C569B"/>
    <w:rsid w:val="001D3C7C"/>
    <w:rsid w:val="001D4996"/>
    <w:rsid w:val="001D6A0B"/>
    <w:rsid w:val="001D78B9"/>
    <w:rsid w:val="001E022B"/>
    <w:rsid w:val="001E08B5"/>
    <w:rsid w:val="001E1A1B"/>
    <w:rsid w:val="001E3084"/>
    <w:rsid w:val="001E7AAA"/>
    <w:rsid w:val="00203234"/>
    <w:rsid w:val="00205EB1"/>
    <w:rsid w:val="00211B55"/>
    <w:rsid w:val="00211ED2"/>
    <w:rsid w:val="00213209"/>
    <w:rsid w:val="00213E06"/>
    <w:rsid w:val="00213F00"/>
    <w:rsid w:val="00216234"/>
    <w:rsid w:val="002168FA"/>
    <w:rsid w:val="002177A9"/>
    <w:rsid w:val="00220417"/>
    <w:rsid w:val="00222866"/>
    <w:rsid w:val="0022479B"/>
    <w:rsid w:val="00224904"/>
    <w:rsid w:val="00226E8D"/>
    <w:rsid w:val="00235DE4"/>
    <w:rsid w:val="002464DE"/>
    <w:rsid w:val="00246B52"/>
    <w:rsid w:val="00247437"/>
    <w:rsid w:val="00260E0A"/>
    <w:rsid w:val="002645C2"/>
    <w:rsid w:val="00271EB1"/>
    <w:rsid w:val="00274EDB"/>
    <w:rsid w:val="00283D8A"/>
    <w:rsid w:val="002A5253"/>
    <w:rsid w:val="002C221B"/>
    <w:rsid w:val="002C504B"/>
    <w:rsid w:val="002D0A43"/>
    <w:rsid w:val="002D34BB"/>
    <w:rsid w:val="002D6D1C"/>
    <w:rsid w:val="002E24AB"/>
    <w:rsid w:val="002F736D"/>
    <w:rsid w:val="003065DA"/>
    <w:rsid w:val="00310146"/>
    <w:rsid w:val="0031259B"/>
    <w:rsid w:val="00312BEF"/>
    <w:rsid w:val="00316AB8"/>
    <w:rsid w:val="003217F9"/>
    <w:rsid w:val="00325BBB"/>
    <w:rsid w:val="0032671F"/>
    <w:rsid w:val="00334D97"/>
    <w:rsid w:val="003373AF"/>
    <w:rsid w:val="00340119"/>
    <w:rsid w:val="003500AF"/>
    <w:rsid w:val="00352F06"/>
    <w:rsid w:val="00360D88"/>
    <w:rsid w:val="00361CDB"/>
    <w:rsid w:val="003627B6"/>
    <w:rsid w:val="00363A11"/>
    <w:rsid w:val="00363ACA"/>
    <w:rsid w:val="00373288"/>
    <w:rsid w:val="003739F7"/>
    <w:rsid w:val="003829D5"/>
    <w:rsid w:val="00387D63"/>
    <w:rsid w:val="00390314"/>
    <w:rsid w:val="00390BCF"/>
    <w:rsid w:val="003A340D"/>
    <w:rsid w:val="003A3487"/>
    <w:rsid w:val="003A52DB"/>
    <w:rsid w:val="003A53A3"/>
    <w:rsid w:val="003A5F09"/>
    <w:rsid w:val="003B1B91"/>
    <w:rsid w:val="003B27C1"/>
    <w:rsid w:val="003B77A8"/>
    <w:rsid w:val="003C3014"/>
    <w:rsid w:val="003C4928"/>
    <w:rsid w:val="003D1C79"/>
    <w:rsid w:val="003D5173"/>
    <w:rsid w:val="003D6E64"/>
    <w:rsid w:val="003D7196"/>
    <w:rsid w:val="003E14F5"/>
    <w:rsid w:val="003E19FC"/>
    <w:rsid w:val="003E2153"/>
    <w:rsid w:val="003E5DB2"/>
    <w:rsid w:val="003E64E9"/>
    <w:rsid w:val="003F331F"/>
    <w:rsid w:val="003F7A00"/>
    <w:rsid w:val="0040731D"/>
    <w:rsid w:val="00413A90"/>
    <w:rsid w:val="00413B2A"/>
    <w:rsid w:val="00414968"/>
    <w:rsid w:val="00425471"/>
    <w:rsid w:val="004345ED"/>
    <w:rsid w:val="004473C6"/>
    <w:rsid w:val="004505AC"/>
    <w:rsid w:val="0045240A"/>
    <w:rsid w:val="004527DB"/>
    <w:rsid w:val="00455DDA"/>
    <w:rsid w:val="00460A0E"/>
    <w:rsid w:val="004669B9"/>
    <w:rsid w:val="00470979"/>
    <w:rsid w:val="004738DA"/>
    <w:rsid w:val="00473D49"/>
    <w:rsid w:val="004769C6"/>
    <w:rsid w:val="004877F8"/>
    <w:rsid w:val="00492E34"/>
    <w:rsid w:val="00492E5B"/>
    <w:rsid w:val="00496C94"/>
    <w:rsid w:val="004A6203"/>
    <w:rsid w:val="004A7C29"/>
    <w:rsid w:val="004B1F2F"/>
    <w:rsid w:val="004B29B7"/>
    <w:rsid w:val="004B31FC"/>
    <w:rsid w:val="004B3981"/>
    <w:rsid w:val="004B3B5C"/>
    <w:rsid w:val="004B4068"/>
    <w:rsid w:val="004B491B"/>
    <w:rsid w:val="004B6959"/>
    <w:rsid w:val="004C1968"/>
    <w:rsid w:val="004C5E29"/>
    <w:rsid w:val="004D13A3"/>
    <w:rsid w:val="004D1734"/>
    <w:rsid w:val="004D3E17"/>
    <w:rsid w:val="004D5F87"/>
    <w:rsid w:val="004E2990"/>
    <w:rsid w:val="004F056B"/>
    <w:rsid w:val="004F37CF"/>
    <w:rsid w:val="004F3F66"/>
    <w:rsid w:val="004F46ED"/>
    <w:rsid w:val="004F4AF8"/>
    <w:rsid w:val="004F57BB"/>
    <w:rsid w:val="00501D7E"/>
    <w:rsid w:val="005042F1"/>
    <w:rsid w:val="00505346"/>
    <w:rsid w:val="00514120"/>
    <w:rsid w:val="00514838"/>
    <w:rsid w:val="00514B9F"/>
    <w:rsid w:val="0051639A"/>
    <w:rsid w:val="00525F4B"/>
    <w:rsid w:val="005316F0"/>
    <w:rsid w:val="005401C3"/>
    <w:rsid w:val="00540783"/>
    <w:rsid w:val="00545510"/>
    <w:rsid w:val="00550553"/>
    <w:rsid w:val="00550E97"/>
    <w:rsid w:val="00552A8F"/>
    <w:rsid w:val="00554748"/>
    <w:rsid w:val="005625FA"/>
    <w:rsid w:val="00562E3A"/>
    <w:rsid w:val="0056426B"/>
    <w:rsid w:val="0056624B"/>
    <w:rsid w:val="00570FDE"/>
    <w:rsid w:val="005749C0"/>
    <w:rsid w:val="00576A97"/>
    <w:rsid w:val="00577D6D"/>
    <w:rsid w:val="00587515"/>
    <w:rsid w:val="005A1376"/>
    <w:rsid w:val="005A1434"/>
    <w:rsid w:val="005A328D"/>
    <w:rsid w:val="005B2559"/>
    <w:rsid w:val="005B4159"/>
    <w:rsid w:val="005B601B"/>
    <w:rsid w:val="005B722B"/>
    <w:rsid w:val="005D104B"/>
    <w:rsid w:val="005D355A"/>
    <w:rsid w:val="005D7F8B"/>
    <w:rsid w:val="005E1A76"/>
    <w:rsid w:val="005E6531"/>
    <w:rsid w:val="005F72BB"/>
    <w:rsid w:val="005F7E80"/>
    <w:rsid w:val="00603C49"/>
    <w:rsid w:val="006041FF"/>
    <w:rsid w:val="006069A6"/>
    <w:rsid w:val="00607283"/>
    <w:rsid w:val="00611EED"/>
    <w:rsid w:val="0061241F"/>
    <w:rsid w:val="00613D17"/>
    <w:rsid w:val="006147B9"/>
    <w:rsid w:val="0061679D"/>
    <w:rsid w:val="00620FA2"/>
    <w:rsid w:val="0063779B"/>
    <w:rsid w:val="0064024A"/>
    <w:rsid w:val="00641921"/>
    <w:rsid w:val="0064283C"/>
    <w:rsid w:val="00647440"/>
    <w:rsid w:val="00647500"/>
    <w:rsid w:val="006543A0"/>
    <w:rsid w:val="00661C27"/>
    <w:rsid w:val="00663F62"/>
    <w:rsid w:val="00666D93"/>
    <w:rsid w:val="0067616B"/>
    <w:rsid w:val="00681034"/>
    <w:rsid w:val="006830EA"/>
    <w:rsid w:val="00686D90"/>
    <w:rsid w:val="00692900"/>
    <w:rsid w:val="006A3DF3"/>
    <w:rsid w:val="006A406F"/>
    <w:rsid w:val="006B6A42"/>
    <w:rsid w:val="006C28DB"/>
    <w:rsid w:val="006D0994"/>
    <w:rsid w:val="006D4A29"/>
    <w:rsid w:val="006D597F"/>
    <w:rsid w:val="006D730A"/>
    <w:rsid w:val="006D7858"/>
    <w:rsid w:val="006E5EE2"/>
    <w:rsid w:val="006E6918"/>
    <w:rsid w:val="006F00B1"/>
    <w:rsid w:val="006F309A"/>
    <w:rsid w:val="006F330D"/>
    <w:rsid w:val="00704720"/>
    <w:rsid w:val="00705178"/>
    <w:rsid w:val="0070751C"/>
    <w:rsid w:val="00710428"/>
    <w:rsid w:val="007120B2"/>
    <w:rsid w:val="00712B7E"/>
    <w:rsid w:val="00714563"/>
    <w:rsid w:val="00714E9A"/>
    <w:rsid w:val="007155E5"/>
    <w:rsid w:val="00716124"/>
    <w:rsid w:val="00717275"/>
    <w:rsid w:val="00722CC0"/>
    <w:rsid w:val="00733EF8"/>
    <w:rsid w:val="00734477"/>
    <w:rsid w:val="00735057"/>
    <w:rsid w:val="0074526D"/>
    <w:rsid w:val="00747E25"/>
    <w:rsid w:val="007555EB"/>
    <w:rsid w:val="00757A55"/>
    <w:rsid w:val="00760EF0"/>
    <w:rsid w:val="00762863"/>
    <w:rsid w:val="00762F3C"/>
    <w:rsid w:val="007642EC"/>
    <w:rsid w:val="0076654F"/>
    <w:rsid w:val="00766987"/>
    <w:rsid w:val="00767693"/>
    <w:rsid w:val="00770AA3"/>
    <w:rsid w:val="00773E04"/>
    <w:rsid w:val="00774F1F"/>
    <w:rsid w:val="00782F28"/>
    <w:rsid w:val="00784AF6"/>
    <w:rsid w:val="00784DC7"/>
    <w:rsid w:val="007877C2"/>
    <w:rsid w:val="007900B8"/>
    <w:rsid w:val="00793DB1"/>
    <w:rsid w:val="007A4F6B"/>
    <w:rsid w:val="007A5206"/>
    <w:rsid w:val="007A52AA"/>
    <w:rsid w:val="007B1447"/>
    <w:rsid w:val="007C233D"/>
    <w:rsid w:val="007C411C"/>
    <w:rsid w:val="007C45E2"/>
    <w:rsid w:val="007C69D2"/>
    <w:rsid w:val="007D062B"/>
    <w:rsid w:val="007D3975"/>
    <w:rsid w:val="007D55A1"/>
    <w:rsid w:val="007D5DF5"/>
    <w:rsid w:val="007D671B"/>
    <w:rsid w:val="007F00DC"/>
    <w:rsid w:val="007F261B"/>
    <w:rsid w:val="007F461D"/>
    <w:rsid w:val="007F517A"/>
    <w:rsid w:val="00804B5B"/>
    <w:rsid w:val="00806BDC"/>
    <w:rsid w:val="0082057C"/>
    <w:rsid w:val="00823DCF"/>
    <w:rsid w:val="00825955"/>
    <w:rsid w:val="008305A8"/>
    <w:rsid w:val="00834414"/>
    <w:rsid w:val="008439D7"/>
    <w:rsid w:val="00852ADA"/>
    <w:rsid w:val="00861E6F"/>
    <w:rsid w:val="0086455A"/>
    <w:rsid w:val="008769C3"/>
    <w:rsid w:val="00881108"/>
    <w:rsid w:val="00884254"/>
    <w:rsid w:val="00885219"/>
    <w:rsid w:val="00885C4F"/>
    <w:rsid w:val="008938C4"/>
    <w:rsid w:val="00893B31"/>
    <w:rsid w:val="0089459D"/>
    <w:rsid w:val="008B0F64"/>
    <w:rsid w:val="008B2107"/>
    <w:rsid w:val="008B548E"/>
    <w:rsid w:val="008C637C"/>
    <w:rsid w:val="008D1A4D"/>
    <w:rsid w:val="008D6E1E"/>
    <w:rsid w:val="008E0F6C"/>
    <w:rsid w:val="008F17B2"/>
    <w:rsid w:val="008F468A"/>
    <w:rsid w:val="008F5988"/>
    <w:rsid w:val="008F70C6"/>
    <w:rsid w:val="00901366"/>
    <w:rsid w:val="00910BD5"/>
    <w:rsid w:val="009113E0"/>
    <w:rsid w:val="0091237D"/>
    <w:rsid w:val="00921B36"/>
    <w:rsid w:val="00924BAF"/>
    <w:rsid w:val="009255FA"/>
    <w:rsid w:val="009263B6"/>
    <w:rsid w:val="009300FC"/>
    <w:rsid w:val="00931624"/>
    <w:rsid w:val="00933D3F"/>
    <w:rsid w:val="009345DA"/>
    <w:rsid w:val="00934C0D"/>
    <w:rsid w:val="0094142C"/>
    <w:rsid w:val="00946F2B"/>
    <w:rsid w:val="00950792"/>
    <w:rsid w:val="0095153C"/>
    <w:rsid w:val="009547C3"/>
    <w:rsid w:val="00956228"/>
    <w:rsid w:val="00960E68"/>
    <w:rsid w:val="0096172B"/>
    <w:rsid w:val="00985BE5"/>
    <w:rsid w:val="009875E6"/>
    <w:rsid w:val="00995F4E"/>
    <w:rsid w:val="0099645D"/>
    <w:rsid w:val="00997FDC"/>
    <w:rsid w:val="009A0B3D"/>
    <w:rsid w:val="009A17B4"/>
    <w:rsid w:val="009A1BC0"/>
    <w:rsid w:val="009A2284"/>
    <w:rsid w:val="009A41FA"/>
    <w:rsid w:val="009A4F32"/>
    <w:rsid w:val="009A5E65"/>
    <w:rsid w:val="009A79D7"/>
    <w:rsid w:val="009B54F0"/>
    <w:rsid w:val="009C2A2D"/>
    <w:rsid w:val="009C3C61"/>
    <w:rsid w:val="009C6498"/>
    <w:rsid w:val="009C6DEC"/>
    <w:rsid w:val="009D017A"/>
    <w:rsid w:val="009D4305"/>
    <w:rsid w:val="009D7008"/>
    <w:rsid w:val="009E1388"/>
    <w:rsid w:val="009E62A4"/>
    <w:rsid w:val="009F286A"/>
    <w:rsid w:val="009F73CC"/>
    <w:rsid w:val="00A02035"/>
    <w:rsid w:val="00A039A2"/>
    <w:rsid w:val="00A058B3"/>
    <w:rsid w:val="00A06ED6"/>
    <w:rsid w:val="00A0727D"/>
    <w:rsid w:val="00A10ADD"/>
    <w:rsid w:val="00A1131E"/>
    <w:rsid w:val="00A12D13"/>
    <w:rsid w:val="00A13D5A"/>
    <w:rsid w:val="00A13EF4"/>
    <w:rsid w:val="00A16567"/>
    <w:rsid w:val="00A26D02"/>
    <w:rsid w:val="00A326FD"/>
    <w:rsid w:val="00A34BAF"/>
    <w:rsid w:val="00A50A16"/>
    <w:rsid w:val="00A564F0"/>
    <w:rsid w:val="00A61A9C"/>
    <w:rsid w:val="00A62A47"/>
    <w:rsid w:val="00A64864"/>
    <w:rsid w:val="00A6609B"/>
    <w:rsid w:val="00A716A6"/>
    <w:rsid w:val="00A86951"/>
    <w:rsid w:val="00A90AED"/>
    <w:rsid w:val="00AA1B72"/>
    <w:rsid w:val="00AA1BEA"/>
    <w:rsid w:val="00AA2641"/>
    <w:rsid w:val="00AA482B"/>
    <w:rsid w:val="00AA7532"/>
    <w:rsid w:val="00AB3ECF"/>
    <w:rsid w:val="00AB4147"/>
    <w:rsid w:val="00AB4943"/>
    <w:rsid w:val="00AB5973"/>
    <w:rsid w:val="00AB7D91"/>
    <w:rsid w:val="00AC6A9D"/>
    <w:rsid w:val="00AD072B"/>
    <w:rsid w:val="00AE4E2E"/>
    <w:rsid w:val="00AE5B73"/>
    <w:rsid w:val="00AE6673"/>
    <w:rsid w:val="00AE746F"/>
    <w:rsid w:val="00AE79CA"/>
    <w:rsid w:val="00AF1E29"/>
    <w:rsid w:val="00AF22AD"/>
    <w:rsid w:val="00AF6D46"/>
    <w:rsid w:val="00B0223C"/>
    <w:rsid w:val="00B043D5"/>
    <w:rsid w:val="00B066E2"/>
    <w:rsid w:val="00B071F2"/>
    <w:rsid w:val="00B1209B"/>
    <w:rsid w:val="00B128D9"/>
    <w:rsid w:val="00B15979"/>
    <w:rsid w:val="00B21DE1"/>
    <w:rsid w:val="00B22A56"/>
    <w:rsid w:val="00B31DFE"/>
    <w:rsid w:val="00B32186"/>
    <w:rsid w:val="00B3476B"/>
    <w:rsid w:val="00B34869"/>
    <w:rsid w:val="00B352BD"/>
    <w:rsid w:val="00B35326"/>
    <w:rsid w:val="00B4189D"/>
    <w:rsid w:val="00B41E4B"/>
    <w:rsid w:val="00B47C91"/>
    <w:rsid w:val="00B519DA"/>
    <w:rsid w:val="00B53639"/>
    <w:rsid w:val="00B64C97"/>
    <w:rsid w:val="00B66645"/>
    <w:rsid w:val="00B70F39"/>
    <w:rsid w:val="00B71A66"/>
    <w:rsid w:val="00B71B41"/>
    <w:rsid w:val="00B74F45"/>
    <w:rsid w:val="00B75973"/>
    <w:rsid w:val="00B77DB4"/>
    <w:rsid w:val="00B81060"/>
    <w:rsid w:val="00B81701"/>
    <w:rsid w:val="00B85348"/>
    <w:rsid w:val="00B8735C"/>
    <w:rsid w:val="00B87D93"/>
    <w:rsid w:val="00B90F5C"/>
    <w:rsid w:val="00B94361"/>
    <w:rsid w:val="00BA18D5"/>
    <w:rsid w:val="00BA341D"/>
    <w:rsid w:val="00BB4504"/>
    <w:rsid w:val="00BB6385"/>
    <w:rsid w:val="00BB79D4"/>
    <w:rsid w:val="00BC0C9C"/>
    <w:rsid w:val="00BC3BFE"/>
    <w:rsid w:val="00BD75C3"/>
    <w:rsid w:val="00BE06BC"/>
    <w:rsid w:val="00BE75F4"/>
    <w:rsid w:val="00BF0E3D"/>
    <w:rsid w:val="00C0122C"/>
    <w:rsid w:val="00C03E0B"/>
    <w:rsid w:val="00C054E8"/>
    <w:rsid w:val="00C12611"/>
    <w:rsid w:val="00C12DBF"/>
    <w:rsid w:val="00C1463C"/>
    <w:rsid w:val="00C27CEF"/>
    <w:rsid w:val="00C30C7D"/>
    <w:rsid w:val="00C37A44"/>
    <w:rsid w:val="00C4217B"/>
    <w:rsid w:val="00C46997"/>
    <w:rsid w:val="00C50C5E"/>
    <w:rsid w:val="00C57DAF"/>
    <w:rsid w:val="00C7159D"/>
    <w:rsid w:val="00C765CB"/>
    <w:rsid w:val="00C91BD3"/>
    <w:rsid w:val="00C96F1E"/>
    <w:rsid w:val="00CA4728"/>
    <w:rsid w:val="00CA6CB8"/>
    <w:rsid w:val="00CB0035"/>
    <w:rsid w:val="00CB029D"/>
    <w:rsid w:val="00CB19A2"/>
    <w:rsid w:val="00CB4142"/>
    <w:rsid w:val="00CB4E3B"/>
    <w:rsid w:val="00CB774C"/>
    <w:rsid w:val="00CC39EF"/>
    <w:rsid w:val="00CC5883"/>
    <w:rsid w:val="00CD1DC2"/>
    <w:rsid w:val="00CD6335"/>
    <w:rsid w:val="00CE250F"/>
    <w:rsid w:val="00CF2156"/>
    <w:rsid w:val="00CF361C"/>
    <w:rsid w:val="00CF4DF0"/>
    <w:rsid w:val="00D01993"/>
    <w:rsid w:val="00D074F3"/>
    <w:rsid w:val="00D10B09"/>
    <w:rsid w:val="00D10FB9"/>
    <w:rsid w:val="00D24E5F"/>
    <w:rsid w:val="00D31377"/>
    <w:rsid w:val="00D40351"/>
    <w:rsid w:val="00D422E3"/>
    <w:rsid w:val="00D44461"/>
    <w:rsid w:val="00D45BA0"/>
    <w:rsid w:val="00D47E9D"/>
    <w:rsid w:val="00D524E5"/>
    <w:rsid w:val="00D52667"/>
    <w:rsid w:val="00D532D8"/>
    <w:rsid w:val="00D54A13"/>
    <w:rsid w:val="00D6159F"/>
    <w:rsid w:val="00D61B70"/>
    <w:rsid w:val="00D62460"/>
    <w:rsid w:val="00D63336"/>
    <w:rsid w:val="00D64952"/>
    <w:rsid w:val="00D71B12"/>
    <w:rsid w:val="00D73D66"/>
    <w:rsid w:val="00D74178"/>
    <w:rsid w:val="00D77361"/>
    <w:rsid w:val="00D931E2"/>
    <w:rsid w:val="00D93921"/>
    <w:rsid w:val="00DA655D"/>
    <w:rsid w:val="00DA7D0D"/>
    <w:rsid w:val="00DB0F79"/>
    <w:rsid w:val="00DB3E45"/>
    <w:rsid w:val="00DB74C5"/>
    <w:rsid w:val="00DC03D4"/>
    <w:rsid w:val="00DC3D8F"/>
    <w:rsid w:val="00DC46D7"/>
    <w:rsid w:val="00DD23FC"/>
    <w:rsid w:val="00DD38B0"/>
    <w:rsid w:val="00DE00BA"/>
    <w:rsid w:val="00DF2C43"/>
    <w:rsid w:val="00DF4AEF"/>
    <w:rsid w:val="00DF6CF2"/>
    <w:rsid w:val="00E00AC0"/>
    <w:rsid w:val="00E00B69"/>
    <w:rsid w:val="00E00D57"/>
    <w:rsid w:val="00E0260E"/>
    <w:rsid w:val="00E03CFB"/>
    <w:rsid w:val="00E211FC"/>
    <w:rsid w:val="00E21B31"/>
    <w:rsid w:val="00E30D71"/>
    <w:rsid w:val="00E3779A"/>
    <w:rsid w:val="00E37F50"/>
    <w:rsid w:val="00E414B8"/>
    <w:rsid w:val="00E43783"/>
    <w:rsid w:val="00E4660B"/>
    <w:rsid w:val="00E473B3"/>
    <w:rsid w:val="00E512CF"/>
    <w:rsid w:val="00E51924"/>
    <w:rsid w:val="00E56D76"/>
    <w:rsid w:val="00E57E26"/>
    <w:rsid w:val="00E6395C"/>
    <w:rsid w:val="00E63BBA"/>
    <w:rsid w:val="00E6663E"/>
    <w:rsid w:val="00E714B7"/>
    <w:rsid w:val="00E730F9"/>
    <w:rsid w:val="00E75325"/>
    <w:rsid w:val="00E83A9B"/>
    <w:rsid w:val="00E86870"/>
    <w:rsid w:val="00E8742E"/>
    <w:rsid w:val="00E9437B"/>
    <w:rsid w:val="00EA19F2"/>
    <w:rsid w:val="00EA2A21"/>
    <w:rsid w:val="00EA2C5C"/>
    <w:rsid w:val="00EA612E"/>
    <w:rsid w:val="00EB02AD"/>
    <w:rsid w:val="00EB2602"/>
    <w:rsid w:val="00EB2D3F"/>
    <w:rsid w:val="00EB55F7"/>
    <w:rsid w:val="00EB62C7"/>
    <w:rsid w:val="00EC2709"/>
    <w:rsid w:val="00EC29B6"/>
    <w:rsid w:val="00EC3F48"/>
    <w:rsid w:val="00EC43F8"/>
    <w:rsid w:val="00ED2015"/>
    <w:rsid w:val="00ED271D"/>
    <w:rsid w:val="00ED54AC"/>
    <w:rsid w:val="00EE32F4"/>
    <w:rsid w:val="00EE58BD"/>
    <w:rsid w:val="00EF36AD"/>
    <w:rsid w:val="00EF48C3"/>
    <w:rsid w:val="00EF4A70"/>
    <w:rsid w:val="00F176A4"/>
    <w:rsid w:val="00F21A92"/>
    <w:rsid w:val="00F21AED"/>
    <w:rsid w:val="00F25AE7"/>
    <w:rsid w:val="00F329CF"/>
    <w:rsid w:val="00F3524B"/>
    <w:rsid w:val="00F35A24"/>
    <w:rsid w:val="00F360BA"/>
    <w:rsid w:val="00F36654"/>
    <w:rsid w:val="00F410C2"/>
    <w:rsid w:val="00F4497C"/>
    <w:rsid w:val="00F53A10"/>
    <w:rsid w:val="00F57691"/>
    <w:rsid w:val="00F6058F"/>
    <w:rsid w:val="00F609B5"/>
    <w:rsid w:val="00F61828"/>
    <w:rsid w:val="00F77D9A"/>
    <w:rsid w:val="00F8468B"/>
    <w:rsid w:val="00F8598D"/>
    <w:rsid w:val="00F8613D"/>
    <w:rsid w:val="00F879C3"/>
    <w:rsid w:val="00F9786D"/>
    <w:rsid w:val="00FA2752"/>
    <w:rsid w:val="00FA3F8A"/>
    <w:rsid w:val="00FA5287"/>
    <w:rsid w:val="00FA574A"/>
    <w:rsid w:val="00FA6D03"/>
    <w:rsid w:val="00FB750A"/>
    <w:rsid w:val="00FC0F42"/>
    <w:rsid w:val="00FC46AA"/>
    <w:rsid w:val="00FD41F9"/>
    <w:rsid w:val="00FD4AF0"/>
    <w:rsid w:val="00FE32F9"/>
    <w:rsid w:val="00FE52D9"/>
    <w:rsid w:val="00FE721E"/>
    <w:rsid w:val="00FF0F4E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,2,3,4,5"/>
    </o:shapelayout>
  </w:shapeDefaults>
  <w:decimalSymbol w:val=","/>
  <w:listSeparator w:val=";"/>
  <w15:chartTrackingRefBased/>
  <w15:docId w15:val="{2764D733-8FFE-4A24-8DA4-B0B36239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671B"/>
    <w:pPr>
      <w:widowControl w:val="0"/>
      <w:tabs>
        <w:tab w:val="left" w:pos="227"/>
        <w:tab w:val="left" w:pos="454"/>
        <w:tab w:val="left" w:pos="1109"/>
        <w:tab w:val="left" w:pos="2217"/>
        <w:tab w:val="left" w:pos="3326"/>
        <w:tab w:val="left" w:pos="4435"/>
        <w:tab w:val="left" w:pos="5543"/>
        <w:tab w:val="left" w:pos="6652"/>
        <w:tab w:val="left" w:pos="7761"/>
        <w:tab w:val="left" w:pos="8869"/>
      </w:tabs>
      <w:suppressAutoHyphens/>
      <w:spacing w:line="240" w:lineRule="atLeast"/>
    </w:pPr>
    <w:rPr>
      <w:rFonts w:ascii="Verdana" w:hAnsi="Verdana"/>
      <w:sz w:val="18"/>
    </w:rPr>
  </w:style>
  <w:style w:type="paragraph" w:styleId="Kop1">
    <w:name w:val="heading 1"/>
    <w:basedOn w:val="Standaard"/>
    <w:next w:val="Standaard"/>
    <w:qFormat/>
    <w:rsid w:val="007D671B"/>
    <w:pPr>
      <w:numPr>
        <w:numId w:val="10"/>
      </w:numPr>
      <w:spacing w:line="300" w:lineRule="atLeast"/>
      <w:outlineLvl w:val="0"/>
    </w:pPr>
    <w:rPr>
      <w:sz w:val="24"/>
    </w:rPr>
  </w:style>
  <w:style w:type="paragraph" w:styleId="Kop2">
    <w:name w:val="heading 2"/>
    <w:basedOn w:val="Standaard"/>
    <w:next w:val="Standaard"/>
    <w:link w:val="Kop2Char"/>
    <w:qFormat/>
    <w:rsid w:val="007D671B"/>
    <w:pPr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qFormat/>
    <w:rsid w:val="007D671B"/>
    <w:pPr>
      <w:tabs>
        <w:tab w:val="clear" w:pos="1109"/>
        <w:tab w:val="left" w:pos="1111"/>
      </w:tabs>
      <w:outlineLvl w:val="2"/>
    </w:pPr>
    <w:rPr>
      <w:i/>
    </w:rPr>
  </w:style>
  <w:style w:type="paragraph" w:styleId="Kop4">
    <w:name w:val="heading 4"/>
    <w:basedOn w:val="Standaard"/>
    <w:next w:val="Standaard"/>
    <w:link w:val="Kop4Char"/>
    <w:qFormat/>
    <w:rsid w:val="007D671B"/>
    <w:pPr>
      <w:tabs>
        <w:tab w:val="clear" w:pos="1109"/>
        <w:tab w:val="left" w:pos="1111"/>
      </w:tabs>
      <w:outlineLvl w:val="3"/>
    </w:pPr>
    <w:rPr>
      <w:bCs/>
      <w:szCs w:val="28"/>
    </w:rPr>
  </w:style>
  <w:style w:type="paragraph" w:styleId="Kop5">
    <w:name w:val="heading 5"/>
    <w:basedOn w:val="Standaard"/>
    <w:next w:val="Standaard"/>
    <w:link w:val="Kop5Char"/>
    <w:qFormat/>
    <w:rsid w:val="007D671B"/>
    <w:pPr>
      <w:outlineLvl w:val="4"/>
    </w:pPr>
    <w:rPr>
      <w:bCs/>
      <w:iCs/>
      <w:szCs w:val="26"/>
    </w:rPr>
  </w:style>
  <w:style w:type="paragraph" w:styleId="Kop6">
    <w:name w:val="heading 6"/>
    <w:basedOn w:val="Standaard"/>
    <w:next w:val="Standaard"/>
    <w:link w:val="Kop6Char"/>
    <w:qFormat/>
    <w:rsid w:val="007D671B"/>
    <w:pPr>
      <w:outlineLvl w:val="5"/>
    </w:pPr>
    <w:rPr>
      <w:bCs/>
      <w:szCs w:val="22"/>
    </w:rPr>
  </w:style>
  <w:style w:type="paragraph" w:styleId="Kop7">
    <w:name w:val="heading 7"/>
    <w:basedOn w:val="Standaard"/>
    <w:next w:val="Standaard"/>
    <w:link w:val="Kop7Char"/>
    <w:qFormat/>
    <w:rsid w:val="007D671B"/>
    <w:pPr>
      <w:outlineLvl w:val="6"/>
    </w:pPr>
  </w:style>
  <w:style w:type="paragraph" w:styleId="Kop8">
    <w:name w:val="heading 8"/>
    <w:basedOn w:val="Standaard"/>
    <w:next w:val="Standaard"/>
    <w:link w:val="Kop8Char"/>
    <w:qFormat/>
    <w:rsid w:val="007D671B"/>
    <w:pPr>
      <w:outlineLvl w:val="7"/>
    </w:pPr>
    <w:rPr>
      <w:iCs/>
    </w:rPr>
  </w:style>
  <w:style w:type="paragraph" w:styleId="Kop9">
    <w:name w:val="heading 9"/>
    <w:basedOn w:val="Standaard"/>
    <w:next w:val="Standaard"/>
    <w:link w:val="Kop9Char"/>
    <w:qFormat/>
    <w:rsid w:val="007D671B"/>
    <w:pPr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  <w:rsid w:val="007D671B"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7D671B"/>
  </w:style>
  <w:style w:type="paragraph" w:styleId="Voettekst">
    <w:name w:val="footer"/>
    <w:basedOn w:val="Standaard"/>
    <w:rsid w:val="007D671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B6A42"/>
  </w:style>
  <w:style w:type="paragraph" w:styleId="Ballontekst">
    <w:name w:val="Balloon Text"/>
    <w:basedOn w:val="Standaard"/>
    <w:semiHidden/>
    <w:rsid w:val="007C411C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7D67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rsid w:val="00235DE4"/>
    <w:rPr>
      <w:b/>
      <w:bCs/>
      <w:sz w:val="24"/>
      <w:szCs w:val="24"/>
    </w:rPr>
  </w:style>
  <w:style w:type="paragraph" w:styleId="Plattetekstinspringen">
    <w:name w:val="Body Text Indent"/>
    <w:basedOn w:val="Standaard"/>
    <w:link w:val="PlattetekstinspringenChar"/>
    <w:rsid w:val="00717275"/>
    <w:pPr>
      <w:spacing w:after="120"/>
      <w:ind w:left="283"/>
    </w:pPr>
  </w:style>
  <w:style w:type="paragraph" w:styleId="Koptekst">
    <w:name w:val="header"/>
    <w:basedOn w:val="Standaard"/>
    <w:rsid w:val="007D671B"/>
    <w:pPr>
      <w:tabs>
        <w:tab w:val="center" w:pos="4536"/>
        <w:tab w:val="right" w:pos="9072"/>
      </w:tabs>
    </w:pPr>
  </w:style>
  <w:style w:type="paragraph" w:styleId="Plattetekst3">
    <w:name w:val="Body Text 3"/>
    <w:basedOn w:val="Standaard"/>
    <w:rsid w:val="004877F8"/>
    <w:pPr>
      <w:spacing w:after="120"/>
    </w:pPr>
    <w:rPr>
      <w:sz w:val="16"/>
      <w:szCs w:val="16"/>
    </w:rPr>
  </w:style>
  <w:style w:type="paragraph" w:customStyle="1" w:styleId="Kop">
    <w:name w:val="Kop"/>
    <w:basedOn w:val="Standaard"/>
    <w:next w:val="Standaard"/>
    <w:rsid w:val="004877F8"/>
    <w:pPr>
      <w:pBdr>
        <w:top w:val="single" w:sz="6" w:space="4" w:color="auto"/>
        <w:bottom w:val="single" w:sz="6" w:space="4" w:color="auto"/>
      </w:pBdr>
    </w:pPr>
    <w:rPr>
      <w:szCs w:val="24"/>
    </w:rPr>
  </w:style>
  <w:style w:type="paragraph" w:styleId="Titel">
    <w:name w:val="Title"/>
    <w:basedOn w:val="Standaard"/>
    <w:qFormat/>
    <w:rsid w:val="004877F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PlattetekstinspringenChar">
    <w:name w:val="Platte tekst inspringen Char"/>
    <w:basedOn w:val="Standaardalinea-lettertype"/>
    <w:link w:val="Plattetekstinspringen"/>
    <w:locked/>
    <w:rsid w:val="00A50A16"/>
    <w:rPr>
      <w:sz w:val="22"/>
      <w:szCs w:val="22"/>
      <w:lang w:val="nl-NL" w:eastAsia="nl-NL" w:bidi="ar-SA"/>
    </w:rPr>
  </w:style>
  <w:style w:type="paragraph" w:customStyle="1" w:styleId="hokjesok">
    <w:name w:val="hokjes ok"/>
    <w:basedOn w:val="Standaard"/>
    <w:link w:val="hokjesokChar"/>
    <w:rsid w:val="001B7FC8"/>
    <w:pPr>
      <w:numPr>
        <w:ilvl w:val="1"/>
        <w:numId w:val="6"/>
      </w:numPr>
    </w:pPr>
  </w:style>
  <w:style w:type="character" w:customStyle="1" w:styleId="hokjesokChar">
    <w:name w:val="hokjes ok Char"/>
    <w:basedOn w:val="Standaardalinea-lettertype"/>
    <w:link w:val="hokjesok"/>
    <w:rsid w:val="001B7FC8"/>
    <w:rPr>
      <w:sz w:val="22"/>
      <w:szCs w:val="22"/>
      <w:lang w:val="nl-NL" w:eastAsia="nl-NL" w:bidi="ar-SA"/>
    </w:rPr>
  </w:style>
  <w:style w:type="character" w:customStyle="1" w:styleId="Kop2Char">
    <w:name w:val="Kop 2 Char"/>
    <w:basedOn w:val="Standaardalinea-lettertype"/>
    <w:link w:val="Kop2"/>
    <w:rsid w:val="007D671B"/>
    <w:rPr>
      <w:rFonts w:ascii="Verdana" w:hAnsi="Verdana"/>
      <w:b/>
      <w:sz w:val="18"/>
    </w:rPr>
  </w:style>
  <w:style w:type="character" w:customStyle="1" w:styleId="Kop3Char">
    <w:name w:val="Kop 3 Char"/>
    <w:basedOn w:val="Standaardalinea-lettertype"/>
    <w:link w:val="Kop3"/>
    <w:rsid w:val="007D671B"/>
    <w:rPr>
      <w:rFonts w:ascii="Verdana" w:hAnsi="Verdana"/>
      <w:i/>
      <w:sz w:val="18"/>
    </w:rPr>
  </w:style>
  <w:style w:type="character" w:customStyle="1" w:styleId="Kop4Char">
    <w:name w:val="Kop 4 Char"/>
    <w:basedOn w:val="Standaardalinea-lettertype"/>
    <w:link w:val="Kop4"/>
    <w:rsid w:val="007D671B"/>
    <w:rPr>
      <w:rFonts w:ascii="Verdana" w:hAnsi="Verdana"/>
      <w:bCs/>
      <w:sz w:val="18"/>
      <w:szCs w:val="28"/>
    </w:rPr>
  </w:style>
  <w:style w:type="character" w:customStyle="1" w:styleId="Kop5Char">
    <w:name w:val="Kop 5 Char"/>
    <w:basedOn w:val="Standaardalinea-lettertype"/>
    <w:link w:val="Kop5"/>
    <w:rsid w:val="007D671B"/>
    <w:rPr>
      <w:rFonts w:ascii="Verdana" w:hAnsi="Verdana"/>
      <w:bCs/>
      <w:iCs/>
      <w:sz w:val="18"/>
      <w:szCs w:val="26"/>
    </w:rPr>
  </w:style>
  <w:style w:type="character" w:customStyle="1" w:styleId="Kop6Char">
    <w:name w:val="Kop 6 Char"/>
    <w:basedOn w:val="Standaardalinea-lettertype"/>
    <w:link w:val="Kop6"/>
    <w:rsid w:val="007D671B"/>
    <w:rPr>
      <w:rFonts w:ascii="Verdana" w:hAnsi="Verdana"/>
      <w:bCs/>
      <w:sz w:val="18"/>
      <w:szCs w:val="22"/>
    </w:rPr>
  </w:style>
  <w:style w:type="character" w:customStyle="1" w:styleId="Kop7Char">
    <w:name w:val="Kop 7 Char"/>
    <w:basedOn w:val="Standaardalinea-lettertype"/>
    <w:link w:val="Kop7"/>
    <w:rsid w:val="007D671B"/>
    <w:rPr>
      <w:rFonts w:ascii="Verdana" w:hAnsi="Verdana"/>
      <w:sz w:val="18"/>
    </w:rPr>
  </w:style>
  <w:style w:type="character" w:customStyle="1" w:styleId="Kop8Char">
    <w:name w:val="Kop 8 Char"/>
    <w:basedOn w:val="Standaardalinea-lettertype"/>
    <w:link w:val="Kop8"/>
    <w:rsid w:val="007D671B"/>
    <w:rPr>
      <w:rFonts w:ascii="Verdana" w:hAnsi="Verdana"/>
      <w:iCs/>
      <w:sz w:val="18"/>
    </w:rPr>
  </w:style>
  <w:style w:type="character" w:customStyle="1" w:styleId="Kop9Char">
    <w:name w:val="Kop 9 Char"/>
    <w:basedOn w:val="Standaardalinea-lettertype"/>
    <w:link w:val="Kop9"/>
    <w:rsid w:val="007D671B"/>
    <w:rPr>
      <w:rFonts w:ascii="Verdana" w:hAnsi="Verdana" w:cs="Arial"/>
      <w:sz w:val="18"/>
      <w:szCs w:val="22"/>
    </w:rPr>
  </w:style>
  <w:style w:type="paragraph" w:customStyle="1" w:styleId="RAankruisvak-leeg">
    <w:name w:val="R_Aankruisvak-leeg"/>
    <w:basedOn w:val="Standaard"/>
    <w:rsid w:val="007D671B"/>
    <w:pPr>
      <w:numPr>
        <w:numId w:val="11"/>
      </w:numPr>
    </w:pPr>
  </w:style>
  <w:style w:type="paragraph" w:customStyle="1" w:styleId="RAankruisvak-vinkje">
    <w:name w:val="R_Aankruisvak-vinkje"/>
    <w:basedOn w:val="Standaard"/>
    <w:rsid w:val="007D671B"/>
    <w:pPr>
      <w:numPr>
        <w:numId w:val="12"/>
      </w:numPr>
    </w:pPr>
  </w:style>
  <w:style w:type="paragraph" w:customStyle="1" w:styleId="RAfzend-invulling">
    <w:name w:val="R_Afzend-invulling"/>
    <w:basedOn w:val="Standaard"/>
    <w:next w:val="Standaard"/>
    <w:rsid w:val="007D671B"/>
    <w:pPr>
      <w:spacing w:line="180" w:lineRule="atLeast"/>
    </w:pPr>
    <w:rPr>
      <w:sz w:val="13"/>
    </w:rPr>
  </w:style>
  <w:style w:type="paragraph" w:customStyle="1" w:styleId="RAfzend-kopje">
    <w:name w:val="R_Afzend-kopje"/>
    <w:basedOn w:val="Standaard"/>
    <w:next w:val="Standaard"/>
    <w:link w:val="RAfzend-kopjeChar"/>
    <w:rsid w:val="007D671B"/>
    <w:pPr>
      <w:spacing w:line="180" w:lineRule="atLeast"/>
    </w:pPr>
    <w:rPr>
      <w:b/>
      <w:sz w:val="13"/>
    </w:rPr>
  </w:style>
  <w:style w:type="character" w:customStyle="1" w:styleId="RAfzend-kopjeChar">
    <w:name w:val="R_Afzend-kopje Char"/>
    <w:link w:val="RAfzend-kopje"/>
    <w:rsid w:val="007D671B"/>
    <w:rPr>
      <w:rFonts w:ascii="Verdana" w:hAnsi="Verdana"/>
      <w:b/>
      <w:sz w:val="13"/>
    </w:rPr>
  </w:style>
  <w:style w:type="paragraph" w:customStyle="1" w:styleId="RAfzend-voorwaarden">
    <w:name w:val="R_Afzend-voorwaarden"/>
    <w:basedOn w:val="Standaard"/>
    <w:next w:val="Standaard"/>
    <w:rsid w:val="007D671B"/>
    <w:pPr>
      <w:spacing w:line="180" w:lineRule="atLeast"/>
    </w:pPr>
    <w:rPr>
      <w:i/>
      <w:sz w:val="13"/>
    </w:rPr>
  </w:style>
  <w:style w:type="paragraph" w:customStyle="1" w:styleId="RAfzend-witregel-groot">
    <w:name w:val="R_Afzend-witregel-groot"/>
    <w:basedOn w:val="Standaard"/>
    <w:next w:val="Standaard"/>
    <w:rsid w:val="007D671B"/>
    <w:pPr>
      <w:spacing w:line="270" w:lineRule="exact"/>
    </w:pPr>
  </w:style>
  <w:style w:type="paragraph" w:customStyle="1" w:styleId="RAfzend-witregel-klein">
    <w:name w:val="R_Afzend-witregel-klein"/>
    <w:basedOn w:val="Standaard"/>
    <w:next w:val="Standaard"/>
    <w:rsid w:val="007D671B"/>
    <w:pPr>
      <w:spacing w:line="90" w:lineRule="exact"/>
    </w:pPr>
    <w:rPr>
      <w:sz w:val="6"/>
    </w:rPr>
  </w:style>
  <w:style w:type="paragraph" w:customStyle="1" w:styleId="RAlineakop">
    <w:name w:val="R_Alineakop"/>
    <w:basedOn w:val="Standaard"/>
    <w:next w:val="Standaard"/>
    <w:rsid w:val="007D671B"/>
    <w:pPr>
      <w:keepNext/>
    </w:pPr>
    <w:rPr>
      <w:b/>
    </w:rPr>
  </w:style>
  <w:style w:type="paragraph" w:customStyle="1" w:styleId="RBestelcode">
    <w:name w:val="R_Bestelcode"/>
    <w:basedOn w:val="Standaard"/>
    <w:next w:val="Standaard"/>
    <w:rsid w:val="007D671B"/>
    <w:pPr>
      <w:spacing w:line="160" w:lineRule="atLeast"/>
    </w:pPr>
    <w:rPr>
      <w:sz w:val="10"/>
    </w:rPr>
  </w:style>
  <w:style w:type="paragraph" w:customStyle="1" w:styleId="RHoofdstuk-ongenummerd">
    <w:name w:val="R_Hoofdstuk-ongenummerd"/>
    <w:basedOn w:val="Standaard"/>
    <w:next w:val="Standaard"/>
    <w:rsid w:val="007D671B"/>
    <w:pPr>
      <w:spacing w:line="300" w:lineRule="atLeast"/>
    </w:pPr>
    <w:rPr>
      <w:sz w:val="24"/>
    </w:rPr>
  </w:style>
  <w:style w:type="paragraph" w:customStyle="1" w:styleId="RLijn-onder">
    <w:name w:val="R_Lijn-onder"/>
    <w:basedOn w:val="Standaard"/>
    <w:rsid w:val="007D671B"/>
    <w:pPr>
      <w:pBdr>
        <w:bottom w:val="single" w:sz="6" w:space="1" w:color="auto"/>
      </w:pBdr>
    </w:pPr>
    <w:rPr>
      <w:lang w:val="en-US"/>
    </w:rPr>
  </w:style>
  <w:style w:type="paragraph" w:customStyle="1" w:styleId="ROpsomming-bolletjes">
    <w:name w:val="R_Opsomming-bolletjes"/>
    <w:basedOn w:val="Standaard"/>
    <w:rsid w:val="007D671B"/>
    <w:pPr>
      <w:numPr>
        <w:numId w:val="13"/>
      </w:numPr>
    </w:pPr>
  </w:style>
  <w:style w:type="paragraph" w:customStyle="1" w:styleId="ROpsomming-bolletjes-klein">
    <w:name w:val="R_Opsomming-bolletjes-klein"/>
    <w:basedOn w:val="Standaard"/>
    <w:rsid w:val="007D671B"/>
    <w:pPr>
      <w:numPr>
        <w:numId w:val="14"/>
      </w:numPr>
      <w:spacing w:line="180" w:lineRule="atLeast"/>
    </w:pPr>
    <w:rPr>
      <w:sz w:val="13"/>
      <w:szCs w:val="18"/>
    </w:rPr>
  </w:style>
  <w:style w:type="paragraph" w:customStyle="1" w:styleId="ROpsomming-bullets">
    <w:name w:val="R_Opsomming-bullets"/>
    <w:basedOn w:val="Standaard"/>
    <w:rsid w:val="007D671B"/>
    <w:pPr>
      <w:numPr>
        <w:numId w:val="15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cijfers">
    <w:name w:val="R_Opsomming-cijfers"/>
    <w:basedOn w:val="Standaard"/>
    <w:rsid w:val="007D671B"/>
    <w:pPr>
      <w:numPr>
        <w:numId w:val="16"/>
      </w:numPr>
    </w:pPr>
  </w:style>
  <w:style w:type="paragraph" w:customStyle="1" w:styleId="ROpsomming-genummerd">
    <w:name w:val="R_Opsomming-genummerd"/>
    <w:basedOn w:val="Standaard"/>
    <w:rsid w:val="007D671B"/>
    <w:pPr>
      <w:numPr>
        <w:numId w:val="17"/>
      </w:numPr>
      <w:tabs>
        <w:tab w:val="clear" w:pos="227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</w:tabs>
    </w:pPr>
  </w:style>
  <w:style w:type="paragraph" w:customStyle="1" w:styleId="ROpsomming-ingesprongen">
    <w:name w:val="R_Opsomming-ingesprongen"/>
    <w:basedOn w:val="Standaard"/>
    <w:rsid w:val="007D671B"/>
    <w:pPr>
      <w:numPr>
        <w:numId w:val="18"/>
      </w:numPr>
    </w:pPr>
  </w:style>
  <w:style w:type="paragraph" w:customStyle="1" w:styleId="RPaginanummer">
    <w:name w:val="R_Paginanummer"/>
    <w:basedOn w:val="RAfzend-invulling"/>
    <w:next w:val="Standaard"/>
    <w:rsid w:val="007D671B"/>
    <w:rPr>
      <w:szCs w:val="18"/>
    </w:rPr>
  </w:style>
  <w:style w:type="paragraph" w:customStyle="1" w:styleId="RReferenties">
    <w:name w:val="R_Referenties"/>
    <w:basedOn w:val="Standaard"/>
    <w:next w:val="Standaard"/>
    <w:rsid w:val="007D671B"/>
    <w:rPr>
      <w:szCs w:val="18"/>
    </w:rPr>
  </w:style>
  <w:style w:type="paragraph" w:customStyle="1" w:styleId="RRetouradres">
    <w:name w:val="R_Retouradres"/>
    <w:basedOn w:val="RAfzend-invulling"/>
    <w:next w:val="Standaard"/>
    <w:rsid w:val="007D671B"/>
    <w:rPr>
      <w:szCs w:val="18"/>
    </w:rPr>
  </w:style>
  <w:style w:type="paragraph" w:customStyle="1" w:styleId="RRubricering">
    <w:name w:val="R_Rubricering"/>
    <w:basedOn w:val="Standaard"/>
    <w:next w:val="Standaard"/>
    <w:link w:val="RRubriceringChar"/>
    <w:rsid w:val="007D671B"/>
    <w:pPr>
      <w:spacing w:line="240" w:lineRule="exact"/>
    </w:pPr>
    <w:rPr>
      <w:b/>
      <w:caps/>
      <w:sz w:val="13"/>
    </w:rPr>
  </w:style>
  <w:style w:type="character" w:customStyle="1" w:styleId="RRubriceringChar">
    <w:name w:val="R_Rubricering Char"/>
    <w:link w:val="RRubricering"/>
    <w:rsid w:val="007D671B"/>
    <w:rPr>
      <w:rFonts w:ascii="Verdana" w:hAnsi="Verdana"/>
      <w:b/>
      <w:caps/>
      <w:sz w:val="13"/>
    </w:rPr>
  </w:style>
  <w:style w:type="paragraph" w:customStyle="1" w:styleId="RTabelkop">
    <w:name w:val="R_Tabelkop"/>
    <w:basedOn w:val="Standaard"/>
    <w:rsid w:val="007D671B"/>
    <w:rPr>
      <w:b/>
      <w:sz w:val="14"/>
    </w:rPr>
  </w:style>
  <w:style w:type="paragraph" w:customStyle="1" w:styleId="RTabeltekst">
    <w:name w:val="R_Tabeltekst"/>
    <w:basedOn w:val="Standaard"/>
    <w:rsid w:val="007D671B"/>
    <w:rPr>
      <w:sz w:val="14"/>
    </w:rPr>
  </w:style>
  <w:style w:type="paragraph" w:customStyle="1" w:styleId="RTitel">
    <w:name w:val="R_Titel"/>
    <w:basedOn w:val="Standaard"/>
    <w:next w:val="Standaard"/>
    <w:rsid w:val="007D671B"/>
    <w:pPr>
      <w:keepNext/>
      <w:spacing w:line="300" w:lineRule="atLeast"/>
    </w:pPr>
    <w:rPr>
      <w:b/>
      <w:sz w:val="24"/>
    </w:rPr>
  </w:style>
  <w:style w:type="paragraph" w:customStyle="1" w:styleId="RToezendgegevens">
    <w:name w:val="R_Toezendgegevens"/>
    <w:basedOn w:val="Standaard"/>
    <w:next w:val="Standaard"/>
    <w:rsid w:val="007D671B"/>
    <w:rPr>
      <w:szCs w:val="18"/>
    </w:rPr>
  </w:style>
  <w:style w:type="character" w:customStyle="1" w:styleId="RVoetnootmarkering">
    <w:name w:val="R_Voetnootmarkering"/>
    <w:rsid w:val="007D671B"/>
    <w:rPr>
      <w:rFonts w:ascii="Verdana" w:hAnsi="Verdana"/>
      <w:position w:val="4"/>
      <w:sz w:val="13"/>
    </w:rPr>
  </w:style>
  <w:style w:type="paragraph" w:customStyle="1" w:styleId="RVoetnoottekst">
    <w:name w:val="R_Voetnoottekst"/>
    <w:basedOn w:val="Standaard"/>
    <w:next w:val="Standaard"/>
    <w:rsid w:val="007D671B"/>
    <w:pPr>
      <w:spacing w:line="180" w:lineRule="atLeast"/>
      <w:ind w:left="227" w:hanging="227"/>
    </w:pPr>
    <w:rPr>
      <w:sz w:val="13"/>
    </w:rPr>
  </w:style>
  <w:style w:type="paragraph" w:customStyle="1" w:styleId="RHSformuliernaam">
    <w:name w:val="RHS formuliernaam"/>
    <w:basedOn w:val="Standaard"/>
    <w:next w:val="Standaard"/>
    <w:rsid w:val="007D671B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  <w:spacing w:line="520" w:lineRule="atLeast"/>
    </w:pPr>
    <w:rPr>
      <w:sz w:val="52"/>
      <w:szCs w:val="52"/>
    </w:rPr>
  </w:style>
  <w:style w:type="paragraph" w:customStyle="1" w:styleId="RHSgroot-bold">
    <w:name w:val="RHS groot - bold"/>
    <w:link w:val="RHSgroot-boldChar"/>
    <w:rsid w:val="007D671B"/>
    <w:pPr>
      <w:keepLines/>
      <w:spacing w:line="240" w:lineRule="atLeast"/>
    </w:pPr>
    <w:rPr>
      <w:rFonts w:ascii="Verdana" w:hAnsi="Verdana"/>
      <w:b/>
      <w:sz w:val="18"/>
      <w:szCs w:val="18"/>
    </w:rPr>
  </w:style>
  <w:style w:type="paragraph" w:customStyle="1" w:styleId="RHSgroot-italic">
    <w:name w:val="RHS groot - italic"/>
    <w:link w:val="RHSgroot-italicChar"/>
    <w:rsid w:val="007D671B"/>
    <w:pPr>
      <w:keepLines/>
      <w:spacing w:line="240" w:lineRule="atLeast"/>
    </w:pPr>
    <w:rPr>
      <w:rFonts w:ascii="Verdana" w:hAnsi="Verdana"/>
      <w:i/>
      <w:sz w:val="18"/>
      <w:szCs w:val="18"/>
    </w:rPr>
  </w:style>
  <w:style w:type="paragraph" w:customStyle="1" w:styleId="RHSgroot-regular">
    <w:name w:val="RHS groot - regular"/>
    <w:link w:val="RHSgroot-regularChar"/>
    <w:rsid w:val="007D671B"/>
    <w:pPr>
      <w:keepLines/>
      <w:tabs>
        <w:tab w:val="right" w:pos="882"/>
        <w:tab w:val="left" w:pos="1109"/>
        <w:tab w:val="right" w:pos="1991"/>
        <w:tab w:val="left" w:pos="2217"/>
        <w:tab w:val="right" w:pos="3099"/>
        <w:tab w:val="left" w:pos="3326"/>
        <w:tab w:val="right" w:pos="4208"/>
        <w:tab w:val="left" w:pos="4435"/>
        <w:tab w:val="right" w:pos="5317"/>
        <w:tab w:val="left" w:pos="5543"/>
        <w:tab w:val="right" w:pos="6425"/>
        <w:tab w:val="left" w:pos="6652"/>
      </w:tabs>
      <w:spacing w:line="240" w:lineRule="atLeast"/>
    </w:pPr>
    <w:rPr>
      <w:rFonts w:ascii="Verdana" w:hAnsi="Verdana"/>
      <w:sz w:val="18"/>
      <w:szCs w:val="18"/>
    </w:rPr>
  </w:style>
  <w:style w:type="paragraph" w:customStyle="1" w:styleId="RHSgroot-W2">
    <w:name w:val="RHS groot - W2"/>
    <w:next w:val="Standaard"/>
    <w:rsid w:val="007D671B"/>
    <w:pPr>
      <w:keepLines/>
      <w:spacing w:line="270" w:lineRule="exact"/>
    </w:pPr>
    <w:rPr>
      <w:rFonts w:ascii="Verdana" w:hAnsi="Verdana"/>
      <w:sz w:val="27"/>
      <w:szCs w:val="18"/>
    </w:rPr>
  </w:style>
  <w:style w:type="paragraph" w:customStyle="1" w:styleId="RHSklein-bold">
    <w:name w:val="RHS klein - bold"/>
    <w:link w:val="RHSklein-boldChar"/>
    <w:rsid w:val="007D671B"/>
    <w:pPr>
      <w:keepLines/>
      <w:spacing w:line="180" w:lineRule="atLeast"/>
    </w:pPr>
    <w:rPr>
      <w:rFonts w:ascii="Verdana" w:hAnsi="Verdana"/>
      <w:b/>
      <w:sz w:val="13"/>
      <w:szCs w:val="13"/>
    </w:rPr>
  </w:style>
  <w:style w:type="paragraph" w:customStyle="1" w:styleId="RHSklein-italic">
    <w:name w:val="RHS klein - italic"/>
    <w:link w:val="RHSklein-italicChar"/>
    <w:rsid w:val="007D671B"/>
    <w:pPr>
      <w:keepLines/>
      <w:spacing w:line="180" w:lineRule="atLeast"/>
    </w:pPr>
    <w:rPr>
      <w:rFonts w:ascii="Verdana" w:hAnsi="Verdana"/>
      <w:i/>
      <w:sz w:val="13"/>
      <w:szCs w:val="13"/>
    </w:rPr>
  </w:style>
  <w:style w:type="paragraph" w:customStyle="1" w:styleId="RHSklein-regular">
    <w:name w:val="RHS klein - regular"/>
    <w:link w:val="RHSklein-regularChar"/>
    <w:rsid w:val="007D671B"/>
    <w:pPr>
      <w:keepLines/>
      <w:spacing w:line="180" w:lineRule="atLeast"/>
    </w:pPr>
    <w:rPr>
      <w:rFonts w:ascii="Verdana" w:hAnsi="Verdana"/>
      <w:sz w:val="13"/>
      <w:szCs w:val="13"/>
    </w:rPr>
  </w:style>
  <w:style w:type="paragraph" w:customStyle="1" w:styleId="RHSklein-W1">
    <w:name w:val="RHS klein - W1"/>
    <w:rsid w:val="007D671B"/>
    <w:pPr>
      <w:keepLines/>
      <w:spacing w:line="90" w:lineRule="exact"/>
    </w:pPr>
    <w:rPr>
      <w:rFonts w:ascii="Verdana" w:hAnsi="Verdana"/>
      <w:sz w:val="9"/>
      <w:szCs w:val="9"/>
    </w:rPr>
  </w:style>
  <w:style w:type="character" w:styleId="Voetnootmarkering">
    <w:name w:val="footnote reference"/>
    <w:rsid w:val="007D671B"/>
    <w:rPr>
      <w:rFonts w:ascii="Verdana" w:hAnsi="Verdana"/>
      <w:position w:val="0"/>
      <w:sz w:val="20"/>
      <w:vertAlign w:val="superscript"/>
    </w:rPr>
  </w:style>
  <w:style w:type="paragraph" w:styleId="Voetnoottekst">
    <w:name w:val="footnote text"/>
    <w:basedOn w:val="Standaard"/>
    <w:next w:val="Standaard"/>
    <w:link w:val="VoetnoottekstChar"/>
    <w:rsid w:val="007D671B"/>
    <w:pPr>
      <w:spacing w:line="180" w:lineRule="atLeast"/>
      <w:ind w:left="227" w:hanging="227"/>
    </w:pPr>
    <w:rPr>
      <w:sz w:val="13"/>
    </w:rPr>
  </w:style>
  <w:style w:type="character" w:customStyle="1" w:styleId="VoetnoottekstChar">
    <w:name w:val="Voetnoottekst Char"/>
    <w:basedOn w:val="Standaardalinea-lettertype"/>
    <w:link w:val="Voetnoottekst"/>
    <w:rsid w:val="007D671B"/>
    <w:rPr>
      <w:rFonts w:ascii="Verdana" w:hAnsi="Verdana"/>
      <w:sz w:val="13"/>
    </w:rPr>
  </w:style>
  <w:style w:type="paragraph" w:customStyle="1" w:styleId="RHStabel-koppen">
    <w:name w:val="RHS tabel - koppen"/>
    <w:basedOn w:val="Standaard"/>
    <w:link w:val="RHStabel-koppenChar"/>
    <w:rsid w:val="007D671B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b/>
      <w:sz w:val="14"/>
      <w:szCs w:val="14"/>
    </w:rPr>
  </w:style>
  <w:style w:type="paragraph" w:customStyle="1" w:styleId="RHStabel-tekst">
    <w:name w:val="RHS tabel - tekst"/>
    <w:basedOn w:val="Standaard"/>
    <w:link w:val="RHStabel-tekstChar"/>
    <w:rsid w:val="007D671B"/>
    <w:pPr>
      <w:keepLines/>
      <w:widowControl/>
      <w:tabs>
        <w:tab w:val="clear" w:pos="227"/>
        <w:tab w:val="clear" w:pos="454"/>
        <w:tab w:val="clear" w:pos="1109"/>
        <w:tab w:val="clear" w:pos="2217"/>
        <w:tab w:val="clear" w:pos="3326"/>
        <w:tab w:val="clear" w:pos="4435"/>
        <w:tab w:val="clear" w:pos="5543"/>
        <w:tab w:val="clear" w:pos="6652"/>
        <w:tab w:val="clear" w:pos="7761"/>
        <w:tab w:val="clear" w:pos="8869"/>
      </w:tabs>
      <w:suppressAutoHyphens w:val="0"/>
    </w:pPr>
    <w:rPr>
      <w:sz w:val="14"/>
      <w:szCs w:val="14"/>
    </w:rPr>
  </w:style>
  <w:style w:type="character" w:customStyle="1" w:styleId="RHSgroot-boldChar">
    <w:name w:val="RHS groot - bold Char"/>
    <w:link w:val="RHSgroot-bold"/>
    <w:rsid w:val="007D671B"/>
    <w:rPr>
      <w:rFonts w:ascii="Verdana" w:hAnsi="Verdana"/>
      <w:b/>
      <w:sz w:val="18"/>
      <w:szCs w:val="18"/>
    </w:rPr>
  </w:style>
  <w:style w:type="character" w:customStyle="1" w:styleId="RHSgroot-italicChar">
    <w:name w:val="RHS groot - italic Char"/>
    <w:link w:val="RHSgroot-italic"/>
    <w:rsid w:val="007D671B"/>
    <w:rPr>
      <w:rFonts w:ascii="Verdana" w:hAnsi="Verdana"/>
      <w:i/>
      <w:sz w:val="18"/>
      <w:szCs w:val="18"/>
    </w:rPr>
  </w:style>
  <w:style w:type="character" w:customStyle="1" w:styleId="RHSgroot-regularChar">
    <w:name w:val="RHS groot - regular Char"/>
    <w:link w:val="RHSgroot-regular"/>
    <w:rsid w:val="007D671B"/>
    <w:rPr>
      <w:rFonts w:ascii="Verdana" w:hAnsi="Verdana"/>
      <w:sz w:val="18"/>
      <w:szCs w:val="18"/>
    </w:rPr>
  </w:style>
  <w:style w:type="character" w:customStyle="1" w:styleId="RHSklein-boldChar">
    <w:name w:val="RHS klein - bold Char"/>
    <w:link w:val="RHSklein-bold"/>
    <w:rsid w:val="007D671B"/>
    <w:rPr>
      <w:rFonts w:ascii="Verdana" w:hAnsi="Verdana"/>
      <w:b/>
      <w:sz w:val="13"/>
      <w:szCs w:val="13"/>
    </w:rPr>
  </w:style>
  <w:style w:type="character" w:customStyle="1" w:styleId="RHSklein-italicChar">
    <w:name w:val="RHS klein - italic Char"/>
    <w:link w:val="RHSklein-italic"/>
    <w:rsid w:val="007D671B"/>
    <w:rPr>
      <w:rFonts w:ascii="Verdana" w:hAnsi="Verdana"/>
      <w:i/>
      <w:sz w:val="13"/>
      <w:szCs w:val="13"/>
    </w:rPr>
  </w:style>
  <w:style w:type="character" w:customStyle="1" w:styleId="RHSklein-regularChar">
    <w:name w:val="RHS klein - regular Char"/>
    <w:link w:val="RHSklein-regular"/>
    <w:rsid w:val="007D671B"/>
    <w:rPr>
      <w:rFonts w:ascii="Verdana" w:hAnsi="Verdana"/>
      <w:sz w:val="13"/>
      <w:szCs w:val="13"/>
    </w:rPr>
  </w:style>
  <w:style w:type="character" w:customStyle="1" w:styleId="RHStabel-koppenChar">
    <w:name w:val="RHS tabel - koppen Char"/>
    <w:link w:val="RHStabel-koppen"/>
    <w:rsid w:val="007D671B"/>
    <w:rPr>
      <w:rFonts w:ascii="Verdana" w:hAnsi="Verdana"/>
      <w:b/>
      <w:sz w:val="14"/>
      <w:szCs w:val="14"/>
    </w:rPr>
  </w:style>
  <w:style w:type="character" w:customStyle="1" w:styleId="RHStabel-tekstChar">
    <w:name w:val="RHS tabel - tekst Char"/>
    <w:link w:val="RHStabel-tekst"/>
    <w:rsid w:val="007D671B"/>
    <w:rPr>
      <w:rFonts w:ascii="Verdana" w:hAnsi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23CAC21B3571694D8574405A29AB624B" ma:contentTypeVersion="173" ma:contentTypeDescription="Content type for CT MeetInstrument" ma:contentTypeScope="" ma:versionID="5b862b9456f367306179e5f0931029cd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2010-03-31T22:00:00+00:00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E72D73-64C9-434D-9B59-970817DFD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21C561-7832-492B-A524-B5CBBADD10A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CA206B0-050A-4519-9CCF-C18B4BC6353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4201BDD-DF29-4507-B741-7B1F807997D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530DF7-BB10-4170-B32C-3B93BF5C7DA9}">
  <ds:schemaRefs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fd2069cc-00ae-4f60-8ff8-57f81a5b98cd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4E127AAA.dotm</Template>
  <TotalTime>0</TotalTime>
  <Pages>19</Pages>
  <Words>1998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CQ-index Lichamelijke Gehandicaptenzorg (Ervaringen met ambulante hulp)</vt:lpstr>
    </vt:vector>
  </TitlesOfParts>
  <Company/>
  <LinksUpToDate>false</LinksUpToDate>
  <CharactersWithSpaces>12965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CQ-index Lichamelijke Gehandicaptenzorg (Ervaringen met ambulante hulp)</dc:title>
  <dc:subject/>
  <dc:creator>ITS</dc:creator>
  <cp:keywords/>
  <dc:description/>
  <cp:lastModifiedBy>Rijk, mw. J. de</cp:lastModifiedBy>
  <cp:revision>2</cp:revision>
  <cp:lastPrinted>2010-03-29T10:42:00Z</cp:lastPrinted>
  <dcterms:created xsi:type="dcterms:W3CDTF">2019-03-18T11:41:00Z</dcterms:created>
  <dcterms:modified xsi:type="dcterms:W3CDTF">2019-03-18T11:41:00Z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